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2CB1C" w14:textId="77777777" w:rsidR="00382909" w:rsidRPr="00382909" w:rsidRDefault="00382909" w:rsidP="00382909">
      <w:pPr>
        <w:tabs>
          <w:tab w:val="left" w:pos="9354"/>
        </w:tabs>
        <w:ind w:right="-2"/>
        <w:jc w:val="right"/>
        <w:rPr>
          <w:rFonts w:ascii="Tahoma" w:hAnsi="Tahoma" w:cs="Tahoma"/>
          <w:b/>
          <w:szCs w:val="24"/>
        </w:rPr>
      </w:pPr>
      <w:bookmarkStart w:id="0" w:name="_Toc381790795"/>
      <w:r w:rsidRPr="00382909">
        <w:rPr>
          <w:rFonts w:ascii="Tahoma" w:hAnsi="Tahoma" w:cs="Tahoma"/>
          <w:b/>
          <w:noProof/>
          <w:szCs w:val="24"/>
        </w:rPr>
        <w:drawing>
          <wp:inline distT="0" distB="0" distL="0" distR="0" wp14:anchorId="57D08B7D" wp14:editId="768414D8">
            <wp:extent cx="1409700" cy="1133475"/>
            <wp:effectExtent l="0" t="0" r="0" b="9525"/>
            <wp:docPr id="1" name="Рисунок 1" descr="лого 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лого ник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04DD14C3" w14:textId="4800CD80" w:rsidR="00DC3F1F" w:rsidRPr="005C34DA" w:rsidRDefault="00DC3F1F" w:rsidP="00DC3F1F">
      <w:pPr>
        <w:ind w:left="709"/>
        <w:jc w:val="center"/>
        <w:outlineLvl w:val="0"/>
        <w:rPr>
          <w:rFonts w:ascii="Tahoma" w:hAnsi="Tahoma" w:cs="Tahoma"/>
          <w:b/>
        </w:rPr>
      </w:pPr>
    </w:p>
    <w:p w14:paraId="2078ACF5" w14:textId="2C531459" w:rsidR="006476AF" w:rsidRPr="00AD2DA4" w:rsidRDefault="006476AF" w:rsidP="00121513">
      <w:pPr>
        <w:tabs>
          <w:tab w:val="left" w:pos="9354"/>
        </w:tabs>
        <w:ind w:left="5103"/>
        <w:rPr>
          <w:rFonts w:ascii="Tahoma" w:hAnsi="Tahoma" w:cs="Tahoma"/>
          <w:szCs w:val="24"/>
        </w:rPr>
      </w:pPr>
      <w:r w:rsidRPr="00AD2DA4">
        <w:rPr>
          <w:rFonts w:ascii="Tahoma" w:hAnsi="Tahoma" w:cs="Tahoma"/>
          <w:snapToGrid w:val="0"/>
          <w:szCs w:val="24"/>
        </w:rPr>
        <w:t>Приложение</w:t>
      </w:r>
      <w:r w:rsidRPr="00AD2DA4">
        <w:rPr>
          <w:rFonts w:ascii="Tahoma" w:hAnsi="Tahoma" w:cs="Tahoma"/>
          <w:szCs w:val="24"/>
        </w:rPr>
        <w:t xml:space="preserve"> №</w:t>
      </w:r>
      <w:r w:rsidR="004F0068">
        <w:rPr>
          <w:rFonts w:ascii="Tahoma" w:hAnsi="Tahoma" w:cs="Tahoma"/>
          <w:szCs w:val="24"/>
        </w:rPr>
        <w:t>2</w:t>
      </w:r>
    </w:p>
    <w:p w14:paraId="508FF04B" w14:textId="17A660A3" w:rsidR="006476AF" w:rsidRPr="009A57E7" w:rsidRDefault="004F0068" w:rsidP="009408D9">
      <w:pPr>
        <w:tabs>
          <w:tab w:val="left" w:pos="9354"/>
        </w:tabs>
        <w:ind w:left="5103"/>
        <w:rPr>
          <w:rFonts w:ascii="Tahoma" w:hAnsi="Tahoma" w:cs="Tahoma"/>
          <w:szCs w:val="24"/>
        </w:rPr>
      </w:pPr>
      <w:r w:rsidRPr="005E5821">
        <w:rPr>
          <w:rFonts w:ascii="Tahoma" w:hAnsi="Tahoma" w:cs="Tahoma"/>
          <w:szCs w:val="24"/>
        </w:rPr>
        <w:t xml:space="preserve">к Протоколу первого заседания Тендерной комиссии по вопросу утверждения условий проведения Закупочной процедуры </w:t>
      </w:r>
      <w:r w:rsidR="004B43D8">
        <w:rPr>
          <w:rFonts w:ascii="Tahoma" w:hAnsi="Tahoma" w:cs="Tahoma"/>
          <w:szCs w:val="24"/>
        </w:rPr>
        <w:t xml:space="preserve">на </w:t>
      </w:r>
      <w:r w:rsidR="004B43D8">
        <w:rPr>
          <w:rFonts w:ascii="Tahoma" w:hAnsi="Tahoma" w:cs="Tahoma"/>
          <w:color w:val="000000"/>
          <w:szCs w:val="24"/>
        </w:rPr>
        <w:t>в</w:t>
      </w:r>
      <w:r w:rsidR="004B43D8" w:rsidRPr="00072911">
        <w:rPr>
          <w:rFonts w:ascii="Tahoma" w:hAnsi="Tahoma" w:cs="Tahoma"/>
          <w:color w:val="000000"/>
          <w:szCs w:val="24"/>
        </w:rPr>
        <w:t>ыполнение работ по замене наружного трубопровода водоотведения, расположенного по адресу: Красноярский край, г. Норильск, район Центральный, ул. Октябрьская 31.</w:t>
      </w:r>
      <w:r w:rsidRPr="005E5821">
        <w:rPr>
          <w:rFonts w:ascii="Tahoma" w:hAnsi="Tahoma" w:cs="Tahoma"/>
          <w:szCs w:val="24"/>
        </w:rPr>
        <w:t>, № НТПО-</w:t>
      </w:r>
      <w:r w:rsidRPr="005E5821">
        <w:rPr>
          <w:rFonts w:ascii="Tahoma" w:hAnsi="Tahoma" w:cs="Tahoma"/>
          <w:szCs w:val="24"/>
          <w:u w:val="single"/>
        </w:rPr>
        <w:t xml:space="preserve">01/___ </w:t>
      </w:r>
      <w:r w:rsidR="004B43D8">
        <w:rPr>
          <w:rFonts w:ascii="Tahoma" w:hAnsi="Tahoma" w:cs="Tahoma"/>
          <w:szCs w:val="24"/>
        </w:rPr>
        <w:t xml:space="preserve">- </w:t>
      </w:r>
      <w:proofErr w:type="spellStart"/>
      <w:r w:rsidR="004B43D8">
        <w:rPr>
          <w:rFonts w:ascii="Tahoma" w:hAnsi="Tahoma" w:cs="Tahoma"/>
          <w:szCs w:val="24"/>
        </w:rPr>
        <w:t>пр-</w:t>
      </w:r>
      <w:proofErr w:type="gramStart"/>
      <w:r w:rsidR="004B43D8">
        <w:rPr>
          <w:rFonts w:ascii="Tahoma" w:hAnsi="Tahoma" w:cs="Tahoma"/>
          <w:szCs w:val="24"/>
        </w:rPr>
        <w:t>тк</w:t>
      </w:r>
      <w:proofErr w:type="spellEnd"/>
      <w:r w:rsidR="004B43D8">
        <w:rPr>
          <w:rFonts w:ascii="Tahoma" w:hAnsi="Tahoma" w:cs="Tahoma"/>
          <w:szCs w:val="24"/>
        </w:rPr>
        <w:t xml:space="preserve">  от</w:t>
      </w:r>
      <w:proofErr w:type="gramEnd"/>
      <w:r w:rsidR="004B43D8">
        <w:rPr>
          <w:rFonts w:ascii="Tahoma" w:hAnsi="Tahoma" w:cs="Tahoma"/>
          <w:szCs w:val="24"/>
        </w:rPr>
        <w:t xml:space="preserve"> __ .06.</w:t>
      </w:r>
      <w:r w:rsidRPr="005E5821">
        <w:rPr>
          <w:rFonts w:ascii="Tahoma" w:hAnsi="Tahoma" w:cs="Tahoma"/>
          <w:szCs w:val="24"/>
        </w:rPr>
        <w:t>2025</w:t>
      </w:r>
      <w:r w:rsidR="006476AF" w:rsidRPr="009A57E7">
        <w:rPr>
          <w:rFonts w:ascii="Tahoma" w:hAnsi="Tahoma" w:cs="Tahoma"/>
          <w:szCs w:val="24"/>
        </w:rPr>
        <w:tab/>
      </w:r>
    </w:p>
    <w:p w14:paraId="7A4ABB64" w14:textId="77777777" w:rsidR="006476AF" w:rsidRDefault="006476AF" w:rsidP="006476AF">
      <w:pPr>
        <w:ind w:left="709"/>
        <w:jc w:val="center"/>
        <w:outlineLvl w:val="0"/>
        <w:rPr>
          <w:rFonts w:ascii="Tahoma" w:hAnsi="Tahoma" w:cs="Tahoma"/>
          <w:b/>
        </w:rPr>
      </w:pPr>
    </w:p>
    <w:p w14:paraId="3D025D6A" w14:textId="2003F2A7" w:rsidR="006476AF" w:rsidRPr="00E72DB5" w:rsidRDefault="006476AF" w:rsidP="006476AF">
      <w:pPr>
        <w:ind w:left="709"/>
        <w:jc w:val="center"/>
        <w:outlineLvl w:val="0"/>
        <w:rPr>
          <w:rFonts w:ascii="Tahoma" w:hAnsi="Tahoma" w:cs="Tahoma"/>
          <w:b/>
        </w:rPr>
      </w:pPr>
      <w:r w:rsidRPr="00E72DB5">
        <w:rPr>
          <w:rFonts w:ascii="Tahoma" w:hAnsi="Tahoma" w:cs="Tahoma"/>
          <w:b/>
        </w:rPr>
        <w:t>Приглашение к участию в Закупочной процедуре</w:t>
      </w:r>
    </w:p>
    <w:p w14:paraId="1EC68221" w14:textId="77777777" w:rsidR="006476AF" w:rsidRPr="00E72DB5" w:rsidRDefault="006476AF" w:rsidP="006476AF">
      <w:pPr>
        <w:ind w:left="709"/>
        <w:jc w:val="center"/>
        <w:outlineLvl w:val="0"/>
        <w:rPr>
          <w:rFonts w:ascii="Tahoma" w:hAnsi="Tahoma" w:cs="Tahoma"/>
          <w:b/>
        </w:rPr>
      </w:pPr>
    </w:p>
    <w:p w14:paraId="407ADE91" w14:textId="77777777" w:rsidR="006476AF" w:rsidRPr="00E72DB5" w:rsidRDefault="006476AF" w:rsidP="00121513">
      <w:pPr>
        <w:ind w:firstLine="851"/>
        <w:rPr>
          <w:rFonts w:ascii="Tahoma" w:hAnsi="Tahoma" w:cs="Tahoma"/>
          <w:szCs w:val="24"/>
        </w:rPr>
      </w:pPr>
      <w:r w:rsidRPr="00E72DB5">
        <w:rPr>
          <w:rFonts w:ascii="Tahoma" w:hAnsi="Tahoma" w:cs="Tahoma"/>
          <w:szCs w:val="24"/>
        </w:rPr>
        <w:t>Общество с ограниченной ответственностью «Норильское торгово-производственное объединение» (ООО «НТПО») приглашает Вас принять участие в следующей Закупочной процедуре:</w:t>
      </w:r>
    </w:p>
    <w:p w14:paraId="22176D1C" w14:textId="77777777" w:rsidR="00DC3F1F" w:rsidRPr="005C34DA" w:rsidRDefault="00DC3F1F" w:rsidP="00DC3F1F">
      <w:pPr>
        <w:rPr>
          <w:rFonts w:ascii="Tahoma" w:hAnsi="Tahoma" w:cs="Tahoma"/>
          <w:sz w:val="20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36"/>
        <w:gridCol w:w="4962"/>
      </w:tblGrid>
      <w:tr w:rsidR="00121513" w:rsidRPr="005F75F0" w14:paraId="0FE12263" w14:textId="77777777" w:rsidTr="009A57E7">
        <w:tc>
          <w:tcPr>
            <w:tcW w:w="4536" w:type="dxa"/>
            <w:shd w:val="clear" w:color="auto" w:fill="auto"/>
          </w:tcPr>
          <w:p w14:paraId="2F2AA25C" w14:textId="11A360CB" w:rsidR="00121513" w:rsidRPr="005F75F0" w:rsidRDefault="00121513" w:rsidP="000304C3">
            <w:pPr>
              <w:pStyle w:val="affd"/>
              <w:numPr>
                <w:ilvl w:val="0"/>
                <w:numId w:val="13"/>
              </w:numPr>
              <w:tabs>
                <w:tab w:val="left" w:pos="291"/>
              </w:tabs>
              <w:ind w:left="0" w:hanging="3"/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 xml:space="preserve">Предмет закупки </w:t>
            </w:r>
          </w:p>
          <w:p w14:paraId="77C19D5D" w14:textId="191AAB4F" w:rsidR="000E782D" w:rsidRPr="005F75F0" w:rsidRDefault="000E782D" w:rsidP="000304C3">
            <w:pPr>
              <w:ind w:left="360"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27D37B17" w14:textId="0498DC11" w:rsidR="004B43D8" w:rsidRPr="004B43D8" w:rsidRDefault="00C140AD" w:rsidP="004B43D8">
            <w:pPr>
              <w:pStyle w:val="Defaul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</w:rPr>
              <w:t>Лот №</w:t>
            </w:r>
            <w:r w:rsidR="00C5760A">
              <w:rPr>
                <w:rFonts w:ascii="Tahoma" w:hAnsi="Tahoma" w:cs="Tahoma"/>
                <w:sz w:val="20"/>
              </w:rPr>
              <w:t>16</w:t>
            </w:r>
            <w:r w:rsidR="004B43D8">
              <w:rPr>
                <w:rFonts w:ascii="Tahoma" w:hAnsi="Tahoma" w:cs="Tahoma"/>
                <w:sz w:val="20"/>
              </w:rPr>
              <w:t>2796</w:t>
            </w:r>
            <w:r w:rsidR="00C5760A">
              <w:rPr>
                <w:rFonts w:ascii="Tahoma" w:hAnsi="Tahoma" w:cs="Tahoma"/>
                <w:sz w:val="20"/>
              </w:rPr>
              <w:t xml:space="preserve"> «</w:t>
            </w:r>
            <w:r w:rsidR="004B43D8">
              <w:rPr>
                <w:rFonts w:ascii="Tahoma" w:hAnsi="Tahoma" w:cs="Tahoma"/>
                <w:sz w:val="20"/>
              </w:rPr>
              <w:t>Выполнение работ по замене наружного трубопровода водоотведения, расположенного по адресу: Красноярский край, г.</w:t>
            </w:r>
            <w:r w:rsidR="004B43D8">
              <w:t xml:space="preserve"> </w:t>
            </w:r>
          </w:p>
          <w:p w14:paraId="5EBF1C01" w14:textId="6F97A201" w:rsidR="00087E7E" w:rsidRPr="004B43D8" w:rsidRDefault="004B43D8" w:rsidP="004B43D8">
            <w:pPr>
              <w:tabs>
                <w:tab w:val="num" w:pos="426"/>
              </w:tabs>
              <w:rPr>
                <w:rFonts w:ascii="Tahoma" w:hAnsi="Tahoma" w:cs="Tahoma"/>
                <w:color w:val="000000"/>
                <w:sz w:val="20"/>
                <w:szCs w:val="24"/>
              </w:rPr>
            </w:pPr>
            <w:r w:rsidRPr="004B43D8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r w:rsidRPr="004B43D8">
              <w:rPr>
                <w:rFonts w:ascii="Tahoma" w:hAnsi="Tahoma" w:cs="Tahoma"/>
                <w:color w:val="000000"/>
                <w:sz w:val="20"/>
                <w:szCs w:val="24"/>
              </w:rPr>
              <w:t>Норильск, район Ц</w:t>
            </w:r>
            <w:r>
              <w:rPr>
                <w:rFonts w:ascii="Tahoma" w:hAnsi="Tahoma" w:cs="Tahoma"/>
                <w:color w:val="000000"/>
                <w:sz w:val="20"/>
                <w:szCs w:val="24"/>
              </w:rPr>
              <w:t>ентральный, ул. Октябрьская 31»</w:t>
            </w:r>
          </w:p>
          <w:p w14:paraId="3CB7765D" w14:textId="77777777" w:rsidR="00C140AD" w:rsidRDefault="00C140AD" w:rsidP="00C642BA">
            <w:pPr>
              <w:tabs>
                <w:tab w:val="num" w:pos="426"/>
              </w:tabs>
              <w:rPr>
                <w:rFonts w:ascii="Tahoma" w:hAnsi="Tahoma" w:cs="Tahoma"/>
                <w:sz w:val="20"/>
              </w:rPr>
            </w:pPr>
          </w:p>
          <w:p w14:paraId="24A1B1B6" w14:textId="206D2E10" w:rsidR="00C140AD" w:rsidRDefault="00C140AD" w:rsidP="000D0D3F">
            <w:pPr>
              <w:tabs>
                <w:tab w:val="num" w:pos="426"/>
              </w:tabs>
              <w:rPr>
                <w:rStyle w:val="af8"/>
                <w:rFonts w:ascii="Tahoma" w:hAnsi="Tahoma" w:cs="Tahoma"/>
                <w:sz w:val="20"/>
              </w:rPr>
            </w:pPr>
            <w:r w:rsidRPr="005E52C7">
              <w:rPr>
                <w:rFonts w:ascii="Tahoma" w:hAnsi="Tahoma" w:cs="Tahoma"/>
                <w:sz w:val="20"/>
              </w:rPr>
              <w:t xml:space="preserve">Состав работ и требования к качеству размещены </w:t>
            </w:r>
            <w:r w:rsidR="000D0D3F">
              <w:rPr>
                <w:rFonts w:ascii="Tahoma" w:hAnsi="Tahoma" w:cs="Tahoma"/>
                <w:sz w:val="20"/>
              </w:rPr>
              <w:t>на к</w:t>
            </w:r>
            <w:r w:rsidR="000D0D3F" w:rsidRPr="000D0D3F">
              <w:rPr>
                <w:rFonts w:ascii="Tahoma" w:hAnsi="Tahoma" w:cs="Tahoma"/>
                <w:sz w:val="20"/>
              </w:rPr>
              <w:t>орпоративно</w:t>
            </w:r>
            <w:r w:rsidR="000D0D3F">
              <w:rPr>
                <w:rFonts w:ascii="Tahoma" w:hAnsi="Tahoma" w:cs="Tahoma"/>
                <w:sz w:val="20"/>
              </w:rPr>
              <w:t>м</w:t>
            </w:r>
            <w:r w:rsidR="000D0D3F" w:rsidRPr="000D0D3F">
              <w:rPr>
                <w:rFonts w:ascii="Tahoma" w:hAnsi="Tahoma" w:cs="Tahoma"/>
                <w:sz w:val="20"/>
              </w:rPr>
              <w:t xml:space="preserve"> сайт</w:t>
            </w:r>
            <w:r w:rsidR="000D0D3F">
              <w:rPr>
                <w:rFonts w:ascii="Tahoma" w:hAnsi="Tahoma" w:cs="Tahoma"/>
                <w:sz w:val="20"/>
              </w:rPr>
              <w:t>е</w:t>
            </w:r>
            <w:r w:rsidR="000D0D3F" w:rsidRPr="000D0D3F">
              <w:rPr>
                <w:rFonts w:ascii="Tahoma" w:hAnsi="Tahoma" w:cs="Tahoma"/>
                <w:sz w:val="20"/>
              </w:rPr>
              <w:t xml:space="preserve"> ПАО «ГМК «Норильский никель»</w:t>
            </w:r>
            <w:r w:rsidR="000D0D3F">
              <w:rPr>
                <w:rFonts w:ascii="Tahoma" w:hAnsi="Tahoma" w:cs="Tahoma"/>
                <w:sz w:val="20"/>
              </w:rPr>
              <w:t xml:space="preserve"> </w:t>
            </w:r>
            <w:r w:rsidRPr="005E52C7">
              <w:rPr>
                <w:rFonts w:ascii="Tahoma" w:hAnsi="Tahoma" w:cs="Tahoma"/>
                <w:sz w:val="20"/>
              </w:rPr>
              <w:t>по адресу</w:t>
            </w:r>
            <w:r w:rsidR="000D0D3F">
              <w:rPr>
                <w:rFonts w:ascii="Tahoma" w:hAnsi="Tahoma" w:cs="Tahoma"/>
                <w:sz w:val="20"/>
              </w:rPr>
              <w:t>:</w:t>
            </w:r>
            <w:r w:rsidRPr="005E52C7">
              <w:rPr>
                <w:rFonts w:ascii="Tahoma" w:hAnsi="Tahoma" w:cs="Tahoma"/>
                <w:sz w:val="20"/>
              </w:rPr>
              <w:t xml:space="preserve"> </w:t>
            </w:r>
            <w:hyperlink r:id="rId16" w:history="1">
              <w:r w:rsidR="00DD20F7" w:rsidRPr="00391851">
                <w:rPr>
                  <w:rStyle w:val="af8"/>
                </w:rPr>
                <w:t>https://nornickel.ru/suppliers/tenders/local/</w:t>
              </w:r>
            </w:hyperlink>
            <w:r w:rsidRPr="001B3A1A">
              <w:rPr>
                <w:rStyle w:val="af8"/>
                <w:rFonts w:ascii="Tahoma" w:hAnsi="Tahoma" w:cs="Tahoma"/>
                <w:sz w:val="20"/>
              </w:rPr>
              <w:t>:</w:t>
            </w:r>
            <w:r w:rsidR="00DD20F7">
              <w:rPr>
                <w:rStyle w:val="af8"/>
                <w:rFonts w:ascii="Tahoma" w:hAnsi="Tahoma" w:cs="Tahoma"/>
                <w:sz w:val="20"/>
              </w:rPr>
              <w:t xml:space="preserve"> </w:t>
            </w:r>
          </w:p>
          <w:p w14:paraId="59BF02F4" w14:textId="18CBF373" w:rsidR="00A41D59" w:rsidRPr="005F75F0" w:rsidRDefault="00A41D59" w:rsidP="000D0D3F">
            <w:pPr>
              <w:tabs>
                <w:tab w:val="num" w:pos="426"/>
              </w:tabs>
              <w:rPr>
                <w:rFonts w:ascii="Tahoma" w:hAnsi="Tahoma" w:cs="Tahoma"/>
                <w:sz w:val="20"/>
                <w:szCs w:val="24"/>
              </w:rPr>
            </w:pPr>
            <w:bookmarkStart w:id="1" w:name="_GoBack"/>
            <w:bookmarkEnd w:id="1"/>
          </w:p>
        </w:tc>
      </w:tr>
      <w:tr w:rsidR="00CA0B18" w:rsidRPr="005F75F0" w14:paraId="031B4454" w14:textId="77777777" w:rsidTr="009A57E7">
        <w:tc>
          <w:tcPr>
            <w:tcW w:w="4536" w:type="dxa"/>
            <w:shd w:val="clear" w:color="auto" w:fill="auto"/>
          </w:tcPr>
          <w:p w14:paraId="4AF0D7FA" w14:textId="7B4115A1" w:rsidR="00DC3F1F" w:rsidRPr="005F75F0" w:rsidRDefault="00DC3F1F" w:rsidP="00427580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 xml:space="preserve">2. Инструмент проведения Закупки </w:t>
            </w:r>
          </w:p>
        </w:tc>
        <w:tc>
          <w:tcPr>
            <w:tcW w:w="4962" w:type="dxa"/>
            <w:shd w:val="clear" w:color="auto" w:fill="auto"/>
          </w:tcPr>
          <w:p w14:paraId="019017B9" w14:textId="194B5895" w:rsidR="005F75F0" w:rsidRPr="00925B8F" w:rsidRDefault="005F75F0" w:rsidP="005F75F0">
            <w:pPr>
              <w:tabs>
                <w:tab w:val="num" w:pos="426"/>
              </w:tabs>
              <w:rPr>
                <w:rFonts w:ascii="Tahoma" w:hAnsi="Tahoma" w:cs="Tahoma"/>
                <w:sz w:val="20"/>
              </w:rPr>
            </w:pPr>
            <w:r w:rsidRPr="00422144">
              <w:rPr>
                <w:rFonts w:ascii="Tahoma" w:hAnsi="Tahoma" w:cs="Tahoma"/>
                <w:sz w:val="20"/>
              </w:rPr>
              <w:t xml:space="preserve">Открытый </w:t>
            </w:r>
            <w:r>
              <w:rPr>
                <w:rFonts w:ascii="Tahoma" w:hAnsi="Tahoma" w:cs="Tahoma"/>
                <w:sz w:val="20"/>
              </w:rPr>
              <w:t xml:space="preserve">тендер с </w:t>
            </w:r>
            <w:proofErr w:type="spellStart"/>
            <w:r w:rsidR="007F2CA1">
              <w:rPr>
                <w:rFonts w:ascii="Tahoma" w:hAnsi="Tahoma" w:cs="Tahoma"/>
                <w:sz w:val="20"/>
              </w:rPr>
              <w:t>редукционом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  <w:p w14:paraId="149A6B83" w14:textId="18F296B2" w:rsidR="0066452C" w:rsidRPr="005F75F0" w:rsidRDefault="0066452C" w:rsidP="005F75F0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</w:rPr>
              <w:t>Заказчик вправе изменить инструмент проведения Закупки без объяснения причин</w:t>
            </w:r>
            <w:r w:rsidR="005F75F0" w:rsidRPr="005F75F0">
              <w:rPr>
                <w:rFonts w:ascii="Tahoma" w:hAnsi="Tahoma" w:cs="Tahoma"/>
                <w:sz w:val="20"/>
              </w:rPr>
              <w:t>.</w:t>
            </w:r>
          </w:p>
        </w:tc>
      </w:tr>
      <w:tr w:rsidR="00DC3F1F" w:rsidRPr="005F75F0" w14:paraId="28159AF0" w14:textId="77777777" w:rsidTr="009A57E7">
        <w:tc>
          <w:tcPr>
            <w:tcW w:w="4536" w:type="dxa"/>
            <w:shd w:val="clear" w:color="auto" w:fill="auto"/>
          </w:tcPr>
          <w:p w14:paraId="481905C9" w14:textId="77777777" w:rsidR="00DC3F1F" w:rsidRPr="005F75F0" w:rsidRDefault="00DC3F1F" w:rsidP="00427580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>3. Срок подачи предложения</w:t>
            </w:r>
          </w:p>
        </w:tc>
        <w:tc>
          <w:tcPr>
            <w:tcW w:w="4962" w:type="dxa"/>
            <w:shd w:val="clear" w:color="auto" w:fill="auto"/>
          </w:tcPr>
          <w:p w14:paraId="1035A874" w14:textId="5F826AD9" w:rsidR="006476AF" w:rsidRPr="005F75F0" w:rsidRDefault="006476AF" w:rsidP="006476AF">
            <w:pPr>
              <w:rPr>
                <w:rFonts w:ascii="Tahoma" w:hAnsi="Tahoma" w:cs="Tahoma"/>
                <w:color w:val="FF0000"/>
                <w:sz w:val="20"/>
                <w:szCs w:val="24"/>
              </w:rPr>
            </w:pPr>
            <w:r w:rsidRPr="00446AC8">
              <w:rPr>
                <w:rFonts w:ascii="Tahoma" w:hAnsi="Tahoma" w:cs="Tahoma"/>
                <w:sz w:val="20"/>
                <w:szCs w:val="24"/>
                <w:highlight w:val="yellow"/>
              </w:rPr>
              <w:t xml:space="preserve">до </w:t>
            </w:r>
            <w:r w:rsidR="00A41D59" w:rsidRPr="00446AC8">
              <w:rPr>
                <w:rFonts w:ascii="Tahoma" w:hAnsi="Tahoma" w:cs="Tahoma"/>
                <w:sz w:val="20"/>
                <w:szCs w:val="24"/>
                <w:highlight w:val="yellow"/>
              </w:rPr>
              <w:t>17</w:t>
            </w:r>
            <w:r w:rsidRPr="00446AC8">
              <w:rPr>
                <w:rFonts w:ascii="Tahoma" w:hAnsi="Tahoma" w:cs="Tahoma"/>
                <w:sz w:val="20"/>
                <w:szCs w:val="24"/>
                <w:highlight w:val="yellow"/>
              </w:rPr>
              <w:t xml:space="preserve"> часов 00 минут (время местное) </w:t>
            </w:r>
            <w:r w:rsidR="004E02B3">
              <w:rPr>
                <w:rFonts w:ascii="Tahoma" w:hAnsi="Tahoma" w:cs="Tahoma"/>
                <w:sz w:val="20"/>
                <w:szCs w:val="24"/>
                <w:highlight w:val="yellow"/>
              </w:rPr>
              <w:t>20</w:t>
            </w:r>
            <w:r w:rsidR="000E782D" w:rsidRPr="00446AC8">
              <w:rPr>
                <w:rFonts w:ascii="Tahoma" w:hAnsi="Tahoma" w:cs="Tahoma"/>
                <w:sz w:val="20"/>
                <w:szCs w:val="24"/>
                <w:highlight w:val="yellow"/>
              </w:rPr>
              <w:t>.</w:t>
            </w:r>
            <w:r w:rsidR="00792FCF" w:rsidRPr="00446AC8">
              <w:rPr>
                <w:rFonts w:ascii="Tahoma" w:hAnsi="Tahoma" w:cs="Tahoma"/>
                <w:sz w:val="20"/>
                <w:szCs w:val="24"/>
                <w:highlight w:val="yellow"/>
              </w:rPr>
              <w:t>0</w:t>
            </w:r>
            <w:r w:rsidR="006112F4">
              <w:rPr>
                <w:rFonts w:ascii="Tahoma" w:hAnsi="Tahoma" w:cs="Tahoma"/>
                <w:sz w:val="20"/>
                <w:szCs w:val="24"/>
                <w:highlight w:val="yellow"/>
              </w:rPr>
              <w:t>6</w:t>
            </w:r>
            <w:r w:rsidR="00F57D8B" w:rsidRPr="00446AC8">
              <w:rPr>
                <w:rFonts w:ascii="Tahoma" w:hAnsi="Tahoma" w:cs="Tahoma"/>
                <w:sz w:val="20"/>
                <w:szCs w:val="24"/>
                <w:highlight w:val="yellow"/>
              </w:rPr>
              <w:t>.</w:t>
            </w:r>
            <w:r w:rsidR="007F2CA1" w:rsidRPr="00446AC8">
              <w:rPr>
                <w:rFonts w:ascii="Tahoma" w:hAnsi="Tahoma" w:cs="Tahoma"/>
                <w:sz w:val="20"/>
                <w:szCs w:val="24"/>
                <w:highlight w:val="yellow"/>
              </w:rPr>
              <w:t>202</w:t>
            </w:r>
            <w:r w:rsidR="006112F4">
              <w:rPr>
                <w:rFonts w:ascii="Tahoma" w:hAnsi="Tahoma" w:cs="Tahoma"/>
                <w:sz w:val="20"/>
                <w:szCs w:val="24"/>
                <w:highlight w:val="yellow"/>
              </w:rPr>
              <w:t>5</w:t>
            </w:r>
            <w:r w:rsidRPr="00446AC8">
              <w:rPr>
                <w:rFonts w:ascii="Tahoma" w:hAnsi="Tahoma" w:cs="Tahoma"/>
                <w:sz w:val="20"/>
                <w:szCs w:val="24"/>
                <w:highlight w:val="yellow"/>
              </w:rPr>
              <w:t>г.</w:t>
            </w:r>
          </w:p>
          <w:p w14:paraId="2DD98348" w14:textId="1E0118C8" w:rsidR="001375B3" w:rsidRDefault="00AD2DA4" w:rsidP="00AD2DA4">
            <w:pPr>
              <w:jc w:val="left"/>
            </w:pPr>
            <w:r w:rsidRPr="005F75F0">
              <w:rPr>
                <w:rFonts w:ascii="Tahoma" w:hAnsi="Tahoma" w:cs="Tahoma"/>
                <w:sz w:val="20"/>
                <w:szCs w:val="24"/>
              </w:rPr>
              <w:t>Срок подачи предложения у</w:t>
            </w:r>
            <w:r w:rsidR="006476AF" w:rsidRPr="005F75F0">
              <w:rPr>
                <w:rFonts w:ascii="Tahoma" w:hAnsi="Tahoma" w:cs="Tahoma"/>
                <w:sz w:val="20"/>
                <w:szCs w:val="24"/>
              </w:rPr>
              <w:t>казан в тексте извещения, размещенном на сайтах:</w:t>
            </w:r>
            <w:r w:rsidR="006476AF" w:rsidRPr="005F75F0">
              <w:rPr>
                <w:rFonts w:ascii="Tahoma" w:hAnsi="Tahoma" w:cs="Tahoma"/>
                <w:color w:val="1F497D"/>
                <w:sz w:val="20"/>
                <w:szCs w:val="24"/>
              </w:rPr>
              <w:t xml:space="preserve"> </w:t>
            </w:r>
            <w:hyperlink r:id="rId17" w:history="1">
              <w:r w:rsidR="00617D47" w:rsidRPr="002C2CD1">
                <w:rPr>
                  <w:rStyle w:val="af8"/>
                </w:rPr>
                <w:t>https://nornickel.ru/suppliers/tenders/local/</w:t>
              </w:r>
            </w:hyperlink>
          </w:p>
          <w:p w14:paraId="555A753A" w14:textId="170820A8" w:rsidR="008B25FB" w:rsidRPr="001375B3" w:rsidRDefault="006476AF" w:rsidP="00AD2DA4">
            <w:pPr>
              <w:jc w:val="left"/>
            </w:pPr>
            <w:r w:rsidRPr="005F75F0">
              <w:rPr>
                <w:rFonts w:ascii="Tahoma" w:hAnsi="Tahoma" w:cs="Tahoma"/>
                <w:sz w:val="20"/>
                <w:szCs w:val="24"/>
              </w:rPr>
              <w:t xml:space="preserve"> (далее - сайт ЗФ).</w:t>
            </w:r>
          </w:p>
          <w:p w14:paraId="0F2FED76" w14:textId="5242C1AD" w:rsidR="00C7671D" w:rsidRDefault="00C7671D" w:rsidP="00C7671D">
            <w:pPr>
              <w:rPr>
                <w:rFonts w:ascii="Tahoma" w:hAnsi="Tahoma" w:cs="Tahoma"/>
                <w:color w:val="0070C0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 xml:space="preserve">Заявку на участие в Закупочной процедуре направлять по электронной почте </w:t>
            </w:r>
            <w:hyperlink r:id="rId18" w:history="1">
              <w:r w:rsidR="00C75A75" w:rsidRPr="005F75F0">
                <w:rPr>
                  <w:rFonts w:ascii="Tahoma" w:hAnsi="Tahoma" w:cs="Tahoma"/>
                  <w:color w:val="0070C0"/>
                  <w:sz w:val="20"/>
                </w:rPr>
                <w:t>zakupntpo@nornik.ru</w:t>
              </w:r>
            </w:hyperlink>
          </w:p>
          <w:p w14:paraId="6D474853" w14:textId="02AA15FA" w:rsidR="00837DFC" w:rsidRPr="005F75F0" w:rsidRDefault="00837DFC" w:rsidP="00C7671D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</w:rPr>
              <w:t>- Электронное сообщение не должно превышать 20 Мб.</w:t>
            </w:r>
          </w:p>
          <w:p w14:paraId="02FFBD80" w14:textId="498E0D3A" w:rsidR="0066452C" w:rsidRPr="005F75F0" w:rsidRDefault="007F4A54" w:rsidP="007F4A54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 xml:space="preserve">- </w:t>
            </w:r>
            <w:r w:rsidRPr="005F75F0">
              <w:rPr>
                <w:rFonts w:ascii="Tahoma" w:hAnsi="Tahoma" w:cs="Tahoma"/>
                <w:sz w:val="20"/>
                <w:szCs w:val="24"/>
              </w:rPr>
              <w:t>Предложения, полученные после указанного срока, не рассматриваются.</w:t>
            </w:r>
            <w:r>
              <w:rPr>
                <w:rFonts w:ascii="Tahoma" w:hAnsi="Tahoma" w:cs="Tahoma"/>
                <w:sz w:val="20"/>
                <w:szCs w:val="24"/>
              </w:rPr>
              <w:t xml:space="preserve"> ООО «НТПО» </w:t>
            </w:r>
            <w:r w:rsidRPr="005E52C7">
              <w:rPr>
                <w:rFonts w:ascii="Tahoma" w:hAnsi="Tahoma" w:cs="Tahoma"/>
                <w:sz w:val="20"/>
              </w:rPr>
              <w:t>вправе при необходимости изменить данный срок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9D0846" w:rsidRPr="005F75F0" w14:paraId="0B87B07A" w14:textId="77777777" w:rsidTr="009A57E7">
        <w:tc>
          <w:tcPr>
            <w:tcW w:w="4536" w:type="dxa"/>
            <w:shd w:val="clear" w:color="auto" w:fill="auto"/>
          </w:tcPr>
          <w:p w14:paraId="0CF8A2A1" w14:textId="45E47A5A" w:rsidR="009D0846" w:rsidRPr="005F75F0" w:rsidRDefault="009D0846" w:rsidP="005F75F0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lastRenderedPageBreak/>
              <w:t xml:space="preserve">4 Базис </w:t>
            </w:r>
            <w:r w:rsidR="005F75F0">
              <w:rPr>
                <w:rFonts w:ascii="Tahoma" w:hAnsi="Tahoma" w:cs="Tahoma"/>
                <w:sz w:val="20"/>
                <w:szCs w:val="24"/>
              </w:rPr>
              <w:t>Закупки</w:t>
            </w:r>
          </w:p>
        </w:tc>
        <w:tc>
          <w:tcPr>
            <w:tcW w:w="4962" w:type="dxa"/>
            <w:shd w:val="clear" w:color="auto" w:fill="auto"/>
          </w:tcPr>
          <w:p w14:paraId="1BE60C47" w14:textId="77777777" w:rsidR="00223A0B" w:rsidRPr="005E52C7" w:rsidRDefault="00223A0B" w:rsidP="00223A0B">
            <w:pPr>
              <w:tabs>
                <w:tab w:val="left" w:pos="1080"/>
              </w:tabs>
              <w:suppressAutoHyphens/>
              <w:rPr>
                <w:rFonts w:ascii="Tahoma" w:hAnsi="Tahoma" w:cs="Tahoma"/>
                <w:sz w:val="20"/>
              </w:rPr>
            </w:pPr>
            <w:r w:rsidRPr="005E52C7">
              <w:rPr>
                <w:rFonts w:ascii="Tahoma" w:hAnsi="Tahoma" w:cs="Tahoma"/>
                <w:sz w:val="20"/>
              </w:rPr>
              <w:t>Указан в приложениях к настоящему приглашению.</w:t>
            </w:r>
          </w:p>
          <w:p w14:paraId="6371BCB5" w14:textId="77777777" w:rsidR="00223A0B" w:rsidRPr="005E52C7" w:rsidRDefault="00223A0B" w:rsidP="00223A0B">
            <w:pPr>
              <w:tabs>
                <w:tab w:val="left" w:pos="1080"/>
              </w:tabs>
              <w:suppressAutoHyphens/>
              <w:rPr>
                <w:rFonts w:ascii="Tahoma" w:hAnsi="Tahoma" w:cs="Tahoma"/>
                <w:sz w:val="20"/>
              </w:rPr>
            </w:pPr>
          </w:p>
          <w:p w14:paraId="3983ACC4" w14:textId="3B975D46" w:rsidR="009D0846" w:rsidRPr="005F75F0" w:rsidRDefault="00223A0B" w:rsidP="00223A0B">
            <w:pPr>
              <w:rPr>
                <w:rFonts w:ascii="Tahoma" w:hAnsi="Tahoma" w:cs="Tahoma"/>
                <w:sz w:val="20"/>
                <w:szCs w:val="24"/>
              </w:rPr>
            </w:pPr>
            <w:r w:rsidRPr="0018220C">
              <w:rPr>
                <w:rFonts w:ascii="Tahoma" w:hAnsi="Tahoma" w:cs="Tahoma"/>
                <w:sz w:val="20"/>
              </w:rPr>
              <w:t xml:space="preserve">Выполнение работ в соответствии с требованиями </w:t>
            </w:r>
            <w:r>
              <w:rPr>
                <w:rFonts w:ascii="Tahoma" w:hAnsi="Tahoma" w:cs="Tahoma"/>
                <w:sz w:val="20"/>
              </w:rPr>
              <w:t>т</w:t>
            </w:r>
            <w:r w:rsidRPr="0018220C">
              <w:rPr>
                <w:rFonts w:ascii="Tahoma" w:hAnsi="Tahoma" w:cs="Tahoma"/>
                <w:sz w:val="20"/>
              </w:rPr>
              <w:t>ехнического задания</w:t>
            </w:r>
            <w:r>
              <w:rPr>
                <w:rFonts w:ascii="Tahoma" w:hAnsi="Tahoma" w:cs="Tahoma"/>
                <w:sz w:val="20"/>
              </w:rPr>
              <w:t xml:space="preserve"> (далее – ТЗ)</w:t>
            </w:r>
            <w:r w:rsidRPr="0018220C">
              <w:rPr>
                <w:rFonts w:ascii="Tahoma" w:hAnsi="Tahoma" w:cs="Tahoma"/>
                <w:sz w:val="20"/>
              </w:rPr>
              <w:t xml:space="preserve">. При расхождении между условиями </w:t>
            </w:r>
            <w:r>
              <w:rPr>
                <w:rFonts w:ascii="Tahoma" w:hAnsi="Tahoma" w:cs="Tahoma"/>
                <w:sz w:val="20"/>
              </w:rPr>
              <w:t>ТЗ</w:t>
            </w:r>
            <w:r w:rsidRPr="0018220C">
              <w:rPr>
                <w:rFonts w:ascii="Tahoma" w:hAnsi="Tahoma" w:cs="Tahoma"/>
                <w:sz w:val="20"/>
              </w:rPr>
              <w:t xml:space="preserve"> и условиями настоящего приглашения, считать информацию, указанную в приглашении, приоритетной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DC3F1F" w:rsidRPr="005F75F0" w14:paraId="0973C44F" w14:textId="77777777" w:rsidTr="009A57E7">
        <w:tc>
          <w:tcPr>
            <w:tcW w:w="4536" w:type="dxa"/>
            <w:shd w:val="clear" w:color="auto" w:fill="auto"/>
          </w:tcPr>
          <w:p w14:paraId="41AFFAE7" w14:textId="77777777" w:rsidR="00DC3F1F" w:rsidRPr="005F75F0" w:rsidRDefault="00DC3F1F" w:rsidP="00427580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>5. Форма, условия и сроки оплаты</w:t>
            </w:r>
          </w:p>
        </w:tc>
        <w:tc>
          <w:tcPr>
            <w:tcW w:w="4962" w:type="dxa"/>
            <w:shd w:val="clear" w:color="auto" w:fill="auto"/>
          </w:tcPr>
          <w:p w14:paraId="17393A06" w14:textId="1CFAD368" w:rsidR="001E6A17" w:rsidRPr="005F75F0" w:rsidRDefault="00F846E6" w:rsidP="002B461C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>В первый рабочий вторник после истечения 30 (тридцати) календарных дней с даты поступления оригиналов первичных документов контрагента на оплату при соблюдении установленных норм их оформления</w:t>
            </w:r>
          </w:p>
        </w:tc>
      </w:tr>
      <w:tr w:rsidR="00DD482E" w:rsidRPr="005F75F0" w14:paraId="7C15E897" w14:textId="77777777" w:rsidTr="009A57E7">
        <w:trPr>
          <w:trHeight w:val="1464"/>
        </w:trPr>
        <w:tc>
          <w:tcPr>
            <w:tcW w:w="4536" w:type="dxa"/>
            <w:shd w:val="clear" w:color="auto" w:fill="auto"/>
          </w:tcPr>
          <w:p w14:paraId="393ED328" w14:textId="1680F1DC" w:rsidR="00DD482E" w:rsidRPr="005F75F0" w:rsidRDefault="00DD482E" w:rsidP="00DD482E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>6. График / Срок поставки / выполнения работ / оказания услуг.</w:t>
            </w:r>
          </w:p>
        </w:tc>
        <w:tc>
          <w:tcPr>
            <w:tcW w:w="4962" w:type="dxa"/>
            <w:shd w:val="clear" w:color="auto" w:fill="auto"/>
          </w:tcPr>
          <w:p w14:paraId="776FF8B4" w14:textId="05CCD00B" w:rsidR="000304C3" w:rsidRPr="000270C6" w:rsidRDefault="000304C3" w:rsidP="000270C6">
            <w:pPr>
              <w:tabs>
                <w:tab w:val="left" w:pos="260"/>
              </w:tabs>
              <w:rPr>
                <w:rFonts w:ascii="Tahoma" w:hAnsi="Tahoma" w:cs="Tahoma"/>
                <w:sz w:val="20"/>
                <w:szCs w:val="24"/>
              </w:rPr>
            </w:pPr>
            <w:r w:rsidRPr="000270C6">
              <w:rPr>
                <w:rFonts w:ascii="Tahoma" w:hAnsi="Tahoma" w:cs="Tahoma"/>
                <w:sz w:val="20"/>
                <w:szCs w:val="24"/>
              </w:rPr>
              <w:t>Срок выполнения работ</w:t>
            </w:r>
            <w:r w:rsidRPr="009A57E7">
              <w:rPr>
                <w:rFonts w:ascii="Tahoma" w:hAnsi="Tahoma" w:cs="Tahoma"/>
                <w:sz w:val="20"/>
                <w:szCs w:val="24"/>
              </w:rPr>
              <w:t xml:space="preserve">: </w:t>
            </w:r>
            <w:r w:rsidR="000B614B">
              <w:rPr>
                <w:rFonts w:ascii="Tahoma" w:hAnsi="Tahoma" w:cs="Tahoma"/>
                <w:sz w:val="20"/>
                <w:szCs w:val="24"/>
              </w:rPr>
              <w:t xml:space="preserve">в течение </w:t>
            </w:r>
            <w:r w:rsidR="00F952D6">
              <w:rPr>
                <w:rFonts w:ascii="Tahoma" w:hAnsi="Tahoma" w:cs="Tahoma"/>
                <w:sz w:val="20"/>
                <w:szCs w:val="24"/>
              </w:rPr>
              <w:t>60 календарных дней с даты заключения договора.</w:t>
            </w:r>
          </w:p>
          <w:p w14:paraId="3A3771CF" w14:textId="0581871A" w:rsidR="00251FC1" w:rsidRPr="005F75F0" w:rsidRDefault="00251FC1" w:rsidP="000304C3">
            <w:pPr>
              <w:rPr>
                <w:rFonts w:ascii="Tahoma" w:hAnsi="Tahoma" w:cs="Tahoma"/>
                <w:sz w:val="20"/>
                <w:szCs w:val="24"/>
              </w:rPr>
            </w:pPr>
          </w:p>
        </w:tc>
      </w:tr>
      <w:tr w:rsidR="002F6C7A" w:rsidRPr="005F75F0" w14:paraId="3DEA6383" w14:textId="77777777" w:rsidTr="009A57E7">
        <w:trPr>
          <w:trHeight w:val="8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4E99" w14:textId="0517EC30" w:rsidR="002F6C7A" w:rsidRPr="005F75F0" w:rsidRDefault="002F6C7A" w:rsidP="006A66B1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>7. Особые условия приемки, требования к упаковке и транспортировке продукции.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FD56B" w14:textId="0F23DB02" w:rsidR="00F5240F" w:rsidRPr="004B43D8" w:rsidRDefault="00411BB7" w:rsidP="00F5240F">
            <w:pPr>
              <w:pStyle w:val="Default"/>
              <w:rPr>
                <w:rFonts w:ascii="Tahoma" w:hAnsi="Tahoma" w:cs="Tahoma"/>
              </w:rPr>
            </w:pPr>
            <w:r w:rsidRPr="005F75F0">
              <w:rPr>
                <w:rFonts w:ascii="Tahoma" w:hAnsi="Tahoma" w:cs="Tahoma"/>
                <w:sz w:val="20"/>
              </w:rPr>
              <w:t xml:space="preserve">В соответствии с </w:t>
            </w:r>
            <w:r w:rsidRPr="00923109">
              <w:rPr>
                <w:rFonts w:ascii="Tahoma" w:hAnsi="Tahoma" w:cs="Tahoma"/>
                <w:sz w:val="20"/>
              </w:rPr>
              <w:t xml:space="preserve">Техническим заданием </w:t>
            </w:r>
            <w:r w:rsidR="006D2EDA" w:rsidRPr="006D2EDA">
              <w:rPr>
                <w:rFonts w:ascii="Tahoma" w:hAnsi="Tahoma" w:cs="Tahoma"/>
                <w:sz w:val="20"/>
              </w:rPr>
              <w:t xml:space="preserve">на </w:t>
            </w:r>
            <w:r w:rsidR="00F5240F">
              <w:rPr>
                <w:rFonts w:ascii="Tahoma" w:hAnsi="Tahoma" w:cs="Tahoma"/>
                <w:sz w:val="20"/>
              </w:rPr>
              <w:t>выполнение работ по замене наружного трубопровода водоотведения, расположенного по адресу: Красноярский край, г.</w:t>
            </w:r>
            <w:r w:rsidR="00F5240F">
              <w:t xml:space="preserve"> </w:t>
            </w:r>
          </w:p>
          <w:p w14:paraId="7C860E95" w14:textId="2AB44603" w:rsidR="002B461C" w:rsidRPr="005F75F0" w:rsidRDefault="00F5240F" w:rsidP="00F5240F">
            <w:pPr>
              <w:rPr>
                <w:rFonts w:ascii="Tahoma" w:hAnsi="Tahoma" w:cs="Tahoma"/>
                <w:sz w:val="20"/>
                <w:szCs w:val="24"/>
              </w:rPr>
            </w:pPr>
            <w:r w:rsidRPr="004B43D8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r w:rsidRPr="004B43D8">
              <w:rPr>
                <w:rFonts w:ascii="Tahoma" w:hAnsi="Tahoma" w:cs="Tahoma"/>
                <w:color w:val="000000"/>
                <w:sz w:val="20"/>
                <w:szCs w:val="24"/>
              </w:rPr>
              <w:t>Норильск, район Ц</w:t>
            </w:r>
            <w:r>
              <w:rPr>
                <w:rFonts w:ascii="Tahoma" w:hAnsi="Tahoma" w:cs="Tahoma"/>
                <w:color w:val="000000"/>
                <w:sz w:val="20"/>
                <w:szCs w:val="24"/>
              </w:rPr>
              <w:t>ентральный, ул. Октябрьская 31.</w:t>
            </w:r>
          </w:p>
        </w:tc>
      </w:tr>
      <w:tr w:rsidR="00F846E6" w:rsidRPr="005F75F0" w14:paraId="4F8A3E8B" w14:textId="77777777" w:rsidTr="009A57E7">
        <w:tc>
          <w:tcPr>
            <w:tcW w:w="4536" w:type="dxa"/>
            <w:shd w:val="clear" w:color="auto" w:fill="auto"/>
          </w:tcPr>
          <w:p w14:paraId="6F88D340" w14:textId="55BB1187" w:rsidR="00F846E6" w:rsidRPr="005F75F0" w:rsidRDefault="00F846E6" w:rsidP="00F846E6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>8. Требования к сертификации Продукции, лицензиям, допускам к определенному виду работ.</w:t>
            </w:r>
          </w:p>
        </w:tc>
        <w:tc>
          <w:tcPr>
            <w:tcW w:w="4962" w:type="dxa"/>
            <w:shd w:val="clear" w:color="auto" w:fill="auto"/>
          </w:tcPr>
          <w:p w14:paraId="0ED8E791" w14:textId="36E37D4A" w:rsidR="006B1DFE" w:rsidRPr="004B43D8" w:rsidRDefault="00411BB7" w:rsidP="006B1DFE">
            <w:pPr>
              <w:pStyle w:val="Default"/>
              <w:rPr>
                <w:rFonts w:ascii="Tahoma" w:hAnsi="Tahoma" w:cs="Tahoma"/>
              </w:rPr>
            </w:pPr>
            <w:r w:rsidRPr="005F75F0">
              <w:rPr>
                <w:rFonts w:ascii="Tahoma" w:hAnsi="Tahoma" w:cs="Tahoma"/>
                <w:sz w:val="20"/>
              </w:rPr>
              <w:t>В соответствии с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923109">
              <w:rPr>
                <w:rFonts w:ascii="Tahoma" w:hAnsi="Tahoma" w:cs="Tahoma"/>
                <w:sz w:val="20"/>
              </w:rPr>
              <w:t>Техническим заданием</w:t>
            </w:r>
            <w:r w:rsidR="00923109" w:rsidRPr="00923109">
              <w:rPr>
                <w:rFonts w:ascii="Tahoma" w:hAnsi="Tahoma" w:cs="Tahoma"/>
                <w:sz w:val="20"/>
              </w:rPr>
              <w:t xml:space="preserve"> </w:t>
            </w:r>
            <w:r w:rsidR="006B1DFE" w:rsidRPr="006D2EDA">
              <w:rPr>
                <w:rFonts w:ascii="Tahoma" w:hAnsi="Tahoma" w:cs="Tahoma"/>
                <w:sz w:val="20"/>
              </w:rPr>
              <w:t xml:space="preserve">на </w:t>
            </w:r>
            <w:r w:rsidR="006B1DFE">
              <w:rPr>
                <w:rFonts w:ascii="Tahoma" w:hAnsi="Tahoma" w:cs="Tahoma"/>
                <w:sz w:val="20"/>
              </w:rPr>
              <w:t>выполнение работ по замене наружного трубопровода водоотведения, расположенного по адресу: Красноярский край, г.</w:t>
            </w:r>
            <w:r w:rsidR="006B1DFE">
              <w:t xml:space="preserve"> </w:t>
            </w:r>
          </w:p>
          <w:p w14:paraId="6F1D3BC1" w14:textId="32385A0D" w:rsidR="00F846E6" w:rsidRPr="005F75F0" w:rsidRDefault="006B1DFE" w:rsidP="006B1DFE">
            <w:pPr>
              <w:rPr>
                <w:rFonts w:ascii="Tahoma" w:hAnsi="Tahoma" w:cs="Tahoma"/>
                <w:sz w:val="20"/>
                <w:szCs w:val="24"/>
              </w:rPr>
            </w:pPr>
            <w:r w:rsidRPr="004B43D8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r w:rsidRPr="004B43D8">
              <w:rPr>
                <w:rFonts w:ascii="Tahoma" w:hAnsi="Tahoma" w:cs="Tahoma"/>
                <w:color w:val="000000"/>
                <w:sz w:val="20"/>
                <w:szCs w:val="24"/>
              </w:rPr>
              <w:t>Норильск, район Ц</w:t>
            </w:r>
            <w:r>
              <w:rPr>
                <w:rFonts w:ascii="Tahoma" w:hAnsi="Tahoma" w:cs="Tahoma"/>
                <w:color w:val="000000"/>
                <w:sz w:val="20"/>
                <w:szCs w:val="24"/>
              </w:rPr>
              <w:t>ентральный, ул. Октябрьская 31.</w:t>
            </w:r>
          </w:p>
        </w:tc>
      </w:tr>
      <w:tr w:rsidR="00F846E6" w:rsidRPr="005F75F0" w14:paraId="30F72FEF" w14:textId="77777777" w:rsidTr="009A57E7">
        <w:tc>
          <w:tcPr>
            <w:tcW w:w="4536" w:type="dxa"/>
            <w:shd w:val="clear" w:color="auto" w:fill="auto"/>
          </w:tcPr>
          <w:p w14:paraId="666F349D" w14:textId="2010931B" w:rsidR="00F846E6" w:rsidRPr="005F75F0" w:rsidRDefault="00F846E6" w:rsidP="00B57E7C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 xml:space="preserve">9.Экологические требования, требования к </w:t>
            </w:r>
            <w:proofErr w:type="spellStart"/>
            <w:r w:rsidRPr="005F75F0">
              <w:rPr>
                <w:rFonts w:ascii="Tahoma" w:hAnsi="Tahoma" w:cs="Tahoma"/>
                <w:sz w:val="20"/>
                <w:szCs w:val="24"/>
              </w:rPr>
              <w:t>валидации</w:t>
            </w:r>
            <w:proofErr w:type="spellEnd"/>
            <w:r w:rsidRPr="005F75F0">
              <w:rPr>
                <w:rFonts w:ascii="Tahoma" w:hAnsi="Tahoma" w:cs="Tahoma"/>
                <w:sz w:val="20"/>
                <w:szCs w:val="24"/>
              </w:rPr>
              <w:t xml:space="preserve"> Продукции, процессов и оборудования, к квалификации персонала, к системе менеджмента качества </w:t>
            </w:r>
            <w:r w:rsidR="00B57E7C">
              <w:rPr>
                <w:rFonts w:ascii="Tahoma" w:hAnsi="Tahoma" w:cs="Tahoma"/>
                <w:sz w:val="20"/>
                <w:szCs w:val="24"/>
              </w:rPr>
              <w:t>подрядчика</w:t>
            </w:r>
            <w:r w:rsidRPr="005F75F0">
              <w:rPr>
                <w:rFonts w:ascii="Tahoma" w:hAnsi="Tahoma" w:cs="Tahoma"/>
                <w:sz w:val="20"/>
                <w:szCs w:val="24"/>
              </w:rPr>
              <w:t xml:space="preserve"> (если применимо).</w:t>
            </w:r>
          </w:p>
        </w:tc>
        <w:tc>
          <w:tcPr>
            <w:tcW w:w="4962" w:type="dxa"/>
            <w:shd w:val="clear" w:color="auto" w:fill="auto"/>
          </w:tcPr>
          <w:p w14:paraId="287ECDDE" w14:textId="77777777" w:rsidR="005F75F0" w:rsidRPr="00422144" w:rsidRDefault="005F75F0" w:rsidP="005F75F0">
            <w:pPr>
              <w:rPr>
                <w:rFonts w:ascii="Tahoma" w:hAnsi="Tahoma" w:cs="Tahoma"/>
                <w:sz w:val="20"/>
              </w:rPr>
            </w:pPr>
            <w:r w:rsidRPr="00422144">
              <w:rPr>
                <w:rFonts w:ascii="Tahoma" w:hAnsi="Tahoma" w:cs="Tahoma"/>
                <w:sz w:val="20"/>
              </w:rPr>
              <w:t>Размещены по ссылке:</w:t>
            </w:r>
          </w:p>
          <w:p w14:paraId="534248FF" w14:textId="23AC7F70" w:rsidR="00F846E6" w:rsidRPr="005F75F0" w:rsidRDefault="002E6517" w:rsidP="005F75F0">
            <w:pPr>
              <w:rPr>
                <w:rFonts w:ascii="Tahoma" w:hAnsi="Tahoma" w:cs="Tahoma"/>
                <w:sz w:val="20"/>
                <w:szCs w:val="24"/>
              </w:rPr>
            </w:pPr>
            <w:hyperlink r:id="rId19" w:anchor="corporate-codes-and-policies" w:history="1">
              <w:r w:rsidR="005F75F0" w:rsidRPr="00422144">
                <w:rPr>
                  <w:rStyle w:val="af8"/>
                  <w:rFonts w:ascii="Tahoma" w:hAnsi="Tahoma" w:cs="Tahoma"/>
                  <w:sz w:val="20"/>
                </w:rPr>
                <w:t>https://www.nornickel.ru/investors/disclosure/corporate-documents/?sphrase_id=3361501#corporate-codes-and-policies</w:t>
              </w:r>
            </w:hyperlink>
          </w:p>
        </w:tc>
      </w:tr>
      <w:tr w:rsidR="00F846E6" w:rsidRPr="005F75F0" w14:paraId="5F170A9D" w14:textId="77777777" w:rsidTr="009A57E7">
        <w:tc>
          <w:tcPr>
            <w:tcW w:w="4536" w:type="dxa"/>
            <w:shd w:val="clear" w:color="auto" w:fill="auto"/>
          </w:tcPr>
          <w:p w14:paraId="3BB2EEDE" w14:textId="5F33708E" w:rsidR="00F846E6" w:rsidRPr="005F75F0" w:rsidRDefault="00F846E6" w:rsidP="00B57E7C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 xml:space="preserve">10.Требования к размеру и способу/форме обеспечения исполнения обязательств </w:t>
            </w:r>
            <w:r w:rsidR="00B57E7C">
              <w:rPr>
                <w:rFonts w:ascii="Tahoma" w:hAnsi="Tahoma" w:cs="Tahoma"/>
                <w:sz w:val="20"/>
                <w:szCs w:val="24"/>
              </w:rPr>
              <w:t>подрядчика</w:t>
            </w:r>
            <w:r w:rsidRPr="005F75F0">
              <w:rPr>
                <w:rFonts w:ascii="Tahoma" w:hAnsi="Tahoma" w:cs="Tahoma"/>
                <w:sz w:val="20"/>
                <w:szCs w:val="24"/>
              </w:rPr>
              <w:t xml:space="preserve"> по заключению и/или исполнению договора.</w:t>
            </w:r>
          </w:p>
        </w:tc>
        <w:tc>
          <w:tcPr>
            <w:tcW w:w="4962" w:type="dxa"/>
            <w:shd w:val="clear" w:color="auto" w:fill="auto"/>
          </w:tcPr>
          <w:p w14:paraId="5A82983C" w14:textId="5D939440" w:rsidR="00F846E6" w:rsidRPr="005F75F0" w:rsidRDefault="00F846E6" w:rsidP="005F75F0">
            <w:pPr>
              <w:ind w:left="-23"/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 xml:space="preserve">В соответствии с Типовой формой договора </w:t>
            </w:r>
            <w:r w:rsidR="00236B5F" w:rsidRPr="005F75F0">
              <w:rPr>
                <w:rFonts w:ascii="Tahoma" w:hAnsi="Tahoma" w:cs="Tahoma"/>
                <w:sz w:val="20"/>
                <w:szCs w:val="24"/>
              </w:rPr>
              <w:t xml:space="preserve">подряда </w:t>
            </w:r>
            <w:r w:rsidRPr="005F75F0">
              <w:rPr>
                <w:rFonts w:ascii="Tahoma" w:hAnsi="Tahoma" w:cs="Tahoma"/>
                <w:sz w:val="20"/>
                <w:szCs w:val="24"/>
              </w:rPr>
              <w:t>ООО «НТПО»</w:t>
            </w:r>
            <w:r w:rsidR="00236B5F" w:rsidRPr="005F75F0">
              <w:rPr>
                <w:rFonts w:ascii="Tahoma" w:hAnsi="Tahoma" w:cs="Tahoma"/>
                <w:i/>
                <w:sz w:val="20"/>
                <w:szCs w:val="24"/>
              </w:rPr>
              <w:t xml:space="preserve"> (Приложение № </w:t>
            </w:r>
            <w:r w:rsidR="005F75F0">
              <w:rPr>
                <w:rFonts w:ascii="Tahoma" w:hAnsi="Tahoma" w:cs="Tahoma"/>
                <w:i/>
                <w:sz w:val="20"/>
                <w:szCs w:val="24"/>
              </w:rPr>
              <w:t>3</w:t>
            </w:r>
            <w:r w:rsidR="00236B5F" w:rsidRPr="005F75F0">
              <w:rPr>
                <w:rFonts w:ascii="Tahoma" w:hAnsi="Tahoma" w:cs="Tahoma"/>
                <w:i/>
                <w:sz w:val="20"/>
                <w:szCs w:val="24"/>
              </w:rPr>
              <w:t xml:space="preserve"> к настоящему Приглашению)</w:t>
            </w:r>
            <w:r w:rsidR="00236B5F" w:rsidRPr="005F75F0">
              <w:rPr>
                <w:rFonts w:ascii="Tahoma" w:hAnsi="Tahoma" w:cs="Tahoma"/>
                <w:sz w:val="20"/>
                <w:szCs w:val="24"/>
              </w:rPr>
              <w:t>.</w:t>
            </w:r>
          </w:p>
        </w:tc>
      </w:tr>
      <w:tr w:rsidR="008F7FE8" w:rsidRPr="005F75F0" w14:paraId="06C96837" w14:textId="77777777" w:rsidTr="009A57E7">
        <w:tc>
          <w:tcPr>
            <w:tcW w:w="4536" w:type="dxa"/>
            <w:shd w:val="clear" w:color="auto" w:fill="auto"/>
          </w:tcPr>
          <w:p w14:paraId="058E35D6" w14:textId="53D1E88E" w:rsidR="008F7FE8" w:rsidRPr="005F75F0" w:rsidRDefault="008F7FE8" w:rsidP="008F7FE8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 xml:space="preserve">11.Требование о предоставлении документов, подтверждающих наличие возможности предоставления </w:t>
            </w:r>
            <w:r>
              <w:rPr>
                <w:rFonts w:ascii="Tahoma" w:hAnsi="Tahoma" w:cs="Tahoma"/>
                <w:sz w:val="20"/>
                <w:szCs w:val="24"/>
              </w:rPr>
              <w:t>подрядчиком</w:t>
            </w:r>
            <w:r w:rsidRPr="005F75F0">
              <w:rPr>
                <w:rFonts w:ascii="Tahoma" w:hAnsi="Tahoma" w:cs="Tahoma"/>
                <w:sz w:val="20"/>
                <w:szCs w:val="24"/>
              </w:rPr>
              <w:t xml:space="preserve"> обеспечения исполнения обязательств по заключению и/или исполнению договору для закупок, проводимых в рамках Тендеров (например, письмо или справка банка о выдаче в случае заключения договора </w:t>
            </w:r>
            <w:r>
              <w:rPr>
                <w:rFonts w:ascii="Tahoma" w:hAnsi="Tahoma" w:cs="Tahoma"/>
                <w:sz w:val="20"/>
                <w:szCs w:val="24"/>
              </w:rPr>
              <w:t>Подрядчику</w:t>
            </w:r>
            <w:r w:rsidRPr="005F75F0">
              <w:rPr>
                <w:rFonts w:ascii="Tahoma" w:hAnsi="Tahoma" w:cs="Tahoma"/>
                <w:sz w:val="20"/>
                <w:szCs w:val="24"/>
              </w:rPr>
              <w:t xml:space="preserve"> соответствующей банковской гарантии / векселя).</w:t>
            </w:r>
          </w:p>
        </w:tc>
        <w:tc>
          <w:tcPr>
            <w:tcW w:w="4962" w:type="dxa"/>
            <w:shd w:val="clear" w:color="auto" w:fill="auto"/>
          </w:tcPr>
          <w:p w14:paraId="4E83C353" w14:textId="77777777" w:rsidR="008F7FE8" w:rsidRPr="005E52C7" w:rsidRDefault="008F7FE8" w:rsidP="008F7FE8">
            <w:pPr>
              <w:rPr>
                <w:rFonts w:ascii="Tahoma" w:hAnsi="Tahoma" w:cs="Tahoma"/>
                <w:sz w:val="20"/>
              </w:rPr>
            </w:pPr>
            <w:r w:rsidRPr="005E52C7">
              <w:rPr>
                <w:rFonts w:ascii="Tahoma" w:hAnsi="Tahoma" w:cs="Tahoma"/>
                <w:sz w:val="20"/>
              </w:rPr>
              <w:t>С условиями обеспечения исполнения обязательств по договорам можно ознакомиться скачав, соответствующий файл на сайте Компании по следующему адресу:</w:t>
            </w:r>
          </w:p>
          <w:p w14:paraId="2FE920FE" w14:textId="77777777" w:rsidR="008F7FE8" w:rsidRPr="005E52C7" w:rsidRDefault="002E6517" w:rsidP="008F7FE8">
            <w:pPr>
              <w:rPr>
                <w:rFonts w:ascii="Tahoma" w:hAnsi="Tahoma" w:cs="Tahoma"/>
                <w:sz w:val="20"/>
              </w:rPr>
            </w:pPr>
            <w:hyperlink r:id="rId20" w:history="1">
              <w:r w:rsidR="008F7FE8" w:rsidRPr="005E52C7">
                <w:rPr>
                  <w:rStyle w:val="af8"/>
                  <w:rFonts w:ascii="Tahoma" w:hAnsi="Tahoma" w:cs="Tahoma"/>
                  <w:sz w:val="20"/>
                </w:rPr>
                <w:t>https://www.nornickel.ru/suppliers/tenders/instructions-and-templates/</w:t>
              </w:r>
            </w:hyperlink>
            <w:r w:rsidR="008F7FE8" w:rsidRPr="005E52C7">
              <w:rPr>
                <w:rStyle w:val="af8"/>
                <w:rFonts w:ascii="Tahoma" w:hAnsi="Tahoma" w:cs="Tahoma"/>
                <w:sz w:val="20"/>
              </w:rPr>
              <w:t>.</w:t>
            </w:r>
          </w:p>
          <w:p w14:paraId="1DA381F3" w14:textId="77777777" w:rsidR="008F7FE8" w:rsidRPr="005E52C7" w:rsidRDefault="008F7FE8" w:rsidP="008F7FE8">
            <w:pPr>
              <w:rPr>
                <w:rFonts w:ascii="Tahoma" w:hAnsi="Tahoma" w:cs="Tahoma"/>
                <w:sz w:val="20"/>
              </w:rPr>
            </w:pPr>
          </w:p>
          <w:p w14:paraId="24BCFA4E" w14:textId="77777777" w:rsidR="008F7FE8" w:rsidRPr="005E52C7" w:rsidRDefault="008F7FE8" w:rsidP="008F7FE8">
            <w:pPr>
              <w:rPr>
                <w:rFonts w:ascii="Tahoma" w:hAnsi="Tahoma" w:cs="Tahoma"/>
                <w:sz w:val="20"/>
              </w:rPr>
            </w:pPr>
            <w:r w:rsidRPr="005E52C7">
              <w:rPr>
                <w:rFonts w:ascii="Tahoma" w:hAnsi="Tahoma" w:cs="Tahoma"/>
                <w:sz w:val="20"/>
              </w:rPr>
              <w:t>Основные требования, предъявляемые к банковской гарантии:</w:t>
            </w:r>
          </w:p>
          <w:p w14:paraId="00DB5091" w14:textId="77777777" w:rsidR="008F7FE8" w:rsidRPr="005E52C7" w:rsidRDefault="008F7FE8" w:rsidP="008F7FE8">
            <w:pPr>
              <w:pStyle w:val="affd"/>
              <w:numPr>
                <w:ilvl w:val="0"/>
                <w:numId w:val="27"/>
              </w:numPr>
              <w:tabs>
                <w:tab w:val="left" w:pos="719"/>
              </w:tabs>
              <w:ind w:left="0" w:firstLine="10"/>
              <w:contextualSpacing/>
              <w:rPr>
                <w:rFonts w:ascii="Tahoma" w:hAnsi="Tahoma" w:cs="Tahoma"/>
                <w:sz w:val="20"/>
              </w:rPr>
            </w:pPr>
            <w:r w:rsidRPr="005E52C7">
              <w:rPr>
                <w:rFonts w:ascii="Tahoma" w:hAnsi="Tahoma" w:cs="Tahoma"/>
                <w:sz w:val="20"/>
              </w:rPr>
              <w:t>банковская гарантия, предоставляемая поставщиком под уплату неустойки/возврат аванса, должна соответствовать типовой форме банковской гарантии, утвержденной в Группе компаний «Норильский никель»;</w:t>
            </w:r>
          </w:p>
          <w:p w14:paraId="78AE7010" w14:textId="77777777" w:rsidR="008F7FE8" w:rsidRPr="005E52C7" w:rsidRDefault="008F7FE8" w:rsidP="008F7FE8">
            <w:pPr>
              <w:pStyle w:val="affd"/>
              <w:numPr>
                <w:ilvl w:val="0"/>
                <w:numId w:val="27"/>
              </w:numPr>
              <w:tabs>
                <w:tab w:val="left" w:pos="719"/>
              </w:tabs>
              <w:ind w:left="0" w:firstLine="10"/>
              <w:contextualSpacing/>
              <w:rPr>
                <w:rFonts w:ascii="Tahoma" w:hAnsi="Tahoma" w:cs="Tahoma"/>
                <w:sz w:val="20"/>
              </w:rPr>
            </w:pPr>
            <w:r w:rsidRPr="005E52C7">
              <w:rPr>
                <w:rFonts w:ascii="Tahoma" w:hAnsi="Tahoma" w:cs="Tahoma"/>
                <w:sz w:val="20"/>
              </w:rPr>
              <w:t xml:space="preserve">срок действия банковской гарантии должен заканчиваться не ранее, чем через 30 (тридцать) рабочих дней после наступления </w:t>
            </w:r>
            <w:r w:rsidRPr="005E52C7">
              <w:rPr>
                <w:rFonts w:ascii="Tahoma" w:hAnsi="Tahoma" w:cs="Tahoma"/>
                <w:sz w:val="20"/>
              </w:rPr>
              <w:lastRenderedPageBreak/>
              <w:t>крайней даты исполнения обеспеченных банковской гарантией обязательств поставщика;</w:t>
            </w:r>
          </w:p>
          <w:p w14:paraId="570E0827" w14:textId="77777777" w:rsidR="008F7FE8" w:rsidRPr="005E52C7" w:rsidRDefault="008F7FE8" w:rsidP="008F7FE8">
            <w:pPr>
              <w:pStyle w:val="affd"/>
              <w:numPr>
                <w:ilvl w:val="0"/>
                <w:numId w:val="27"/>
              </w:numPr>
              <w:tabs>
                <w:tab w:val="left" w:pos="719"/>
              </w:tabs>
              <w:ind w:left="0" w:firstLine="10"/>
              <w:contextualSpacing/>
              <w:rPr>
                <w:rFonts w:ascii="Tahoma" w:hAnsi="Tahoma" w:cs="Tahoma"/>
                <w:sz w:val="20"/>
              </w:rPr>
            </w:pPr>
            <w:r w:rsidRPr="005E52C7">
              <w:rPr>
                <w:rFonts w:ascii="Tahoma" w:hAnsi="Tahoma" w:cs="Tahoma"/>
                <w:sz w:val="20"/>
              </w:rPr>
              <w:t>необходимость предоставления продления банковской гарантии, в случае неисполнения обеспеченных банковской гарантией обязательств поставщика, в установленные договором сроки, не позднее чем за 30 (тридцать) рабочих дней до даты истечения срока действия банковской гарантии;</w:t>
            </w:r>
          </w:p>
          <w:p w14:paraId="3BB41654" w14:textId="505BAC97" w:rsidR="008F7FE8" w:rsidRPr="005F75F0" w:rsidRDefault="008F7FE8" w:rsidP="008F7FE8">
            <w:pPr>
              <w:pStyle w:val="affd"/>
              <w:ind w:left="0"/>
              <w:rPr>
                <w:rFonts w:ascii="Tahoma" w:hAnsi="Tahoma" w:cs="Tahoma"/>
                <w:sz w:val="20"/>
                <w:szCs w:val="24"/>
              </w:rPr>
            </w:pPr>
            <w:r w:rsidRPr="005E52C7">
              <w:rPr>
                <w:rFonts w:ascii="Tahoma" w:hAnsi="Tahoma" w:cs="Tahoma"/>
                <w:sz w:val="20"/>
              </w:rPr>
              <w:t>гарантом может выступать только банк или его филиал, согласованный заказчиком</w:t>
            </w:r>
          </w:p>
        </w:tc>
      </w:tr>
      <w:tr w:rsidR="005F75F0" w:rsidRPr="005F75F0" w14:paraId="0A10698B" w14:textId="77777777" w:rsidTr="009A57E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7938C" w14:textId="3CF5AA26" w:rsidR="005F75F0" w:rsidRPr="005F75F0" w:rsidRDefault="005F75F0" w:rsidP="00B57E7C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lastRenderedPageBreak/>
              <w:t xml:space="preserve">12. Требование о представлении документов, подтверждающих благонадежность </w:t>
            </w:r>
            <w:r w:rsidR="00B57E7C">
              <w:rPr>
                <w:rFonts w:ascii="Tahoma" w:hAnsi="Tahoma" w:cs="Tahoma"/>
                <w:sz w:val="20"/>
                <w:szCs w:val="24"/>
              </w:rPr>
              <w:t>Подрядчика</w:t>
            </w:r>
            <w:r w:rsidRPr="005F75F0">
              <w:rPr>
                <w:rFonts w:ascii="Tahoma" w:hAnsi="Tahoma" w:cs="Tahoma"/>
                <w:sz w:val="20"/>
                <w:szCs w:val="24"/>
              </w:rPr>
              <w:t xml:space="preserve"> в соответствии с требованиями Положения о договорной работе, в том числе бухгалтерского баланса, отчета о финансовых результатах за последний отчетный период (копия, заверенная уполномоченным лицом или главным бухгалтером </w:t>
            </w:r>
            <w:r w:rsidR="00B57E7C">
              <w:rPr>
                <w:rFonts w:ascii="Tahoma" w:hAnsi="Tahoma" w:cs="Tahoma"/>
                <w:sz w:val="20"/>
                <w:szCs w:val="24"/>
              </w:rPr>
              <w:t>Подрядчика</w:t>
            </w:r>
            <w:r w:rsidRPr="005F75F0">
              <w:rPr>
                <w:rFonts w:ascii="Tahoma" w:hAnsi="Tahoma" w:cs="Tahoma"/>
                <w:sz w:val="20"/>
                <w:szCs w:val="24"/>
              </w:rPr>
              <w:t xml:space="preserve"> с указанием даты заверения), а также справки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утвержденной соответствующим Приказом ФНС России.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D36C7" w14:textId="60ED0D98" w:rsidR="00E44929" w:rsidRPr="005E52C7" w:rsidRDefault="00E44929" w:rsidP="00CA663A">
            <w:pPr>
              <w:numPr>
                <w:ilvl w:val="0"/>
                <w:numId w:val="36"/>
              </w:numPr>
              <w:tabs>
                <w:tab w:val="left" w:pos="520"/>
              </w:tabs>
              <w:suppressAutoHyphens/>
              <w:ind w:left="0" w:firstLine="0"/>
              <w:rPr>
                <w:rFonts w:ascii="Tahoma" w:hAnsi="Tahoma" w:cs="Tahoma"/>
                <w:sz w:val="20"/>
              </w:rPr>
            </w:pPr>
            <w:r w:rsidRPr="005E52C7">
              <w:rPr>
                <w:rFonts w:ascii="Tahoma" w:hAnsi="Tahoma" w:cs="Tahoma"/>
                <w:sz w:val="20"/>
              </w:rPr>
              <w:t>Заявку (</w:t>
            </w:r>
            <w:r w:rsidR="00CA663A" w:rsidRPr="005E52C7">
              <w:rPr>
                <w:rFonts w:ascii="Tahoma" w:hAnsi="Tahoma" w:cs="Tahoma"/>
                <w:sz w:val="20"/>
              </w:rPr>
              <w:t>Приложение 1</w:t>
            </w:r>
            <w:r w:rsidR="00CA663A" w:rsidRPr="00CA663A">
              <w:rPr>
                <w:rFonts w:ascii="Tahoma" w:hAnsi="Tahoma" w:cs="Tahoma"/>
                <w:sz w:val="20"/>
              </w:rPr>
              <w:t xml:space="preserve"> </w:t>
            </w:r>
            <w:r w:rsidR="00CA663A" w:rsidRPr="008F7FE8">
              <w:rPr>
                <w:rFonts w:ascii="Tahoma" w:hAnsi="Tahoma" w:cs="Tahoma"/>
                <w:i/>
                <w:sz w:val="20"/>
              </w:rPr>
              <w:t>Приложения 2 приглашения</w:t>
            </w:r>
            <w:r w:rsidRPr="005E52C7">
              <w:rPr>
                <w:rFonts w:ascii="Tahoma" w:hAnsi="Tahoma" w:cs="Tahoma"/>
                <w:sz w:val="20"/>
              </w:rPr>
              <w:t xml:space="preserve">) на </w:t>
            </w:r>
            <w:r w:rsidRPr="001935B7">
              <w:rPr>
                <w:rFonts w:ascii="Tahoma" w:hAnsi="Tahoma" w:cs="Tahoma"/>
                <w:sz w:val="20"/>
              </w:rPr>
              <w:t>имя директора Департамента организации закупочных процедур ЗФ Чечель Петра Анатольевича. Текст заявки на уч</w:t>
            </w:r>
            <w:r w:rsidRPr="005E52C7">
              <w:rPr>
                <w:rFonts w:ascii="Tahoma" w:hAnsi="Tahoma" w:cs="Tahoma"/>
                <w:sz w:val="20"/>
              </w:rPr>
              <w:t>астие в закупочной процедуре должен содержать номер данного Приглашения к участию в закупочной процедуре;</w:t>
            </w:r>
          </w:p>
          <w:p w14:paraId="0EEB6B5E" w14:textId="490AD8E5" w:rsidR="00E44929" w:rsidRPr="005E52C7" w:rsidRDefault="00E44929" w:rsidP="00CA663A">
            <w:pPr>
              <w:numPr>
                <w:ilvl w:val="0"/>
                <w:numId w:val="36"/>
              </w:numPr>
              <w:tabs>
                <w:tab w:val="left" w:pos="520"/>
              </w:tabs>
              <w:suppressAutoHyphens/>
              <w:ind w:left="0" w:firstLine="0"/>
              <w:rPr>
                <w:rFonts w:ascii="Tahoma" w:hAnsi="Tahoma" w:cs="Tahoma"/>
                <w:sz w:val="20"/>
              </w:rPr>
            </w:pPr>
            <w:r w:rsidRPr="005E52C7">
              <w:rPr>
                <w:rFonts w:ascii="Tahoma" w:hAnsi="Tahoma" w:cs="Tahoma"/>
                <w:sz w:val="20"/>
              </w:rPr>
              <w:t>Коммерческое предложение</w:t>
            </w:r>
            <w:r w:rsidRPr="00CA663A">
              <w:footnoteReference w:id="2"/>
            </w:r>
            <w:r w:rsidRPr="005E52C7">
              <w:rPr>
                <w:rFonts w:ascii="Tahoma" w:hAnsi="Tahoma" w:cs="Tahoma"/>
                <w:sz w:val="20"/>
              </w:rPr>
              <w:t xml:space="preserve"> - по одному на каждый предмет закупки (</w:t>
            </w:r>
            <w:r w:rsidR="00CA663A" w:rsidRPr="00CA663A">
              <w:rPr>
                <w:rFonts w:ascii="Tahoma" w:hAnsi="Tahoma" w:cs="Tahoma"/>
                <w:sz w:val="20"/>
              </w:rPr>
              <w:t xml:space="preserve">Приложение </w:t>
            </w:r>
            <w:r w:rsidR="00CA663A">
              <w:rPr>
                <w:rFonts w:ascii="Tahoma" w:hAnsi="Tahoma" w:cs="Tahoma"/>
                <w:sz w:val="20"/>
              </w:rPr>
              <w:t>2</w:t>
            </w:r>
            <w:r w:rsidR="00CA663A" w:rsidRPr="00CA663A">
              <w:rPr>
                <w:rFonts w:ascii="Tahoma" w:hAnsi="Tahoma" w:cs="Tahoma"/>
                <w:sz w:val="20"/>
              </w:rPr>
              <w:t xml:space="preserve"> </w:t>
            </w:r>
            <w:r w:rsidR="008F7FE8" w:rsidRPr="008F7FE8">
              <w:rPr>
                <w:rFonts w:ascii="Tahoma" w:hAnsi="Tahoma" w:cs="Tahoma"/>
                <w:i/>
                <w:sz w:val="20"/>
              </w:rPr>
              <w:t>Приложения 2 приглашения</w:t>
            </w:r>
            <w:r w:rsidRPr="005E52C7">
              <w:rPr>
                <w:rFonts w:ascii="Tahoma" w:hAnsi="Tahoma" w:cs="Tahoma"/>
                <w:sz w:val="20"/>
              </w:rPr>
              <w:t>);</w:t>
            </w:r>
          </w:p>
          <w:p w14:paraId="7882A2C7" w14:textId="6D6543DA" w:rsidR="00E44929" w:rsidRPr="005E52C7" w:rsidRDefault="00E44929" w:rsidP="00E44929">
            <w:pPr>
              <w:numPr>
                <w:ilvl w:val="0"/>
                <w:numId w:val="36"/>
              </w:numPr>
              <w:tabs>
                <w:tab w:val="left" w:pos="520"/>
              </w:tabs>
              <w:suppressAutoHyphens/>
              <w:ind w:left="0" w:firstLine="0"/>
              <w:rPr>
                <w:rFonts w:ascii="Tahoma" w:hAnsi="Tahoma" w:cs="Tahoma"/>
                <w:sz w:val="20"/>
              </w:rPr>
            </w:pPr>
            <w:r w:rsidRPr="005E52C7">
              <w:rPr>
                <w:rFonts w:ascii="Tahoma" w:hAnsi="Tahoma" w:cs="Tahoma"/>
                <w:sz w:val="20"/>
              </w:rPr>
              <w:t>Документы, необходимые для идентификации и квалификации поставщика (Приложение 3</w:t>
            </w:r>
            <w:r w:rsidR="008B2D68">
              <w:rPr>
                <w:rFonts w:ascii="Tahoma" w:hAnsi="Tahoma" w:cs="Tahoma"/>
                <w:sz w:val="20"/>
              </w:rPr>
              <w:t xml:space="preserve"> </w:t>
            </w:r>
            <w:r w:rsidR="008B2D68" w:rsidRPr="008F7FE8">
              <w:rPr>
                <w:rFonts w:ascii="Tahoma" w:hAnsi="Tahoma" w:cs="Tahoma"/>
                <w:i/>
                <w:sz w:val="20"/>
              </w:rPr>
              <w:t>Приложения 2 приглашения</w:t>
            </w:r>
            <w:r w:rsidRPr="005E52C7">
              <w:rPr>
                <w:rFonts w:ascii="Tahoma" w:hAnsi="Tahoma" w:cs="Tahoma"/>
                <w:sz w:val="20"/>
              </w:rPr>
              <w:t>) в соответствии с описью документов (форма 9);</w:t>
            </w:r>
          </w:p>
          <w:p w14:paraId="46AB9DE2" w14:textId="65E5969C" w:rsidR="00E44929" w:rsidRPr="005E52C7" w:rsidRDefault="00E44929" w:rsidP="00E44929">
            <w:pPr>
              <w:numPr>
                <w:ilvl w:val="0"/>
                <w:numId w:val="36"/>
              </w:numPr>
              <w:tabs>
                <w:tab w:val="left" w:pos="520"/>
              </w:tabs>
              <w:suppressAutoHyphens/>
              <w:ind w:left="0" w:firstLine="0"/>
              <w:rPr>
                <w:rFonts w:ascii="Tahoma" w:hAnsi="Tahoma" w:cs="Tahoma"/>
                <w:sz w:val="20"/>
              </w:rPr>
            </w:pPr>
            <w:r w:rsidRPr="005E52C7">
              <w:rPr>
                <w:rFonts w:ascii="Tahoma" w:hAnsi="Tahoma" w:cs="Tahoma"/>
                <w:sz w:val="20"/>
              </w:rPr>
              <w:t>Опись документов (форма 9</w:t>
            </w:r>
            <w:r w:rsidR="008B2D68">
              <w:rPr>
                <w:rFonts w:ascii="Tahoma" w:hAnsi="Tahoma" w:cs="Tahoma"/>
                <w:sz w:val="20"/>
              </w:rPr>
              <w:t xml:space="preserve"> </w:t>
            </w:r>
            <w:r w:rsidR="008B2D68" w:rsidRPr="008F7FE8">
              <w:rPr>
                <w:rFonts w:ascii="Tahoma" w:hAnsi="Tahoma" w:cs="Tahoma"/>
                <w:i/>
                <w:sz w:val="20"/>
              </w:rPr>
              <w:t>Приложения 2 приглашения</w:t>
            </w:r>
            <w:r w:rsidRPr="005E52C7">
              <w:rPr>
                <w:rFonts w:ascii="Tahoma" w:hAnsi="Tahoma" w:cs="Tahoma"/>
                <w:sz w:val="20"/>
              </w:rPr>
              <w:t>).</w:t>
            </w:r>
          </w:p>
          <w:p w14:paraId="4CBDDA08" w14:textId="77777777" w:rsidR="001A5318" w:rsidRPr="005E52C7" w:rsidRDefault="001A5318" w:rsidP="001A5318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</w:p>
          <w:p w14:paraId="2A6253E0" w14:textId="46C5FEA5" w:rsidR="001A5318" w:rsidRPr="005E52C7" w:rsidRDefault="001A5318" w:rsidP="001A5318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5E52C7">
              <w:rPr>
                <w:rFonts w:ascii="Tahoma" w:hAnsi="Tahoma" w:cs="Tahoma"/>
                <w:sz w:val="20"/>
              </w:rPr>
              <w:t>Поставщик может не предоставлять полный перечень документов, описанных в Приложении 3</w:t>
            </w:r>
            <w:r w:rsidR="008B2D68">
              <w:rPr>
                <w:rFonts w:ascii="Tahoma" w:hAnsi="Tahoma" w:cs="Tahoma"/>
                <w:sz w:val="20"/>
              </w:rPr>
              <w:t xml:space="preserve"> </w:t>
            </w:r>
            <w:r w:rsidR="008B2D68" w:rsidRPr="008F7FE8">
              <w:rPr>
                <w:rFonts w:ascii="Tahoma" w:hAnsi="Tahoma" w:cs="Tahoma"/>
                <w:i/>
                <w:sz w:val="20"/>
              </w:rPr>
              <w:t>Приложения 2 приглашения</w:t>
            </w:r>
            <w:r w:rsidRPr="005E52C7">
              <w:rPr>
                <w:rFonts w:ascii="Tahoma" w:hAnsi="Tahoma" w:cs="Tahoma"/>
                <w:sz w:val="20"/>
              </w:rPr>
              <w:t>, при выполнении всех нижеследующих условий:</w:t>
            </w:r>
          </w:p>
          <w:p w14:paraId="19389297" w14:textId="77777777" w:rsidR="001A5318" w:rsidRPr="005E52C7" w:rsidRDefault="001A5318" w:rsidP="001A5318">
            <w:pPr>
              <w:numPr>
                <w:ilvl w:val="0"/>
                <w:numId w:val="38"/>
              </w:numPr>
              <w:tabs>
                <w:tab w:val="left" w:pos="520"/>
                <w:tab w:val="left" w:pos="1080"/>
              </w:tabs>
              <w:suppressAutoHyphens/>
              <w:ind w:left="0" w:firstLine="0"/>
              <w:rPr>
                <w:rFonts w:ascii="Tahoma" w:hAnsi="Tahoma" w:cs="Tahoma"/>
                <w:sz w:val="20"/>
              </w:rPr>
            </w:pPr>
            <w:r w:rsidRPr="005E52C7">
              <w:rPr>
                <w:rFonts w:ascii="Tahoma" w:hAnsi="Tahoma" w:cs="Tahoma"/>
                <w:sz w:val="20"/>
              </w:rPr>
              <w:t>Если поставщиком уже подавалась заявка на участие в закупке;</w:t>
            </w:r>
          </w:p>
          <w:p w14:paraId="2A5C7902" w14:textId="77777777" w:rsidR="001A5318" w:rsidRPr="005E52C7" w:rsidRDefault="001A5318" w:rsidP="001A5318">
            <w:pPr>
              <w:numPr>
                <w:ilvl w:val="0"/>
                <w:numId w:val="38"/>
              </w:numPr>
              <w:tabs>
                <w:tab w:val="left" w:pos="520"/>
                <w:tab w:val="left" w:pos="1080"/>
              </w:tabs>
              <w:suppressAutoHyphens/>
              <w:ind w:left="0" w:firstLine="0"/>
              <w:rPr>
                <w:rFonts w:ascii="Tahoma" w:hAnsi="Tahoma" w:cs="Tahoma"/>
                <w:sz w:val="20"/>
              </w:rPr>
            </w:pPr>
            <w:r w:rsidRPr="005E52C7">
              <w:rPr>
                <w:rFonts w:ascii="Tahoma" w:hAnsi="Tahoma" w:cs="Tahoma"/>
                <w:sz w:val="20"/>
              </w:rPr>
              <w:t>Срок первоначально поданной заявки с данными и документами поставщика не превышает 12-ти месяцев от даты регистрации;</w:t>
            </w:r>
          </w:p>
          <w:p w14:paraId="389B0683" w14:textId="77777777" w:rsidR="001A5318" w:rsidRPr="005E52C7" w:rsidRDefault="001A5318" w:rsidP="001A5318">
            <w:pPr>
              <w:numPr>
                <w:ilvl w:val="0"/>
                <w:numId w:val="38"/>
              </w:numPr>
              <w:tabs>
                <w:tab w:val="left" w:pos="520"/>
                <w:tab w:val="left" w:pos="1080"/>
              </w:tabs>
              <w:suppressAutoHyphens/>
              <w:ind w:left="0" w:firstLine="0"/>
              <w:rPr>
                <w:rFonts w:ascii="Tahoma" w:hAnsi="Tahoma" w:cs="Tahoma"/>
                <w:sz w:val="20"/>
              </w:rPr>
            </w:pPr>
            <w:r w:rsidRPr="005E52C7">
              <w:rPr>
                <w:rFonts w:ascii="Tahoma" w:hAnsi="Tahoma" w:cs="Tahoma"/>
                <w:sz w:val="20"/>
              </w:rPr>
              <w:t>Данные и документы поставщика остались без изменений.</w:t>
            </w:r>
          </w:p>
          <w:p w14:paraId="2E559FB1" w14:textId="77777777" w:rsidR="001A5318" w:rsidRPr="005E52C7" w:rsidRDefault="001A5318" w:rsidP="001A5318">
            <w:pPr>
              <w:tabs>
                <w:tab w:val="left" w:pos="520"/>
                <w:tab w:val="left" w:pos="1080"/>
              </w:tabs>
              <w:suppressAutoHyphens/>
              <w:rPr>
                <w:rFonts w:ascii="Tahoma" w:hAnsi="Tahoma" w:cs="Tahoma"/>
                <w:sz w:val="20"/>
              </w:rPr>
            </w:pPr>
          </w:p>
          <w:p w14:paraId="25DC0372" w14:textId="77777777" w:rsidR="001A5318" w:rsidRDefault="001A5318" w:rsidP="001A5318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5E52C7">
              <w:rPr>
                <w:rFonts w:ascii="Tahoma" w:hAnsi="Tahoma" w:cs="Tahoma"/>
                <w:sz w:val="20"/>
              </w:rPr>
              <w:t xml:space="preserve">В этом случае поставщик в обязательном порядке предоставляет выписку из единого государственного </w:t>
            </w:r>
            <w:r>
              <w:rPr>
                <w:rFonts w:ascii="Tahoma" w:hAnsi="Tahoma" w:cs="Tahoma"/>
                <w:sz w:val="20"/>
              </w:rPr>
              <w:t>РНК (реестр недобросовестных контрагентов)</w:t>
            </w:r>
          </w:p>
          <w:p w14:paraId="047D0475" w14:textId="77777777" w:rsidR="001A5318" w:rsidRPr="005E52C7" w:rsidRDefault="001A5318" w:rsidP="001A5318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5E52C7">
              <w:rPr>
                <w:rFonts w:ascii="Tahoma" w:hAnsi="Tahoma" w:cs="Tahoma"/>
                <w:sz w:val="20"/>
              </w:rPr>
              <w:t>а юридических лиц, выданную не ранее, чем за один месяц до дня предъявления, в электронной форме</w:t>
            </w:r>
            <w:r w:rsidRPr="005E52C7">
              <w:rPr>
                <w:rStyle w:val="af"/>
                <w:rFonts w:ascii="Tahoma" w:hAnsi="Tahoma" w:cs="Tahoma"/>
                <w:sz w:val="20"/>
              </w:rPr>
              <w:footnoteReference w:id="3"/>
            </w:r>
            <w:r w:rsidRPr="005E52C7">
              <w:rPr>
                <w:rFonts w:ascii="Tahoma" w:hAnsi="Tahoma" w:cs="Tahoma"/>
                <w:sz w:val="20"/>
              </w:rPr>
              <w:t>, подписанную усиленной квалифицированной электронной подписью или заверенную печатью налогового органа, и справку об отсутствии задолженности перед бюджетом, выданную налоговым органом, в котором поставщик стоит на налоговом учете (за исключением поставщиков, являющихся публичными акционерными обществами, субъектами естественных монополий, некоммерческими организациями, финансовыми организациями).</w:t>
            </w:r>
          </w:p>
          <w:p w14:paraId="4B20C063" w14:textId="77777777" w:rsidR="001A5318" w:rsidRPr="005E52C7" w:rsidRDefault="001A5318" w:rsidP="001A5318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</w:p>
          <w:p w14:paraId="42818589" w14:textId="77777777" w:rsidR="001A5318" w:rsidRPr="005E52C7" w:rsidRDefault="001A5318" w:rsidP="001A5318">
            <w:pPr>
              <w:rPr>
                <w:rFonts w:ascii="Tahoma" w:hAnsi="Tahoma" w:cs="Tahoma"/>
                <w:sz w:val="20"/>
              </w:rPr>
            </w:pPr>
            <w:r w:rsidRPr="005E52C7">
              <w:rPr>
                <w:rFonts w:ascii="Tahoma" w:hAnsi="Tahoma" w:cs="Tahoma"/>
                <w:sz w:val="20"/>
              </w:rPr>
              <w:t xml:space="preserve">Электронный вид документов - это отсканированные листы со стороны текста, печатей, штампов и других пометок в форматах </w:t>
            </w:r>
            <w:proofErr w:type="spellStart"/>
            <w:r w:rsidRPr="005E52C7">
              <w:rPr>
                <w:rFonts w:ascii="Tahoma" w:hAnsi="Tahoma" w:cs="Tahoma"/>
                <w:sz w:val="20"/>
              </w:rPr>
              <w:t>pdf</w:t>
            </w:r>
            <w:proofErr w:type="spellEnd"/>
            <w:r w:rsidRPr="005E52C7">
              <w:rPr>
                <w:rFonts w:ascii="Tahoma" w:hAnsi="Tahoma" w:cs="Tahoma"/>
                <w:sz w:val="20"/>
              </w:rPr>
              <w:t xml:space="preserve"> или </w:t>
            </w:r>
            <w:proofErr w:type="spellStart"/>
            <w:r w:rsidRPr="005E52C7">
              <w:rPr>
                <w:rFonts w:ascii="Tahoma" w:hAnsi="Tahoma" w:cs="Tahoma"/>
                <w:sz w:val="20"/>
              </w:rPr>
              <w:t>tif</w:t>
            </w:r>
            <w:proofErr w:type="spellEnd"/>
            <w:r w:rsidRPr="005E52C7">
              <w:rPr>
                <w:rFonts w:ascii="Tahoma" w:hAnsi="Tahoma" w:cs="Tahoma"/>
                <w:sz w:val="20"/>
              </w:rPr>
              <w:t>. Каждый файл должен соответствовать одному пункту описи (форма 9). Наименование файла должно быть на русском языке, соответствовать наименованию документа и начинаться с порядкового номера пункта описи (форма 9).</w:t>
            </w:r>
          </w:p>
          <w:p w14:paraId="7DEC9E00" w14:textId="77777777" w:rsidR="001A5318" w:rsidRPr="005E52C7" w:rsidRDefault="001A5318" w:rsidP="001A5318">
            <w:pPr>
              <w:rPr>
                <w:rFonts w:ascii="Tahoma" w:hAnsi="Tahoma" w:cs="Tahoma"/>
                <w:sz w:val="20"/>
              </w:rPr>
            </w:pPr>
          </w:p>
          <w:p w14:paraId="62ADA92D" w14:textId="79765FE8" w:rsidR="005F75F0" w:rsidRPr="005F75F0" w:rsidRDefault="001A5318" w:rsidP="001A5318">
            <w:pPr>
              <w:ind w:firstLine="402"/>
              <w:rPr>
                <w:rFonts w:ascii="Tahoma" w:hAnsi="Tahoma" w:cs="Tahoma"/>
                <w:sz w:val="20"/>
                <w:szCs w:val="24"/>
              </w:rPr>
            </w:pPr>
            <w:r w:rsidRPr="005E52C7">
              <w:rPr>
                <w:rFonts w:ascii="Tahoma" w:hAnsi="Tahoma" w:cs="Tahoma"/>
                <w:sz w:val="20"/>
              </w:rPr>
              <w:t>В случае признания поставщика победителем закупочной процедуры документы предоставляются поставщиком в подлиннике или надлежащим образом заверенных копиях (за исключением документов, удостоверяющих личность физических лиц, которые предоставляются в незаверенных копиях), действительных на дату их предъявления в соответствии с требованиями, изложенными в Приложении 3</w:t>
            </w:r>
          </w:p>
        </w:tc>
      </w:tr>
      <w:tr w:rsidR="005F75F0" w:rsidRPr="005F75F0" w14:paraId="642EF330" w14:textId="77777777" w:rsidTr="009A57E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34414" w14:textId="5C8F8E73" w:rsidR="005F75F0" w:rsidRPr="005F75F0" w:rsidRDefault="005F75F0" w:rsidP="00B57E7C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 xml:space="preserve">13.Требование по представлению документов, подтверждающих правоспособность и наличие деловых отношений между </w:t>
            </w:r>
            <w:r w:rsidR="00B57E7C">
              <w:rPr>
                <w:rFonts w:ascii="Tahoma" w:hAnsi="Tahoma" w:cs="Tahoma"/>
                <w:sz w:val="20"/>
                <w:szCs w:val="24"/>
              </w:rPr>
              <w:t>Подрядчиком</w:t>
            </w:r>
            <w:r w:rsidRPr="005F75F0">
              <w:rPr>
                <w:rFonts w:ascii="Tahoma" w:hAnsi="Tahoma" w:cs="Tahoma"/>
                <w:sz w:val="20"/>
                <w:szCs w:val="24"/>
              </w:rPr>
              <w:t xml:space="preserve"> и производителем Продукции.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77C78" w14:textId="4507FE5A" w:rsidR="005F75F0" w:rsidRPr="005F75F0" w:rsidRDefault="005F75F0" w:rsidP="005F75F0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>Не применяется.</w:t>
            </w:r>
          </w:p>
        </w:tc>
      </w:tr>
      <w:tr w:rsidR="005F75F0" w:rsidRPr="005F75F0" w14:paraId="2457895E" w14:textId="77777777" w:rsidTr="009A57E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B555" w14:textId="2CE14110" w:rsidR="005F75F0" w:rsidRPr="005F75F0" w:rsidRDefault="005F75F0" w:rsidP="005F75F0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>14.Условия ответственности за нарушение обязательств, применимое право и подсудность.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8FFBB" w14:textId="30C1D15E" w:rsidR="005F75F0" w:rsidRPr="005F75F0" w:rsidRDefault="00B60472" w:rsidP="00B60472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>Согласно типовой формы договора</w:t>
            </w:r>
            <w:r w:rsidR="005F75F0" w:rsidRPr="005F75F0">
              <w:rPr>
                <w:rFonts w:ascii="Tahoma" w:hAnsi="Tahoma" w:cs="Tahoma"/>
                <w:sz w:val="20"/>
                <w:szCs w:val="24"/>
              </w:rPr>
              <w:t xml:space="preserve"> ООО «НТПО» </w:t>
            </w:r>
            <w:r w:rsidR="005F75F0" w:rsidRPr="005F75F0">
              <w:rPr>
                <w:rFonts w:ascii="Tahoma" w:hAnsi="Tahoma" w:cs="Tahoma"/>
                <w:i/>
                <w:sz w:val="20"/>
                <w:szCs w:val="24"/>
              </w:rPr>
              <w:t xml:space="preserve">(Приложение № </w:t>
            </w:r>
            <w:r w:rsidR="005F75F0">
              <w:rPr>
                <w:rFonts w:ascii="Tahoma" w:hAnsi="Tahoma" w:cs="Tahoma"/>
                <w:i/>
                <w:sz w:val="20"/>
                <w:szCs w:val="24"/>
              </w:rPr>
              <w:t>3</w:t>
            </w:r>
            <w:r w:rsidR="005F75F0" w:rsidRPr="005F75F0">
              <w:rPr>
                <w:rFonts w:ascii="Tahoma" w:hAnsi="Tahoma" w:cs="Tahoma"/>
                <w:i/>
                <w:sz w:val="20"/>
                <w:szCs w:val="24"/>
              </w:rPr>
              <w:t xml:space="preserve"> к настоящему Приглашению)</w:t>
            </w:r>
            <w:r w:rsidR="005F75F0" w:rsidRPr="005F75F0">
              <w:rPr>
                <w:rFonts w:ascii="Tahoma" w:hAnsi="Tahoma" w:cs="Tahoma"/>
                <w:sz w:val="20"/>
                <w:szCs w:val="24"/>
              </w:rPr>
              <w:t>.</w:t>
            </w:r>
          </w:p>
        </w:tc>
      </w:tr>
      <w:tr w:rsidR="005F75F0" w:rsidRPr="005F75F0" w14:paraId="4BDA0C37" w14:textId="77777777" w:rsidTr="00567EE3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78C31" w14:textId="13E05BD9" w:rsidR="005F75F0" w:rsidRPr="005F75F0" w:rsidRDefault="005F75F0" w:rsidP="005F75F0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>15.Иные специальные требования Заказчика (если применимо)</w:t>
            </w:r>
          </w:p>
        </w:tc>
      </w:tr>
      <w:tr w:rsidR="005F75F0" w:rsidRPr="005F75F0" w14:paraId="6A90A32B" w14:textId="77777777" w:rsidTr="002336DF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6"/>
              <w:gridCol w:w="3723"/>
              <w:gridCol w:w="4599"/>
            </w:tblGrid>
            <w:tr w:rsidR="00200E4D" w14:paraId="6266F3B3" w14:textId="77777777" w:rsidTr="001A0AA8">
              <w:trPr>
                <w:tblHeader/>
              </w:trPr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087EE0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</w:rPr>
                    <w:t>№ п/п</w:t>
                  </w: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F818CA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</w:rPr>
                    <w:t>Наименование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DBC6D0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</w:rPr>
                    <w:t>Критерий преодоления</w:t>
                  </w:r>
                </w:p>
              </w:tc>
            </w:tr>
            <w:tr w:rsidR="00200E4D" w14:paraId="4532D443" w14:textId="77777777" w:rsidTr="001A0AA8">
              <w:trPr>
                <w:trHeight w:val="624"/>
              </w:trPr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00793" w14:textId="77777777" w:rsidR="00200E4D" w:rsidRDefault="00200E4D" w:rsidP="00200E4D">
                  <w:pPr>
                    <w:pStyle w:val="affd"/>
                    <w:numPr>
                      <w:ilvl w:val="0"/>
                      <w:numId w:val="43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4F5B4E" w14:textId="77777777" w:rsidR="00200E4D" w:rsidRDefault="00200E4D" w:rsidP="00200E4D">
                  <w:pPr>
                    <w:spacing w:line="22" w:lineRule="atLeast"/>
                    <w:rPr>
                      <w:rFonts w:ascii="Tahoma" w:hAnsi="Tahoma" w:cs="Tahoma"/>
                      <w:sz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</w:rPr>
                    <w:t>Безавансовая</w:t>
                  </w:r>
                  <w:proofErr w:type="spellEnd"/>
                  <w:r>
                    <w:rPr>
                      <w:rFonts w:ascii="Tahoma" w:hAnsi="Tahoma" w:cs="Tahoma"/>
                      <w:sz w:val="20"/>
                    </w:rPr>
                    <w:t xml:space="preserve"> форма расчетов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6EB56D" w14:textId="77777777" w:rsidR="00200E4D" w:rsidRDefault="00200E4D" w:rsidP="00200E4D">
                  <w:pPr>
                    <w:spacing w:line="22" w:lineRule="atLeast"/>
                    <w:rPr>
                      <w:rFonts w:ascii="Tahoma" w:hAnsi="Tahoma" w:cs="Tahoma"/>
                      <w:sz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</w:rPr>
                    <w:t>Безавансовая</w:t>
                  </w:r>
                  <w:proofErr w:type="spellEnd"/>
                  <w:r>
                    <w:rPr>
                      <w:rFonts w:ascii="Tahoma" w:hAnsi="Tahoma" w:cs="Tahoma"/>
                      <w:sz w:val="20"/>
                    </w:rPr>
                    <w:t xml:space="preserve"> форма расчетов подтверждается в заявке на участие в закупочной процедуре</w:t>
                  </w:r>
                </w:p>
              </w:tc>
            </w:tr>
            <w:tr w:rsidR="00200E4D" w14:paraId="5C0487DE" w14:textId="77777777" w:rsidTr="001A0AA8">
              <w:trPr>
                <w:trHeight w:val="840"/>
              </w:trPr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5FAFC" w14:textId="77777777" w:rsidR="00200E4D" w:rsidRDefault="00200E4D" w:rsidP="00200E4D">
                  <w:pPr>
                    <w:pStyle w:val="affd"/>
                    <w:numPr>
                      <w:ilvl w:val="0"/>
                      <w:numId w:val="43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7A7DEC" w14:textId="77777777" w:rsidR="00200E4D" w:rsidRPr="008D090C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 xml:space="preserve">Членство поставщика и привлекаемых им для выполнения </w:t>
                  </w:r>
                  <w:r w:rsidRPr="008D090C">
                    <w:rPr>
                      <w:rFonts w:ascii="Tahoma" w:hAnsi="Tahoma" w:cs="Tahoma"/>
                      <w:sz w:val="20"/>
                    </w:rPr>
                    <w:t>соответствующих работ субподрядчиков в СРО с правом выполнения строительства, реконс</w:t>
                  </w:r>
                  <w:r>
                    <w:rPr>
                      <w:rFonts w:ascii="Tahoma" w:hAnsi="Tahoma" w:cs="Tahoma"/>
                      <w:sz w:val="20"/>
                    </w:rPr>
                    <w:t xml:space="preserve">трукции, КР, сноса объектов КС </w:t>
                  </w:r>
                  <w:r w:rsidRPr="008D090C">
                    <w:rPr>
                      <w:rFonts w:ascii="Tahoma" w:hAnsi="Tahoma" w:cs="Tahoma"/>
                      <w:sz w:val="20"/>
                    </w:rPr>
                    <w:t>при стоимости КП св</w:t>
                  </w:r>
                  <w:r>
                    <w:rPr>
                      <w:rFonts w:ascii="Tahoma" w:hAnsi="Tahoma" w:cs="Tahoma"/>
                      <w:sz w:val="20"/>
                    </w:rPr>
                    <w:t xml:space="preserve">ыше </w:t>
                  </w:r>
                  <w:r>
                    <w:rPr>
                      <w:rFonts w:ascii="Tahoma" w:hAnsi="Tahoma" w:cs="Tahoma"/>
                      <w:sz w:val="20"/>
                    </w:rPr>
                    <w:br/>
                    <w:t xml:space="preserve">10 млн рублей с учетом НДС </w:t>
                  </w:r>
                  <w:r>
                    <w:rPr>
                      <w:rFonts w:ascii="Tahoma" w:hAnsi="Tahoma" w:cs="Tahoma"/>
                      <w:sz w:val="20"/>
                    </w:rPr>
                    <w:br/>
                  </w:r>
                  <w:r w:rsidRPr="008D090C">
                    <w:rPr>
                      <w:rFonts w:ascii="Tahoma" w:hAnsi="Tahoma" w:cs="Tahoma"/>
                      <w:sz w:val="20"/>
                    </w:rPr>
                    <w:t>с уровнем ответственности по компенсационному фонду возмещения вреда не ниже стоимости соответствующих работ по КП (для субподрядчика – стоимости соответствующих работ, передаваемых на субподряд)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3DA18D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 xml:space="preserve">Подтверждается предоставлением в произвольной письменной форме адреса сайта в сети Интернет на единый реестр сведений о членах СРО и их обязательств, который ведется соответствующим Национальным объединением СРО, и в котором содержатся сведения в отношении поставщика и привлекаемых им субподрядчиков; </w:t>
                  </w:r>
                </w:p>
                <w:p w14:paraId="276B5765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 xml:space="preserve">в том числе </w:t>
                  </w:r>
                  <w:r>
                    <w:rPr>
                      <w:rFonts w:ascii="Tahoma" w:hAnsi="Tahoma" w:cs="Tahoma"/>
                      <w:iCs/>
                      <w:sz w:val="20"/>
                    </w:rPr>
                    <w:t>гарантийным письмом поставщика о готовности повысить уровень ответственности после получения уведомления о признании победителем закупочной процедуры, но не позднее даты заключения договора</w:t>
                  </w:r>
                </w:p>
              </w:tc>
            </w:tr>
            <w:tr w:rsidR="00200E4D" w14:paraId="011B7440" w14:textId="77777777" w:rsidTr="001A0AA8"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D491C" w14:textId="77777777" w:rsidR="00200E4D" w:rsidRDefault="00200E4D" w:rsidP="00200E4D">
                  <w:pPr>
                    <w:pStyle w:val="affd"/>
                    <w:numPr>
                      <w:ilvl w:val="0"/>
                      <w:numId w:val="43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4A7B82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 xml:space="preserve">Наличие лицензии на осуществление деятельности по сбору, транспортированию, обработке, утилизации, обезвреживанию, размещению отходов I-IV классов опасности </w:t>
                  </w:r>
                  <w:r w:rsidRPr="001312F7">
                    <w:rPr>
                      <w:rFonts w:ascii="Tahoma" w:hAnsi="Tahoma" w:cs="Tahoma"/>
                      <w:sz w:val="20"/>
                    </w:rPr>
                    <w:t xml:space="preserve">в части транспортирования отходов </w:t>
                  </w:r>
                  <w:r>
                    <w:rPr>
                      <w:rFonts w:ascii="Tahoma" w:hAnsi="Tahoma" w:cs="Tahoma"/>
                      <w:sz w:val="20"/>
                    </w:rPr>
                    <w:br/>
                  </w:r>
                  <w:r w:rsidRPr="001312F7">
                    <w:rPr>
                      <w:rFonts w:ascii="Tahoma" w:hAnsi="Tahoma" w:cs="Tahoma"/>
                      <w:sz w:val="20"/>
                    </w:rPr>
                    <w:t>IV класса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0F6E1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В наличии.</w:t>
                  </w:r>
                </w:p>
                <w:p w14:paraId="24BBE89C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Подтверждается предоставлением копии лицензии (в случае получения лицензии до 01.01.2021) либо копией выписки из реестра лицензий в форме электронного документа, или предоставлением в произвольной письменной форме адреса сайта в сети Интернет на реестр, в котором содержатся сведения в отношении поставщика и привлекаемых им субподрядчиков.</w:t>
                  </w:r>
                </w:p>
                <w:p w14:paraId="57D77E77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 xml:space="preserve">При отсутствии допускается привлечение субподрядчика. Дополнительно подтверждается предоставлением заполненной </w:t>
                  </w:r>
                  <w:r w:rsidRPr="002F7BC3">
                    <w:rPr>
                      <w:rFonts w:ascii="Tahoma" w:hAnsi="Tahoma" w:cs="Tahoma"/>
                      <w:sz w:val="20"/>
                    </w:rPr>
                    <w:t xml:space="preserve">формы 2 приложения 3 </w:t>
                  </w:r>
                  <w:r>
                    <w:rPr>
                      <w:rFonts w:ascii="Tahoma" w:hAnsi="Tahoma" w:cs="Tahoma"/>
                      <w:sz w:val="20"/>
                    </w:rPr>
                    <w:t>приглашения с приложением согласия субподрядчика в произвольной форме о выполнении лицензируемых видов работ</w:t>
                  </w:r>
                </w:p>
              </w:tc>
            </w:tr>
            <w:tr w:rsidR="00200E4D" w14:paraId="34D47CB9" w14:textId="77777777" w:rsidTr="001A0AA8"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4766A3" w14:textId="77777777" w:rsidR="00200E4D" w:rsidRDefault="00200E4D" w:rsidP="00200E4D">
                  <w:pPr>
                    <w:pStyle w:val="affd"/>
                    <w:numPr>
                      <w:ilvl w:val="0"/>
                      <w:numId w:val="43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393535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kern w:val="24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Выполнение работ (оказание услуг)</w:t>
                  </w:r>
                  <w:r>
                    <w:rPr>
                      <w:rFonts w:ascii="Tahoma" w:hAnsi="Tahoma" w:cs="Tahoma"/>
                      <w:kern w:val="24"/>
                      <w:sz w:val="20"/>
                    </w:rPr>
                    <w:t xml:space="preserve"> в соответствии с требованиями заказчика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BB2E3A" w14:textId="77777777" w:rsidR="00200E4D" w:rsidRPr="008D090C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 w:rsidRPr="008D090C">
                    <w:rPr>
                      <w:rFonts w:ascii="Tahoma" w:hAnsi="Tahoma" w:cs="Tahoma"/>
                      <w:sz w:val="20"/>
                    </w:rPr>
                    <w:t xml:space="preserve">Выполнение работ (оказание услуг) </w:t>
                  </w:r>
                  <w:r w:rsidRPr="008D090C">
                    <w:rPr>
                      <w:rFonts w:ascii="Tahoma" w:hAnsi="Tahoma" w:cs="Tahoma"/>
                      <w:kern w:val="24"/>
                      <w:sz w:val="20"/>
                    </w:rPr>
                    <w:t xml:space="preserve">в полном соответствии с </w:t>
                  </w:r>
                  <w:r w:rsidRPr="008D090C">
                    <w:rPr>
                      <w:rFonts w:ascii="Tahoma" w:hAnsi="Tahoma" w:cs="Tahoma"/>
                      <w:sz w:val="20"/>
                    </w:rPr>
                    <w:t>ТЗ.</w:t>
                  </w:r>
                </w:p>
                <w:p w14:paraId="27E91B99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Подтверждается в заявке на участие в закупочной процедуре</w:t>
                  </w:r>
                </w:p>
              </w:tc>
            </w:tr>
            <w:tr w:rsidR="00200E4D" w14:paraId="4F54D046" w14:textId="77777777" w:rsidTr="001A0AA8"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C196C4" w14:textId="77777777" w:rsidR="00200E4D" w:rsidRDefault="00200E4D" w:rsidP="00200E4D">
                  <w:pPr>
                    <w:pStyle w:val="affd"/>
                    <w:numPr>
                      <w:ilvl w:val="0"/>
                      <w:numId w:val="43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="Tahoma" w:hAnsi="Tahoma" w:cs="Tahoma"/>
                      <w:kern w:val="24"/>
                      <w:sz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C1BF52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kern w:val="24"/>
                      <w:sz w:val="20"/>
                    </w:rPr>
                  </w:pPr>
                  <w:r>
                    <w:rPr>
                      <w:rFonts w:ascii="Tahoma" w:hAnsi="Tahoma" w:cs="Tahoma"/>
                      <w:kern w:val="24"/>
                      <w:sz w:val="20"/>
                    </w:rPr>
                    <w:t xml:space="preserve">Опыт, аналогичный предмету закупки за последние 5 лет, предшествующих дате подачи заявки (аналогичными считаются работы по </w:t>
                  </w:r>
                  <w:r w:rsidRPr="00AB5462">
                    <w:rPr>
                      <w:rFonts w:ascii="Tahoma" w:hAnsi="Tahoma" w:cs="Tahoma"/>
                      <w:kern w:val="24"/>
                      <w:sz w:val="20"/>
                    </w:rPr>
                    <w:t>монтажу трубопровода</w:t>
                  </w:r>
                  <w:r>
                    <w:rPr>
                      <w:rFonts w:ascii="Tahoma" w:hAnsi="Tahoma" w:cs="Tahoma"/>
                      <w:kern w:val="24"/>
                      <w:sz w:val="20"/>
                    </w:rPr>
                    <w:t>)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D59457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В наличии не менее 1 выполненного договора.</w:t>
                  </w:r>
                </w:p>
                <w:p w14:paraId="46A8A87E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 xml:space="preserve">Подтверждается предоставлением заполненной </w:t>
                  </w:r>
                  <w:r w:rsidRPr="002F7BC3">
                    <w:rPr>
                      <w:rFonts w:ascii="Tahoma" w:hAnsi="Tahoma" w:cs="Tahoma"/>
                      <w:sz w:val="20"/>
                    </w:rPr>
                    <w:t xml:space="preserve">формы 3 приложения 3 </w:t>
                  </w:r>
                  <w:r>
                    <w:rPr>
                      <w:rFonts w:ascii="Tahoma" w:hAnsi="Tahoma" w:cs="Tahoma"/>
                      <w:sz w:val="20"/>
                    </w:rPr>
                    <w:t>приглашения, при необходимости по запросу исполнителя закупки, представленными копиями договоров, копиями оформленных актов приемки-сдачи выполненных работ (оказанных услуг)</w:t>
                  </w:r>
                </w:p>
              </w:tc>
            </w:tr>
            <w:tr w:rsidR="00200E4D" w14:paraId="4E478BC7" w14:textId="77777777" w:rsidTr="001A0AA8"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6F9DB" w14:textId="77777777" w:rsidR="00200E4D" w:rsidRDefault="00200E4D" w:rsidP="00200E4D">
                  <w:pPr>
                    <w:pStyle w:val="affd"/>
                    <w:numPr>
                      <w:ilvl w:val="0"/>
                      <w:numId w:val="43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="Tahoma" w:hAnsi="Tahoma" w:cs="Tahoma"/>
                      <w:kern w:val="24"/>
                      <w:sz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6BF3AB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kern w:val="24"/>
                      <w:sz w:val="20"/>
                    </w:rPr>
                  </w:pPr>
                  <w:r>
                    <w:rPr>
                      <w:rFonts w:ascii="Tahoma" w:hAnsi="Tahoma" w:cs="Tahoma"/>
                      <w:kern w:val="24"/>
                      <w:sz w:val="20"/>
                    </w:rPr>
                    <w:t>Обеспеченность трудовыми ресурсами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FA7EF" w14:textId="77777777" w:rsidR="00200E4D" w:rsidRPr="002F7BC3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 w:rsidRPr="002F7BC3">
                    <w:rPr>
                      <w:rFonts w:ascii="Tahoma" w:hAnsi="Tahoma" w:cs="Tahoma"/>
                      <w:sz w:val="20"/>
                    </w:rPr>
                    <w:t>Наличие в штате организации:</w:t>
                  </w:r>
                </w:p>
                <w:p w14:paraId="598A5A3C" w14:textId="77777777" w:rsidR="00200E4D" w:rsidRPr="002F7BC3" w:rsidRDefault="00200E4D" w:rsidP="00200E4D">
                  <w:pPr>
                    <w:pStyle w:val="affd"/>
                    <w:numPr>
                      <w:ilvl w:val="0"/>
                      <w:numId w:val="40"/>
                    </w:numPr>
                    <w:tabs>
                      <w:tab w:val="left" w:pos="306"/>
                    </w:tabs>
                    <w:ind w:left="14" w:hanging="26"/>
                    <w:rPr>
                      <w:rFonts w:ascii="Tahoma" w:hAnsi="Tahoma" w:cs="Tahoma"/>
                      <w:sz w:val="20"/>
                    </w:rPr>
                  </w:pPr>
                  <w:r w:rsidRPr="002F7BC3">
                    <w:rPr>
                      <w:rFonts w:ascii="Tahoma" w:hAnsi="Tahoma" w:cs="Tahoma"/>
                      <w:sz w:val="20"/>
                    </w:rPr>
                    <w:t>инженер- не менее 1 специалиста;</w:t>
                  </w:r>
                </w:p>
                <w:p w14:paraId="2BB4848B" w14:textId="77777777" w:rsidR="00200E4D" w:rsidRPr="002F7BC3" w:rsidRDefault="00200E4D" w:rsidP="00200E4D">
                  <w:pPr>
                    <w:pStyle w:val="affd"/>
                    <w:numPr>
                      <w:ilvl w:val="0"/>
                      <w:numId w:val="40"/>
                    </w:numPr>
                    <w:tabs>
                      <w:tab w:val="left" w:pos="326"/>
                    </w:tabs>
                    <w:ind w:left="14" w:hanging="26"/>
                    <w:contextualSpacing/>
                    <w:rPr>
                      <w:rFonts w:ascii="Tahoma" w:hAnsi="Tahoma" w:cs="Tahoma"/>
                      <w:sz w:val="20"/>
                    </w:rPr>
                  </w:pPr>
                  <w:r w:rsidRPr="002F7BC3">
                    <w:rPr>
                      <w:rFonts w:ascii="Tahoma" w:hAnsi="Tahoma" w:cs="Tahoma"/>
                      <w:sz w:val="20"/>
                    </w:rPr>
                    <w:t>ИТР – не менее 1 специалиста;</w:t>
                  </w:r>
                </w:p>
                <w:p w14:paraId="474D8CAE" w14:textId="77777777" w:rsidR="00200E4D" w:rsidRPr="002F7BC3" w:rsidRDefault="00200E4D" w:rsidP="00200E4D">
                  <w:pPr>
                    <w:pStyle w:val="affd"/>
                    <w:numPr>
                      <w:ilvl w:val="0"/>
                      <w:numId w:val="40"/>
                    </w:numPr>
                    <w:tabs>
                      <w:tab w:val="left" w:pos="326"/>
                    </w:tabs>
                    <w:ind w:left="14" w:hanging="26"/>
                    <w:contextualSpacing/>
                    <w:rPr>
                      <w:rFonts w:ascii="Tahoma" w:hAnsi="Tahoma" w:cs="Tahoma"/>
                      <w:sz w:val="20"/>
                    </w:rPr>
                  </w:pPr>
                  <w:proofErr w:type="spellStart"/>
                  <w:r w:rsidRPr="002F7BC3">
                    <w:rPr>
                      <w:rFonts w:ascii="Tahoma" w:hAnsi="Tahoma" w:cs="Tahoma"/>
                      <w:sz w:val="20"/>
                    </w:rPr>
                    <w:t>электрогазосварщик</w:t>
                  </w:r>
                  <w:proofErr w:type="spellEnd"/>
                  <w:r w:rsidRPr="002F7BC3">
                    <w:rPr>
                      <w:rFonts w:ascii="Tahoma" w:hAnsi="Tahoma" w:cs="Tahoma"/>
                      <w:sz w:val="20"/>
                    </w:rPr>
                    <w:t xml:space="preserve"> (не ниже 3 разряда) – не менее 1 работника;</w:t>
                  </w:r>
                </w:p>
                <w:p w14:paraId="051AD44B" w14:textId="77777777" w:rsidR="00200E4D" w:rsidRPr="002F7BC3" w:rsidRDefault="00200E4D" w:rsidP="00200E4D">
                  <w:pPr>
                    <w:pStyle w:val="affd"/>
                    <w:numPr>
                      <w:ilvl w:val="0"/>
                      <w:numId w:val="40"/>
                    </w:numPr>
                    <w:tabs>
                      <w:tab w:val="left" w:pos="326"/>
                    </w:tabs>
                    <w:ind w:left="14" w:hanging="26"/>
                    <w:contextualSpacing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 w:rsidRPr="002F7BC3">
                    <w:rPr>
                      <w:rFonts w:ascii="Tahoma" w:hAnsi="Tahoma" w:cs="Tahoma"/>
                      <w:bCs/>
                      <w:sz w:val="20"/>
                    </w:rPr>
                    <w:t>электромонтер по ремонту и монтажу кабельных линий</w:t>
                  </w:r>
                  <w:r w:rsidRPr="002F7BC3"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 </w:t>
                  </w:r>
                  <w:r w:rsidRPr="002F7BC3">
                    <w:rPr>
                      <w:rFonts w:ascii="Tahoma" w:hAnsi="Tahoma" w:cs="Tahoma"/>
                      <w:sz w:val="20"/>
                    </w:rPr>
                    <w:t>(не ниже 3 разряда) – не менее 1 работника;</w:t>
                  </w:r>
                </w:p>
                <w:p w14:paraId="714EF5FE" w14:textId="77777777" w:rsidR="00200E4D" w:rsidRPr="002F7BC3" w:rsidRDefault="00200E4D" w:rsidP="00200E4D">
                  <w:pPr>
                    <w:pStyle w:val="affd"/>
                    <w:numPr>
                      <w:ilvl w:val="0"/>
                      <w:numId w:val="40"/>
                    </w:numPr>
                    <w:tabs>
                      <w:tab w:val="left" w:pos="326"/>
                    </w:tabs>
                    <w:ind w:left="14" w:hanging="26"/>
                    <w:contextualSpacing/>
                    <w:rPr>
                      <w:rFonts w:ascii="Tahoma" w:hAnsi="Tahoma" w:cs="Tahoma"/>
                      <w:sz w:val="20"/>
                    </w:rPr>
                  </w:pPr>
                  <w:r w:rsidRPr="002F7BC3">
                    <w:rPr>
                      <w:rFonts w:ascii="Tahoma" w:hAnsi="Tahoma" w:cs="Tahoma"/>
                      <w:sz w:val="20"/>
                    </w:rPr>
                    <w:t>изолировщик (не ниже 4 разряда) – не менее 2 работников;</w:t>
                  </w:r>
                </w:p>
                <w:p w14:paraId="7D400CAD" w14:textId="77777777" w:rsidR="00200E4D" w:rsidRPr="002F7BC3" w:rsidRDefault="00200E4D" w:rsidP="00200E4D">
                  <w:pPr>
                    <w:pStyle w:val="affd"/>
                    <w:numPr>
                      <w:ilvl w:val="0"/>
                      <w:numId w:val="40"/>
                    </w:numPr>
                    <w:tabs>
                      <w:tab w:val="left" w:pos="326"/>
                    </w:tabs>
                    <w:ind w:left="14" w:hanging="26"/>
                    <w:contextualSpacing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 w:rsidRPr="002F7BC3">
                    <w:rPr>
                      <w:rFonts w:ascii="Tahoma" w:hAnsi="Tahoma" w:cs="Tahoma"/>
                      <w:bCs/>
                      <w:sz w:val="20"/>
                    </w:rPr>
                    <w:t xml:space="preserve">слесарь-сантехник </w:t>
                  </w:r>
                  <w:r w:rsidRPr="002F7BC3">
                    <w:rPr>
                      <w:rFonts w:ascii="Tahoma" w:hAnsi="Tahoma" w:cs="Tahoma"/>
                      <w:sz w:val="20"/>
                    </w:rPr>
                    <w:t>(не ниже 4 разряда) – не менее 2 работников.</w:t>
                  </w:r>
                </w:p>
                <w:p w14:paraId="1D334F59" w14:textId="77777777" w:rsidR="00200E4D" w:rsidRPr="002F7BC3" w:rsidRDefault="00200E4D" w:rsidP="00200E4D">
                  <w:pPr>
                    <w:tabs>
                      <w:tab w:val="left" w:pos="306"/>
                    </w:tabs>
                    <w:autoSpaceDE w:val="0"/>
                    <w:autoSpaceDN w:val="0"/>
                    <w:adjustRightInd w:val="0"/>
                    <w:ind w:left="23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  <w:p w14:paraId="5477BE9B" w14:textId="77777777" w:rsidR="00200E4D" w:rsidRPr="002F7BC3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 w:rsidRPr="002F7BC3">
                    <w:rPr>
                      <w:rFonts w:ascii="Tahoma" w:hAnsi="Tahoma" w:cs="Tahoma"/>
                      <w:sz w:val="20"/>
                    </w:rPr>
                    <w:t>Подтверждается предоставлением заполненной формы 4 приложения 3 приглашения и копиями квалификационных документов.</w:t>
                  </w:r>
                </w:p>
                <w:p w14:paraId="10D81FC5" w14:textId="77777777" w:rsidR="00200E4D" w:rsidRPr="00F008FD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color w:val="FF0000"/>
                      <w:sz w:val="20"/>
                    </w:rPr>
                  </w:pPr>
                  <w:r w:rsidRPr="002F7BC3">
                    <w:rPr>
                      <w:rFonts w:ascii="Tahoma" w:hAnsi="Tahoma" w:cs="Tahoma"/>
                      <w:sz w:val="20"/>
                    </w:rPr>
                    <w:t>Допускается возможность привлечения субподрядчика. Дополнительно подтверждается предоставлением заполненной формы 2 приложения 2 приглашения с приложением согласия субподрядчика в произвольной форме</w:t>
                  </w:r>
                </w:p>
              </w:tc>
            </w:tr>
            <w:tr w:rsidR="00200E4D" w14:paraId="35F29B6D" w14:textId="77777777" w:rsidTr="001A0AA8"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A2883" w14:textId="77777777" w:rsidR="00200E4D" w:rsidRDefault="00200E4D" w:rsidP="00200E4D">
                  <w:pPr>
                    <w:pStyle w:val="affd"/>
                    <w:numPr>
                      <w:ilvl w:val="0"/>
                      <w:numId w:val="43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80ED8D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Обеспеченность МТР в части наличия собственных или арендованных производственных мощностей, технологического оборудования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260A66" w14:textId="77777777" w:rsidR="00200E4D" w:rsidRPr="00AA74E9" w:rsidRDefault="00200E4D" w:rsidP="00200E4D">
                  <w:pPr>
                    <w:tabs>
                      <w:tab w:val="left" w:pos="709"/>
                      <w:tab w:val="left" w:pos="851"/>
                      <w:tab w:val="left" w:pos="1560"/>
                      <w:tab w:val="left" w:pos="1701"/>
                    </w:tabs>
                    <w:rPr>
                      <w:rFonts w:ascii="Tahoma" w:hAnsi="Tahoma" w:cs="Tahoma"/>
                      <w:sz w:val="20"/>
                    </w:rPr>
                  </w:pPr>
                  <w:r w:rsidRPr="00AA74E9">
                    <w:rPr>
                      <w:rFonts w:ascii="Tahoma" w:hAnsi="Tahoma" w:cs="Tahoma"/>
                      <w:sz w:val="20"/>
                    </w:rPr>
                    <w:t>В наличии:</w:t>
                  </w:r>
                </w:p>
                <w:p w14:paraId="4A69AC2B" w14:textId="77777777" w:rsidR="00200E4D" w:rsidRPr="00AA74E9" w:rsidRDefault="00200E4D" w:rsidP="00200E4D">
                  <w:pPr>
                    <w:pStyle w:val="affd"/>
                    <w:numPr>
                      <w:ilvl w:val="0"/>
                      <w:numId w:val="39"/>
                    </w:numPr>
                    <w:tabs>
                      <w:tab w:val="left" w:pos="306"/>
                      <w:tab w:val="left" w:pos="391"/>
                    </w:tabs>
                    <w:autoSpaceDE w:val="0"/>
                    <w:autoSpaceDN w:val="0"/>
                    <w:adjustRightInd w:val="0"/>
                    <w:ind w:left="23" w:firstLine="6"/>
                    <w:contextualSpacing/>
                    <w:rPr>
                      <w:rFonts w:ascii="Tahoma" w:hAnsi="Tahoma" w:cs="Tahoma"/>
                      <w:sz w:val="20"/>
                    </w:rPr>
                  </w:pPr>
                  <w:r w:rsidRPr="00AA74E9">
                    <w:rPr>
                      <w:rFonts w:ascii="Tahoma" w:hAnsi="Tahoma" w:cs="Tahoma"/>
                      <w:sz w:val="20"/>
                    </w:rPr>
                    <w:t>грузовой автомобиль-самосвал (объем кузова 6 м</w:t>
                  </w:r>
                  <w:r w:rsidRPr="00AA74E9">
                    <w:rPr>
                      <w:rFonts w:ascii="Tahoma" w:hAnsi="Tahoma" w:cs="Tahoma"/>
                      <w:sz w:val="20"/>
                      <w:vertAlign w:val="superscript"/>
                    </w:rPr>
                    <w:t xml:space="preserve">3 </w:t>
                  </w:r>
                  <w:r w:rsidRPr="00AA74E9">
                    <w:rPr>
                      <w:rFonts w:ascii="Tahoma" w:hAnsi="Tahoma" w:cs="Tahoma"/>
                      <w:sz w:val="20"/>
                    </w:rPr>
                    <w:t>и более) – не менее 1 единицы;</w:t>
                  </w:r>
                </w:p>
                <w:p w14:paraId="52FEC18A" w14:textId="77777777" w:rsidR="00200E4D" w:rsidRPr="00AA74E9" w:rsidRDefault="00200E4D" w:rsidP="00200E4D">
                  <w:pPr>
                    <w:pStyle w:val="affd"/>
                    <w:numPr>
                      <w:ilvl w:val="0"/>
                      <w:numId w:val="39"/>
                    </w:numPr>
                    <w:tabs>
                      <w:tab w:val="left" w:pos="306"/>
                      <w:tab w:val="left" w:pos="391"/>
                    </w:tabs>
                    <w:autoSpaceDE w:val="0"/>
                    <w:autoSpaceDN w:val="0"/>
                    <w:adjustRightInd w:val="0"/>
                    <w:ind w:left="23" w:firstLine="6"/>
                    <w:contextualSpacing/>
                    <w:rPr>
                      <w:rFonts w:ascii="Tahoma" w:hAnsi="Tahoma" w:cs="Tahoma"/>
                      <w:sz w:val="20"/>
                    </w:rPr>
                  </w:pPr>
                  <w:r w:rsidRPr="00AA74E9">
                    <w:rPr>
                      <w:rFonts w:ascii="Tahoma" w:hAnsi="Tahoma" w:cs="Tahoma"/>
                      <w:sz w:val="20"/>
                    </w:rPr>
                    <w:t>оборудование для наплавки кровельных материалов – не менее 1 единицы;</w:t>
                  </w:r>
                </w:p>
                <w:p w14:paraId="1253B5C2" w14:textId="77777777" w:rsidR="00200E4D" w:rsidRPr="00AA74E9" w:rsidRDefault="00200E4D" w:rsidP="00200E4D">
                  <w:pPr>
                    <w:pStyle w:val="affd"/>
                    <w:numPr>
                      <w:ilvl w:val="0"/>
                      <w:numId w:val="39"/>
                    </w:numPr>
                    <w:tabs>
                      <w:tab w:val="left" w:pos="306"/>
                      <w:tab w:val="left" w:pos="391"/>
                    </w:tabs>
                    <w:autoSpaceDE w:val="0"/>
                    <w:autoSpaceDN w:val="0"/>
                    <w:adjustRightInd w:val="0"/>
                    <w:ind w:left="23" w:firstLine="6"/>
                    <w:contextualSpacing/>
                    <w:rPr>
                      <w:rFonts w:ascii="Tahoma" w:hAnsi="Tahoma" w:cs="Tahoma"/>
                      <w:sz w:val="20"/>
                    </w:rPr>
                  </w:pPr>
                  <w:r w:rsidRPr="00AA74E9">
                    <w:rPr>
                      <w:rFonts w:ascii="Tahoma" w:hAnsi="Tahoma" w:cs="Tahoma"/>
                      <w:sz w:val="20"/>
                    </w:rPr>
                    <w:t xml:space="preserve">компрессор передвижной (с двигателем внутреннего сгорания, вырабатываемое давление не менее 686 </w:t>
                  </w:r>
                  <w:proofErr w:type="spellStart"/>
                  <w:r w:rsidRPr="00AA74E9">
                    <w:rPr>
                      <w:rFonts w:ascii="Tahoma" w:hAnsi="Tahoma" w:cs="Tahoma"/>
                      <w:sz w:val="20"/>
                    </w:rPr>
                    <w:t>кПА</w:t>
                  </w:r>
                  <w:proofErr w:type="spellEnd"/>
                  <w:r w:rsidRPr="00AA74E9">
                    <w:rPr>
                      <w:rFonts w:ascii="Tahoma" w:hAnsi="Tahoma" w:cs="Tahoma"/>
                      <w:sz w:val="20"/>
                    </w:rPr>
                    <w:t xml:space="preserve"> – не менее</w:t>
                  </w:r>
                  <w:r w:rsidRPr="00AA74E9">
                    <w:rPr>
                      <w:rFonts w:ascii="Tahoma" w:hAnsi="Tahoma" w:cs="Tahoma"/>
                      <w:sz w:val="20"/>
                    </w:rPr>
                    <w:br/>
                    <w:t>1 единицы;</w:t>
                  </w:r>
                </w:p>
                <w:p w14:paraId="30709929" w14:textId="77777777" w:rsidR="00200E4D" w:rsidRPr="00AA74E9" w:rsidRDefault="00200E4D" w:rsidP="00200E4D">
                  <w:pPr>
                    <w:pStyle w:val="affd"/>
                    <w:numPr>
                      <w:ilvl w:val="0"/>
                      <w:numId w:val="39"/>
                    </w:numPr>
                    <w:tabs>
                      <w:tab w:val="left" w:pos="306"/>
                      <w:tab w:val="left" w:pos="391"/>
                    </w:tabs>
                    <w:autoSpaceDE w:val="0"/>
                    <w:autoSpaceDN w:val="0"/>
                    <w:adjustRightInd w:val="0"/>
                    <w:ind w:left="23" w:firstLine="6"/>
                    <w:contextualSpacing/>
                    <w:rPr>
                      <w:rFonts w:ascii="Tahoma" w:hAnsi="Tahoma" w:cs="Tahoma"/>
                      <w:sz w:val="20"/>
                    </w:rPr>
                  </w:pPr>
                  <w:r w:rsidRPr="00AA74E9">
                    <w:rPr>
                      <w:rFonts w:ascii="Tahoma" w:hAnsi="Tahoma" w:cs="Tahoma"/>
                      <w:sz w:val="20"/>
                    </w:rPr>
                    <w:t>лебедка электрическая тяговым усилием не менее 5,79 кН (0,59т) – не менее</w:t>
                  </w:r>
                  <w:r w:rsidRPr="00AA74E9">
                    <w:rPr>
                      <w:rFonts w:ascii="Tahoma" w:hAnsi="Tahoma" w:cs="Tahoma"/>
                      <w:sz w:val="20"/>
                    </w:rPr>
                    <w:br/>
                    <w:t>1 единицы;</w:t>
                  </w:r>
                </w:p>
                <w:p w14:paraId="6AB090E2" w14:textId="77777777" w:rsidR="00200E4D" w:rsidRPr="00AA74E9" w:rsidRDefault="00200E4D" w:rsidP="00200E4D">
                  <w:pPr>
                    <w:pStyle w:val="affd"/>
                    <w:numPr>
                      <w:ilvl w:val="0"/>
                      <w:numId w:val="39"/>
                    </w:numPr>
                    <w:tabs>
                      <w:tab w:val="left" w:pos="306"/>
                      <w:tab w:val="left" w:pos="391"/>
                    </w:tabs>
                    <w:autoSpaceDE w:val="0"/>
                    <w:autoSpaceDN w:val="0"/>
                    <w:adjustRightInd w:val="0"/>
                    <w:ind w:left="23" w:firstLine="6"/>
                    <w:contextualSpacing/>
                    <w:rPr>
                      <w:rFonts w:ascii="Tahoma" w:hAnsi="Tahoma" w:cs="Tahoma"/>
                      <w:sz w:val="20"/>
                    </w:rPr>
                  </w:pPr>
                  <w:proofErr w:type="spellStart"/>
                  <w:r w:rsidRPr="00AA74E9">
                    <w:rPr>
                      <w:rFonts w:ascii="Tahoma" w:hAnsi="Tahoma" w:cs="Tahoma"/>
                      <w:sz w:val="20"/>
                    </w:rPr>
                    <w:t>бетоносмеситель</w:t>
                  </w:r>
                  <w:proofErr w:type="spellEnd"/>
                  <w:r w:rsidRPr="00AA74E9">
                    <w:rPr>
                      <w:rFonts w:ascii="Tahoma" w:hAnsi="Tahoma" w:cs="Tahoma"/>
                      <w:sz w:val="20"/>
                    </w:rPr>
                    <w:t xml:space="preserve"> (объем не менее 5 м</w:t>
                  </w:r>
                  <w:r w:rsidRPr="00AA74E9">
                    <w:rPr>
                      <w:rFonts w:ascii="Tahoma" w:hAnsi="Tahoma" w:cs="Tahoma"/>
                      <w:sz w:val="20"/>
                      <w:vertAlign w:val="superscript"/>
                    </w:rPr>
                    <w:t>3</w:t>
                  </w:r>
                  <w:r w:rsidRPr="00AA74E9">
                    <w:rPr>
                      <w:rFonts w:ascii="Tahoma" w:hAnsi="Tahoma" w:cs="Tahoma"/>
                      <w:sz w:val="20"/>
                    </w:rPr>
                    <w:t>) – не менее 1 единицы;</w:t>
                  </w:r>
                </w:p>
                <w:p w14:paraId="12B329E3" w14:textId="77777777" w:rsidR="00200E4D" w:rsidRPr="00AA74E9" w:rsidRDefault="00200E4D" w:rsidP="00200E4D">
                  <w:pPr>
                    <w:pStyle w:val="affd"/>
                    <w:numPr>
                      <w:ilvl w:val="0"/>
                      <w:numId w:val="39"/>
                    </w:numPr>
                    <w:tabs>
                      <w:tab w:val="left" w:pos="306"/>
                      <w:tab w:val="left" w:pos="391"/>
                    </w:tabs>
                    <w:autoSpaceDE w:val="0"/>
                    <w:autoSpaceDN w:val="0"/>
                    <w:adjustRightInd w:val="0"/>
                    <w:ind w:left="23" w:firstLine="6"/>
                    <w:contextualSpacing/>
                    <w:rPr>
                      <w:rFonts w:ascii="Tahoma" w:hAnsi="Tahoma" w:cs="Tahoma"/>
                      <w:sz w:val="20"/>
                    </w:rPr>
                  </w:pPr>
                  <w:r w:rsidRPr="00AA74E9">
                    <w:rPr>
                      <w:rFonts w:ascii="Tahoma" w:hAnsi="Tahoma" w:cs="Tahoma"/>
                      <w:sz w:val="20"/>
                    </w:rPr>
                    <w:t>сварочное оборудование – не менее</w:t>
                  </w:r>
                  <w:r w:rsidRPr="00AA74E9">
                    <w:rPr>
                      <w:rFonts w:ascii="Tahoma" w:hAnsi="Tahoma" w:cs="Tahoma"/>
                      <w:sz w:val="20"/>
                    </w:rPr>
                    <w:br/>
                    <w:t>1 комплекта.</w:t>
                  </w:r>
                </w:p>
                <w:p w14:paraId="7E5A9FA2" w14:textId="77777777" w:rsidR="00200E4D" w:rsidRPr="00AA74E9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 w:rsidRPr="00AA74E9">
                    <w:rPr>
                      <w:rFonts w:ascii="Tahoma" w:hAnsi="Tahoma" w:cs="Tahoma"/>
                      <w:sz w:val="20"/>
                    </w:rPr>
                    <w:t>Подтверждается предоставлением заполненной формы 5 приложения 3 приглашения и копиями подтверждающих документов.</w:t>
                  </w:r>
                </w:p>
                <w:p w14:paraId="75AB1690" w14:textId="77777777" w:rsidR="00200E4D" w:rsidRPr="00AA74E9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 w:rsidRPr="00AA74E9">
                    <w:rPr>
                      <w:rFonts w:ascii="Tahoma" w:hAnsi="Tahoma" w:cs="Tahoma"/>
                      <w:sz w:val="20"/>
                    </w:rPr>
                    <w:t>В случае аренды дополнительно подтверждается предоставлением копии договора аренды.</w:t>
                  </w:r>
                </w:p>
                <w:p w14:paraId="3F8D9750" w14:textId="77777777" w:rsidR="00200E4D" w:rsidRPr="00F008FD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color w:val="FF0000"/>
                      <w:sz w:val="20"/>
                    </w:rPr>
                  </w:pPr>
                  <w:r w:rsidRPr="00AA74E9">
                    <w:rPr>
                      <w:rFonts w:ascii="Tahoma" w:hAnsi="Tahoma" w:cs="Tahoma"/>
                      <w:sz w:val="20"/>
                    </w:rPr>
                    <w:t>Допускается возможность привлечения субподрядчика. Дополнительно подтверждается предоставлением заполненной формы 2 приложения 3 приглашения с приложением согласия субподрядчика в произвольной форме</w:t>
                  </w:r>
                </w:p>
              </w:tc>
            </w:tr>
            <w:tr w:rsidR="00200E4D" w14:paraId="64EF1A96" w14:textId="77777777" w:rsidTr="001A0AA8"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16363" w14:textId="77777777" w:rsidR="00200E4D" w:rsidRDefault="00200E4D" w:rsidP="00200E4D">
                  <w:pPr>
                    <w:pStyle w:val="affd"/>
                    <w:numPr>
                      <w:ilvl w:val="0"/>
                      <w:numId w:val="43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8EAF0B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 w:rsidRPr="001312F7">
                    <w:rPr>
                      <w:rFonts w:ascii="Tahoma" w:eastAsia="Calibri" w:hAnsi="Tahoma" w:cs="Tahoma"/>
                      <w:sz w:val="20"/>
                    </w:rPr>
                    <w:t>С</w:t>
                  </w:r>
                  <w:r w:rsidRPr="001312F7">
                    <w:rPr>
                      <w:rFonts w:ascii="Tahoma" w:eastAsia="Calibri" w:hAnsi="Tahoma" w:cs="Tahoma"/>
                      <w:iCs/>
                      <w:sz w:val="20"/>
                    </w:rPr>
                    <w:t>огласие поставщика с формой договора, прилагаемой к приглашению, и условиями, подлежащими включению в договор</w:t>
                  </w:r>
                  <w:r>
                    <w:rPr>
                      <w:rFonts w:ascii="Tahoma" w:eastAsia="Calibri" w:hAnsi="Tahoma" w:cs="Tahoma"/>
                      <w:iCs/>
                      <w:sz w:val="20"/>
                    </w:rPr>
                    <w:t>,</w:t>
                  </w:r>
                  <w:r w:rsidRPr="001312F7">
                    <w:rPr>
                      <w:rFonts w:ascii="Tahoma" w:eastAsia="Calibri" w:hAnsi="Tahoma" w:cs="Tahoma"/>
                      <w:iCs/>
                      <w:sz w:val="20"/>
                    </w:rPr>
                    <w:t xml:space="preserve"> </w:t>
                  </w:r>
                  <w:r w:rsidRPr="001312F7">
                    <w:rPr>
                      <w:rFonts w:ascii="Tahoma" w:hAnsi="Tahoma" w:cs="Tahoma"/>
                      <w:sz w:val="20"/>
                    </w:rPr>
                    <w:t xml:space="preserve">в соответствии </w:t>
                  </w:r>
                  <w:r>
                    <w:rPr>
                      <w:rFonts w:ascii="Tahoma" w:hAnsi="Tahoma" w:cs="Tahoma"/>
                      <w:sz w:val="20"/>
                    </w:rPr>
                    <w:t>с пунктом 9 приглашения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DE3049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 xml:space="preserve">Подтверждается в заявке на участие </w:t>
                  </w:r>
                  <w:r>
                    <w:rPr>
                      <w:rFonts w:ascii="Tahoma" w:hAnsi="Tahoma" w:cs="Tahoma"/>
                      <w:sz w:val="20"/>
                    </w:rPr>
                    <w:br/>
                    <w:t>в закупочной процедуре</w:t>
                  </w:r>
                </w:p>
              </w:tc>
            </w:tr>
            <w:tr w:rsidR="00200E4D" w14:paraId="6739435A" w14:textId="77777777" w:rsidTr="001A0AA8"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DBE3EE" w14:textId="77777777" w:rsidR="00200E4D" w:rsidRDefault="00200E4D" w:rsidP="00200E4D">
                  <w:pPr>
                    <w:pStyle w:val="affd"/>
                    <w:numPr>
                      <w:ilvl w:val="0"/>
                      <w:numId w:val="43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C3E977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Согласие поставщика с требованиями ПБ, охраны труда и окружающей среды и условиями их включения в договор в соответствии с пунктом 11 приглашения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E0696D" w14:textId="77777777" w:rsidR="00200E4D" w:rsidRDefault="00200E4D" w:rsidP="00200E4D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Подтверждается в заявке на участие в закупочной процедуре</w:t>
                  </w:r>
                </w:p>
              </w:tc>
            </w:tr>
          </w:tbl>
          <w:p w14:paraId="3243B557" w14:textId="4D992212" w:rsidR="005F75F0" w:rsidRPr="00871F4F" w:rsidRDefault="005F75F0" w:rsidP="00871F4F">
            <w:pPr>
              <w:rPr>
                <w:rFonts w:ascii="Tahoma" w:hAnsi="Tahoma" w:cs="Tahoma"/>
                <w:sz w:val="20"/>
              </w:rPr>
            </w:pPr>
          </w:p>
        </w:tc>
      </w:tr>
      <w:tr w:rsidR="005F75F0" w:rsidRPr="005F75F0" w14:paraId="155E2E62" w14:textId="77777777" w:rsidTr="009A57E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09D49" w14:textId="1B3443DB" w:rsidR="005F75F0" w:rsidRPr="005F75F0" w:rsidRDefault="005F75F0" w:rsidP="005F75F0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>16.Прочие необходимые требования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ECC3D" w14:textId="6D0CACE0" w:rsidR="005F75F0" w:rsidRPr="005F75F0" w:rsidRDefault="00B57E7C" w:rsidP="00CC79FD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>Подрядчик</w:t>
            </w:r>
            <w:r w:rsidR="005F75F0" w:rsidRPr="005F75F0">
              <w:rPr>
                <w:rFonts w:ascii="Tahoma" w:hAnsi="Tahoma" w:cs="Tahoma"/>
                <w:sz w:val="20"/>
                <w:szCs w:val="24"/>
              </w:rPr>
              <w:t xml:space="preserve"> обязуется заключить Договор по Типовой форме ООО «НТПО»</w:t>
            </w:r>
            <w:r w:rsidR="005F75F0" w:rsidRPr="005F75F0">
              <w:rPr>
                <w:rFonts w:ascii="Tahoma" w:hAnsi="Tahoma" w:cs="Tahoma"/>
                <w:i/>
                <w:sz w:val="20"/>
                <w:szCs w:val="24"/>
              </w:rPr>
              <w:t xml:space="preserve"> (Приложение № </w:t>
            </w:r>
            <w:r w:rsidR="005F75F0">
              <w:rPr>
                <w:rFonts w:ascii="Tahoma" w:hAnsi="Tahoma" w:cs="Tahoma"/>
                <w:i/>
                <w:sz w:val="20"/>
                <w:szCs w:val="24"/>
              </w:rPr>
              <w:t>3</w:t>
            </w:r>
            <w:r w:rsidR="005F75F0" w:rsidRPr="005F75F0">
              <w:rPr>
                <w:rFonts w:ascii="Tahoma" w:hAnsi="Tahoma" w:cs="Tahoma"/>
                <w:i/>
                <w:sz w:val="20"/>
                <w:szCs w:val="24"/>
              </w:rPr>
              <w:t xml:space="preserve"> к настоящему Приглашению).</w:t>
            </w:r>
          </w:p>
        </w:tc>
      </w:tr>
      <w:tr w:rsidR="005F75F0" w:rsidRPr="005F75F0" w14:paraId="7F2FBC41" w14:textId="77777777" w:rsidTr="009A57E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25D11" w14:textId="6CA93042" w:rsidR="005F75F0" w:rsidRPr="005F75F0" w:rsidRDefault="005F75F0" w:rsidP="007733AC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 xml:space="preserve">17.Перечень и значения отдельных характеристик, которыми </w:t>
            </w:r>
            <w:r w:rsidR="007733AC">
              <w:rPr>
                <w:rFonts w:ascii="Tahoma" w:hAnsi="Tahoma" w:cs="Tahoma"/>
                <w:sz w:val="20"/>
                <w:szCs w:val="24"/>
              </w:rPr>
              <w:t>должны соответствовать работы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DB81E" w14:textId="77777777" w:rsidR="001C4D22" w:rsidRPr="004B43D8" w:rsidRDefault="005F75F0" w:rsidP="001C4D22">
            <w:pPr>
              <w:pStyle w:val="Default"/>
              <w:jc w:val="both"/>
              <w:rPr>
                <w:rFonts w:ascii="Tahoma" w:hAnsi="Tahoma" w:cs="Tahoma"/>
              </w:rPr>
            </w:pPr>
            <w:r w:rsidRPr="005F75F0">
              <w:rPr>
                <w:rFonts w:ascii="Tahoma" w:hAnsi="Tahoma" w:cs="Tahoma"/>
                <w:sz w:val="20"/>
              </w:rPr>
              <w:t xml:space="preserve">В соответствии с </w:t>
            </w:r>
            <w:r w:rsidR="00923109">
              <w:rPr>
                <w:rFonts w:ascii="Tahoma" w:hAnsi="Tahoma" w:cs="Tahoma"/>
                <w:sz w:val="20"/>
              </w:rPr>
              <w:t>Техническим</w:t>
            </w:r>
            <w:r w:rsidR="00923109" w:rsidRPr="00923109">
              <w:rPr>
                <w:rFonts w:ascii="Tahoma" w:hAnsi="Tahoma" w:cs="Tahoma"/>
                <w:sz w:val="20"/>
              </w:rPr>
              <w:t xml:space="preserve"> задание</w:t>
            </w:r>
            <w:r w:rsidR="00923109">
              <w:rPr>
                <w:rFonts w:ascii="Tahoma" w:hAnsi="Tahoma" w:cs="Tahoma"/>
                <w:sz w:val="20"/>
              </w:rPr>
              <w:t>м</w:t>
            </w:r>
            <w:r w:rsidR="00923109" w:rsidRPr="00923109">
              <w:rPr>
                <w:rFonts w:ascii="Tahoma" w:hAnsi="Tahoma" w:cs="Tahoma"/>
                <w:sz w:val="20"/>
              </w:rPr>
              <w:t xml:space="preserve"> </w:t>
            </w:r>
            <w:r w:rsidR="00505C92" w:rsidRPr="00505C92">
              <w:rPr>
                <w:rFonts w:ascii="Tahoma" w:hAnsi="Tahoma" w:cs="Tahoma"/>
                <w:sz w:val="20"/>
              </w:rPr>
              <w:t xml:space="preserve">на </w:t>
            </w:r>
            <w:r w:rsidR="001C4D22">
              <w:rPr>
                <w:rFonts w:ascii="Tahoma" w:hAnsi="Tahoma" w:cs="Tahoma"/>
                <w:sz w:val="20"/>
              </w:rPr>
              <w:t>Выполнение работ по замене наружного трубопровода водоотведения, расположенного по адресу: Красноярский край, г.</w:t>
            </w:r>
            <w:r w:rsidR="001C4D22">
              <w:t xml:space="preserve"> </w:t>
            </w:r>
          </w:p>
          <w:p w14:paraId="59391D8E" w14:textId="54CD39CE" w:rsidR="005F75F0" w:rsidRPr="00923109" w:rsidRDefault="001C4D22" w:rsidP="001C4D22">
            <w:pPr>
              <w:rPr>
                <w:rFonts w:ascii="Tahoma" w:hAnsi="Tahoma" w:cs="Tahoma"/>
                <w:sz w:val="20"/>
              </w:rPr>
            </w:pPr>
            <w:r w:rsidRPr="004B43D8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r w:rsidRPr="004B43D8">
              <w:rPr>
                <w:rFonts w:ascii="Tahoma" w:hAnsi="Tahoma" w:cs="Tahoma"/>
                <w:color w:val="000000"/>
                <w:sz w:val="20"/>
                <w:szCs w:val="24"/>
              </w:rPr>
              <w:t>Норильск, район Ц</w:t>
            </w:r>
            <w:r>
              <w:rPr>
                <w:rFonts w:ascii="Tahoma" w:hAnsi="Tahoma" w:cs="Tahoma"/>
                <w:color w:val="000000"/>
                <w:sz w:val="20"/>
                <w:szCs w:val="24"/>
              </w:rPr>
              <w:t>ентральный, ул. Октябрьская 31</w:t>
            </w:r>
          </w:p>
        </w:tc>
      </w:tr>
      <w:tr w:rsidR="005F75F0" w:rsidRPr="005F75F0" w14:paraId="340A47FD" w14:textId="77777777" w:rsidTr="009A57E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60A7D" w14:textId="13DE0D50" w:rsidR="005F75F0" w:rsidRPr="005F75F0" w:rsidRDefault="005F75F0" w:rsidP="00B57E7C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>18.Другая необходимая информация и требования (к Квалификации п</w:t>
            </w:r>
            <w:r w:rsidR="00B57E7C">
              <w:rPr>
                <w:rFonts w:ascii="Tahoma" w:hAnsi="Tahoma" w:cs="Tahoma"/>
                <w:sz w:val="20"/>
                <w:szCs w:val="24"/>
              </w:rPr>
              <w:t>одрядчика</w:t>
            </w:r>
            <w:r w:rsidRPr="005F75F0">
              <w:rPr>
                <w:rFonts w:ascii="Tahoma" w:hAnsi="Tahoma" w:cs="Tahoma"/>
                <w:sz w:val="20"/>
                <w:szCs w:val="24"/>
              </w:rPr>
              <w:t>, возможности представлять аналоги, гарантии по сертификации Продукции, году изготовления Продукции и т.д.)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2F460" w14:textId="1365E284" w:rsidR="00923109" w:rsidRPr="007733AC" w:rsidRDefault="005F75F0" w:rsidP="005F75F0">
            <w:pPr>
              <w:rPr>
                <w:rFonts w:ascii="Tahoma" w:hAnsi="Tahoma" w:cs="Tahoma"/>
              </w:rPr>
            </w:pPr>
            <w:r w:rsidRPr="007733AC">
              <w:rPr>
                <w:rFonts w:ascii="Tahoma" w:hAnsi="Tahoma" w:cs="Tahoma"/>
                <w:sz w:val="20"/>
                <w:szCs w:val="24"/>
              </w:rPr>
              <w:t>В соответствии</w:t>
            </w:r>
            <w:r w:rsidR="00923109" w:rsidRPr="007733AC">
              <w:rPr>
                <w:rFonts w:ascii="Tahoma" w:hAnsi="Tahoma" w:cs="Tahoma"/>
                <w:sz w:val="20"/>
                <w:szCs w:val="24"/>
              </w:rPr>
              <w:t>:</w:t>
            </w:r>
            <w:r w:rsidR="00923109" w:rsidRPr="007733AC">
              <w:rPr>
                <w:rFonts w:ascii="Tahoma" w:hAnsi="Tahoma" w:cs="Tahoma"/>
              </w:rPr>
              <w:t xml:space="preserve"> </w:t>
            </w:r>
          </w:p>
          <w:p w14:paraId="30DD476F" w14:textId="08AC931F" w:rsidR="00923109" w:rsidRPr="00923109" w:rsidRDefault="00923109" w:rsidP="005F75F0">
            <w:pPr>
              <w:rPr>
                <w:rFonts w:ascii="Tahoma" w:hAnsi="Tahoma" w:cs="Tahoma"/>
              </w:rPr>
            </w:pPr>
            <w:r w:rsidRPr="007733AC">
              <w:rPr>
                <w:rFonts w:ascii="Tahoma" w:hAnsi="Tahoma" w:cs="Tahoma"/>
              </w:rPr>
              <w:t xml:space="preserve">- </w:t>
            </w:r>
            <w:r w:rsidRPr="007733AC">
              <w:rPr>
                <w:rFonts w:ascii="Tahoma" w:hAnsi="Tahoma" w:cs="Tahoma"/>
                <w:sz w:val="20"/>
              </w:rPr>
              <w:t xml:space="preserve">Техническое задание </w:t>
            </w:r>
            <w:r w:rsidR="00505C92" w:rsidRPr="00505C92">
              <w:rPr>
                <w:rFonts w:ascii="Tahoma" w:hAnsi="Tahoma" w:cs="Tahoma"/>
                <w:sz w:val="20"/>
              </w:rPr>
              <w:t>на техническое обслуживание и ремонт складской техники РЦ по торговле ООО «НТПО»</w:t>
            </w:r>
            <w:r w:rsidRPr="007733AC">
              <w:rPr>
                <w:rFonts w:ascii="Tahoma" w:hAnsi="Tahoma" w:cs="Tahoma"/>
                <w:sz w:val="20"/>
              </w:rPr>
              <w:t>.</w:t>
            </w:r>
            <w:r w:rsidRPr="00923109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5F75F0" w:rsidRPr="005F75F0" w14:paraId="25DEE1A7" w14:textId="77777777" w:rsidTr="009A57E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88683" w14:textId="6180DFDB" w:rsidR="005F75F0" w:rsidRPr="005F75F0" w:rsidRDefault="005F75F0" w:rsidP="005F75F0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>19. Срок действия КП/ТКП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CFBA5" w14:textId="1E019E25" w:rsidR="005F75F0" w:rsidRPr="005F75F0" w:rsidRDefault="005F75F0" w:rsidP="005F75F0">
            <w:pPr>
              <w:rPr>
                <w:rFonts w:ascii="Tahoma" w:hAnsi="Tahoma" w:cs="Tahoma"/>
                <w:sz w:val="20"/>
                <w:szCs w:val="24"/>
              </w:rPr>
            </w:pPr>
            <w:r w:rsidRPr="005F75F0">
              <w:rPr>
                <w:rFonts w:ascii="Tahoma" w:hAnsi="Tahoma" w:cs="Tahoma"/>
                <w:sz w:val="20"/>
                <w:szCs w:val="24"/>
              </w:rPr>
              <w:t xml:space="preserve">Не менее 90 календарных дней с даты направления. </w:t>
            </w:r>
            <w:r w:rsidRPr="005F75F0">
              <w:rPr>
                <w:rFonts w:ascii="Tahoma" w:hAnsi="Tahoma" w:cs="Tahoma"/>
                <w:sz w:val="20"/>
                <w:szCs w:val="24"/>
              </w:rPr>
              <w:tab/>
            </w:r>
          </w:p>
        </w:tc>
      </w:tr>
    </w:tbl>
    <w:p w14:paraId="0484BFB5" w14:textId="77777777" w:rsidR="00DC3F1F" w:rsidRPr="005C34DA" w:rsidRDefault="00DC3F1F" w:rsidP="00DC3F1F">
      <w:pPr>
        <w:ind w:firstLine="567"/>
        <w:rPr>
          <w:rFonts w:ascii="Tahoma" w:hAnsi="Tahoma" w:cs="Tahoma"/>
          <w:sz w:val="20"/>
          <w:szCs w:val="24"/>
        </w:rPr>
      </w:pPr>
    </w:p>
    <w:p w14:paraId="72DEAAFE" w14:textId="77777777" w:rsidR="006E488A" w:rsidRDefault="006E488A" w:rsidP="006E488A">
      <w:pPr>
        <w:ind w:right="-142" w:firstLine="567"/>
        <w:rPr>
          <w:rFonts w:ascii="Tahoma" w:hAnsi="Tahoma" w:cs="Tahoma"/>
          <w:b/>
          <w:szCs w:val="24"/>
        </w:rPr>
      </w:pPr>
      <w:r w:rsidRPr="00595474">
        <w:rPr>
          <w:rFonts w:ascii="Tahoma" w:hAnsi="Tahoma" w:cs="Tahoma"/>
          <w:b/>
          <w:szCs w:val="24"/>
        </w:rPr>
        <w:t>Приложения к приглашению:</w:t>
      </w:r>
    </w:p>
    <w:p w14:paraId="7731B87C" w14:textId="3A1F11A2" w:rsidR="00923109" w:rsidRPr="00923109" w:rsidRDefault="00923109" w:rsidP="00142161">
      <w:pPr>
        <w:pStyle w:val="affd"/>
        <w:numPr>
          <w:ilvl w:val="3"/>
          <w:numId w:val="23"/>
        </w:numPr>
        <w:tabs>
          <w:tab w:val="left" w:pos="709"/>
          <w:tab w:val="left" w:pos="851"/>
        </w:tabs>
        <w:ind w:left="0" w:right="-142" w:firstLine="142"/>
        <w:rPr>
          <w:rFonts w:ascii="Tahoma" w:hAnsi="Tahoma" w:cs="Tahoma"/>
          <w:b/>
          <w:szCs w:val="24"/>
        </w:rPr>
      </w:pPr>
      <w:r w:rsidRPr="00923109">
        <w:rPr>
          <w:rFonts w:ascii="Tahoma" w:hAnsi="Tahoma" w:cs="Tahoma"/>
        </w:rPr>
        <w:t xml:space="preserve">Техническое задание </w:t>
      </w:r>
      <w:r w:rsidR="00142161" w:rsidRPr="00142161">
        <w:rPr>
          <w:rFonts w:ascii="Tahoma" w:hAnsi="Tahoma" w:cs="Tahoma"/>
        </w:rPr>
        <w:t>на</w:t>
      </w:r>
      <w:r w:rsidR="002452F9">
        <w:rPr>
          <w:rFonts w:ascii="Tahoma" w:hAnsi="Tahoma" w:cs="Tahoma"/>
        </w:rPr>
        <w:t xml:space="preserve"> выполнение работ по замене наружного трубопровода водоотведения, расположенного по адресу: Красноярский край, г. Норильск, район Центральный, ул. Октябрьская 31</w:t>
      </w:r>
      <w:r w:rsidR="00142161" w:rsidRPr="00142161">
        <w:rPr>
          <w:rFonts w:ascii="Tahoma" w:hAnsi="Tahoma" w:cs="Tahoma"/>
        </w:rPr>
        <w:t xml:space="preserve"> </w:t>
      </w:r>
      <w:r w:rsidR="002452F9">
        <w:rPr>
          <w:rFonts w:ascii="Tahoma" w:hAnsi="Tahoma" w:cs="Tahoma"/>
        </w:rPr>
        <w:t>на 8</w:t>
      </w:r>
      <w:r w:rsidR="00142161">
        <w:rPr>
          <w:rFonts w:ascii="Tahoma" w:hAnsi="Tahoma" w:cs="Tahoma"/>
        </w:rPr>
        <w:t xml:space="preserve"> л.</w:t>
      </w:r>
    </w:p>
    <w:p w14:paraId="747DD5A6" w14:textId="2C572516" w:rsidR="005F75F0" w:rsidRDefault="005F75F0" w:rsidP="00A44A0E">
      <w:pPr>
        <w:pStyle w:val="affd"/>
        <w:numPr>
          <w:ilvl w:val="3"/>
          <w:numId w:val="23"/>
        </w:numPr>
        <w:tabs>
          <w:tab w:val="left" w:pos="709"/>
          <w:tab w:val="left" w:pos="851"/>
        </w:tabs>
        <w:ind w:left="0" w:right="-142" w:firstLine="142"/>
        <w:rPr>
          <w:rFonts w:ascii="Tahoma" w:hAnsi="Tahoma" w:cs="Tahoma"/>
        </w:rPr>
      </w:pPr>
      <w:r>
        <w:rPr>
          <w:rFonts w:ascii="Tahoma" w:hAnsi="Tahoma" w:cs="Tahoma"/>
        </w:rPr>
        <w:t>Формы к Приглашению на 2</w:t>
      </w:r>
      <w:r w:rsidR="00E4471B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 л.</w:t>
      </w:r>
    </w:p>
    <w:p w14:paraId="4BBAAB49" w14:textId="0041CFEF" w:rsidR="006E488A" w:rsidRPr="00236B5F" w:rsidRDefault="00B31FB9" w:rsidP="00A44A0E">
      <w:pPr>
        <w:pStyle w:val="affd"/>
        <w:numPr>
          <w:ilvl w:val="3"/>
          <w:numId w:val="23"/>
        </w:numPr>
        <w:tabs>
          <w:tab w:val="left" w:pos="709"/>
          <w:tab w:val="left" w:pos="851"/>
        </w:tabs>
        <w:ind w:left="0" w:right="-142" w:firstLine="142"/>
        <w:rPr>
          <w:rFonts w:ascii="Tahoma" w:hAnsi="Tahoma" w:cs="Tahoma"/>
        </w:rPr>
      </w:pPr>
      <w:r>
        <w:rPr>
          <w:rFonts w:ascii="Tahoma" w:hAnsi="Tahoma" w:cs="Tahoma"/>
        </w:rPr>
        <w:t xml:space="preserve">Типовая форма </w:t>
      </w:r>
      <w:r w:rsidR="00603567" w:rsidRPr="00603567">
        <w:rPr>
          <w:rFonts w:ascii="Tahoma" w:hAnsi="Tahoma" w:cs="Tahoma"/>
        </w:rPr>
        <w:t>Договор</w:t>
      </w:r>
      <w:r>
        <w:rPr>
          <w:rFonts w:ascii="Tahoma" w:hAnsi="Tahoma" w:cs="Tahoma"/>
        </w:rPr>
        <w:t>а</w:t>
      </w:r>
      <w:r w:rsidR="009E6667">
        <w:rPr>
          <w:rFonts w:ascii="Tahoma" w:hAnsi="Tahoma" w:cs="Tahoma"/>
        </w:rPr>
        <w:t xml:space="preserve"> подряда на 20</w:t>
      </w:r>
      <w:r w:rsidR="00603567" w:rsidRPr="00603567">
        <w:rPr>
          <w:rFonts w:ascii="Tahoma" w:hAnsi="Tahoma" w:cs="Tahoma"/>
        </w:rPr>
        <w:t xml:space="preserve"> л</w:t>
      </w:r>
      <w:r w:rsidR="006E488A" w:rsidRPr="00236B5F">
        <w:rPr>
          <w:rFonts w:ascii="Tahoma" w:hAnsi="Tahoma" w:cs="Tahoma"/>
        </w:rPr>
        <w:t>.</w:t>
      </w:r>
    </w:p>
    <w:p w14:paraId="43F0E196" w14:textId="77777777" w:rsidR="00CB2105" w:rsidRDefault="00CB2105" w:rsidP="00DC3F1F">
      <w:pPr>
        <w:ind w:right="-142" w:firstLine="567"/>
        <w:rPr>
          <w:rFonts w:ascii="Tahoma" w:hAnsi="Tahoma" w:cs="Tahoma"/>
          <w:szCs w:val="24"/>
        </w:rPr>
      </w:pPr>
    </w:p>
    <w:p w14:paraId="73BB3C85" w14:textId="69DFA604" w:rsidR="00DC3F1F" w:rsidRPr="001D16F6" w:rsidRDefault="00DC3F1F" w:rsidP="00DC3F1F">
      <w:pPr>
        <w:ind w:right="-142" w:firstLine="567"/>
        <w:rPr>
          <w:rFonts w:ascii="Tahoma" w:hAnsi="Tahoma" w:cs="Tahoma"/>
          <w:szCs w:val="24"/>
        </w:rPr>
      </w:pPr>
      <w:r w:rsidRPr="001D16F6">
        <w:rPr>
          <w:rFonts w:ascii="Tahoma" w:hAnsi="Tahoma" w:cs="Tahoma"/>
          <w:szCs w:val="24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14:paraId="710DBC3D" w14:textId="77777777" w:rsidR="00DC3F1F" w:rsidRPr="001D16F6" w:rsidRDefault="00DC3F1F" w:rsidP="00DC3F1F">
      <w:pPr>
        <w:ind w:right="-142" w:firstLine="567"/>
        <w:rPr>
          <w:rFonts w:ascii="Tahoma" w:hAnsi="Tahoma" w:cs="Tahoma"/>
          <w:szCs w:val="24"/>
        </w:rPr>
      </w:pPr>
      <w:r w:rsidRPr="001D16F6">
        <w:rPr>
          <w:rFonts w:ascii="Tahoma" w:hAnsi="Tahoma" w:cs="Tahoma"/>
          <w:szCs w:val="24"/>
        </w:rPr>
        <w:t>ООО «Норильское торгово-производственное объединение»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14:paraId="36FB6F2A" w14:textId="77777777" w:rsidR="00DC3F1F" w:rsidRPr="001D16F6" w:rsidRDefault="00DC3F1F" w:rsidP="00DC3F1F">
      <w:pPr>
        <w:ind w:right="-142" w:firstLine="567"/>
        <w:rPr>
          <w:rFonts w:ascii="Tahoma" w:hAnsi="Tahoma" w:cs="Tahoma"/>
          <w:szCs w:val="24"/>
        </w:rPr>
      </w:pPr>
      <w:r w:rsidRPr="001D16F6">
        <w:rPr>
          <w:rFonts w:ascii="Tahoma" w:hAnsi="Tahoma" w:cs="Tahoma"/>
          <w:szCs w:val="24"/>
        </w:rPr>
        <w:t xml:space="preserve">При этом любые расходы, связанные с участием в закупочной процедуре участник несет самостоятельно, указанные расходы ни при каких обстоятельствах ООО </w:t>
      </w:r>
      <w:r>
        <w:rPr>
          <w:rFonts w:ascii="Tahoma" w:hAnsi="Tahoma" w:cs="Tahoma"/>
          <w:szCs w:val="24"/>
        </w:rPr>
        <w:t>"</w:t>
      </w:r>
      <w:r w:rsidRPr="001D16F6">
        <w:rPr>
          <w:rFonts w:ascii="Tahoma" w:hAnsi="Tahoma" w:cs="Tahoma"/>
          <w:szCs w:val="24"/>
        </w:rPr>
        <w:t>Норильское торгово-производственное объединение</w:t>
      </w:r>
      <w:r>
        <w:rPr>
          <w:rFonts w:ascii="Tahoma" w:hAnsi="Tahoma" w:cs="Tahoma"/>
          <w:szCs w:val="24"/>
        </w:rPr>
        <w:t>"</w:t>
      </w:r>
      <w:r w:rsidRPr="001D16F6" w:rsidDel="001131B9">
        <w:rPr>
          <w:rFonts w:ascii="Tahoma" w:hAnsi="Tahoma" w:cs="Tahoma"/>
          <w:szCs w:val="24"/>
        </w:rPr>
        <w:t xml:space="preserve"> </w:t>
      </w:r>
      <w:r w:rsidRPr="001D16F6">
        <w:rPr>
          <w:rFonts w:ascii="Tahoma" w:hAnsi="Tahoma" w:cs="Tahoma"/>
          <w:szCs w:val="24"/>
        </w:rPr>
        <w:t>не возмещаются.</w:t>
      </w:r>
    </w:p>
    <w:p w14:paraId="66E47399" w14:textId="77777777" w:rsidR="00DC3F1F" w:rsidRPr="002F6C7A" w:rsidRDefault="00DC3F1F" w:rsidP="00DC3F1F">
      <w:pPr>
        <w:ind w:right="-142" w:firstLine="567"/>
        <w:rPr>
          <w:rFonts w:ascii="Tahoma" w:hAnsi="Tahoma" w:cs="Tahoma"/>
          <w:sz w:val="12"/>
          <w:szCs w:val="24"/>
        </w:rPr>
      </w:pPr>
    </w:p>
    <w:p w14:paraId="6533B083" w14:textId="344CB038" w:rsidR="00DC3F1F" w:rsidRPr="00C7671D" w:rsidRDefault="00DC3F1F" w:rsidP="00236B5F">
      <w:pPr>
        <w:ind w:right="-142" w:firstLine="567"/>
        <w:rPr>
          <w:rFonts w:ascii="Tahoma" w:hAnsi="Tahoma" w:cs="Tahoma"/>
          <w:szCs w:val="24"/>
        </w:rPr>
      </w:pPr>
      <w:r w:rsidRPr="001D16F6">
        <w:rPr>
          <w:rFonts w:ascii="Tahoma" w:hAnsi="Tahoma" w:cs="Tahoma"/>
          <w:szCs w:val="24"/>
        </w:rPr>
        <w:t>Вопросы, связанные с организацией данной Закупочной процедур</w:t>
      </w:r>
      <w:r>
        <w:rPr>
          <w:rFonts w:ascii="Tahoma" w:hAnsi="Tahoma" w:cs="Tahoma"/>
          <w:szCs w:val="24"/>
        </w:rPr>
        <w:t>ой</w:t>
      </w:r>
      <w:r w:rsidRPr="001D16F6">
        <w:rPr>
          <w:rFonts w:ascii="Tahoma" w:hAnsi="Tahoma" w:cs="Tahoma"/>
          <w:szCs w:val="24"/>
        </w:rPr>
        <w:t xml:space="preserve">, заполнению документации, предоставлению разъяснений можно направлять на </w:t>
      </w:r>
      <w:r w:rsidRPr="004D311C">
        <w:rPr>
          <w:rFonts w:ascii="Tahoma" w:hAnsi="Tahoma" w:cs="Tahoma"/>
          <w:szCs w:val="24"/>
        </w:rPr>
        <w:t xml:space="preserve">электронный адрес: </w:t>
      </w:r>
      <w:hyperlink r:id="rId21" w:history="1">
        <w:r w:rsidR="00485D75" w:rsidRPr="00971566">
          <w:rPr>
            <w:rStyle w:val="af8"/>
            <w:rFonts w:ascii="Tahoma" w:hAnsi="Tahoma" w:cs="Tahoma"/>
            <w:b/>
            <w:szCs w:val="24"/>
            <w:lang w:val="en-US"/>
          </w:rPr>
          <w:t>SpirinSN</w:t>
        </w:r>
        <w:r w:rsidR="00485D75" w:rsidRPr="00971566">
          <w:rPr>
            <w:rStyle w:val="af8"/>
            <w:rFonts w:ascii="Tahoma" w:hAnsi="Tahoma" w:cs="Tahoma"/>
            <w:b/>
            <w:szCs w:val="24"/>
          </w:rPr>
          <w:t>@</w:t>
        </w:r>
        <w:r w:rsidR="00485D75" w:rsidRPr="00971566">
          <w:rPr>
            <w:rStyle w:val="af8"/>
            <w:rFonts w:ascii="Tahoma" w:hAnsi="Tahoma" w:cs="Tahoma"/>
            <w:b/>
            <w:szCs w:val="24"/>
            <w:lang w:val="en-US"/>
          </w:rPr>
          <w:t>nornik</w:t>
        </w:r>
        <w:r w:rsidR="00485D75" w:rsidRPr="00971566">
          <w:rPr>
            <w:rStyle w:val="af8"/>
            <w:rFonts w:ascii="Tahoma" w:hAnsi="Tahoma" w:cs="Tahoma"/>
            <w:b/>
            <w:szCs w:val="24"/>
          </w:rPr>
          <w:t>.</w:t>
        </w:r>
        <w:proofErr w:type="spellStart"/>
        <w:r w:rsidR="00485D75" w:rsidRPr="00971566">
          <w:rPr>
            <w:rStyle w:val="af8"/>
            <w:rFonts w:ascii="Tahoma" w:hAnsi="Tahoma" w:cs="Tahoma"/>
            <w:b/>
            <w:szCs w:val="24"/>
            <w:lang w:val="en-US"/>
          </w:rPr>
          <w:t>ru</w:t>
        </w:r>
        <w:proofErr w:type="spellEnd"/>
      </w:hyperlink>
      <w:r w:rsidR="00485D75">
        <w:rPr>
          <w:rFonts w:ascii="Tahoma" w:hAnsi="Tahoma" w:cs="Tahoma"/>
          <w:b/>
          <w:szCs w:val="24"/>
        </w:rPr>
        <w:t xml:space="preserve"> </w:t>
      </w:r>
      <w:r w:rsidR="00485D75">
        <w:rPr>
          <w:rFonts w:ascii="Tahoma" w:hAnsi="Tahoma" w:cs="Tahoma"/>
          <w:szCs w:val="24"/>
        </w:rPr>
        <w:t xml:space="preserve">– </w:t>
      </w:r>
      <w:r w:rsidR="000D062C" w:rsidRPr="00C7671D">
        <w:rPr>
          <w:rFonts w:ascii="Tahoma" w:hAnsi="Tahoma" w:cs="Tahoma"/>
          <w:szCs w:val="24"/>
        </w:rPr>
        <w:t xml:space="preserve">главный </w:t>
      </w:r>
      <w:r w:rsidR="00485D75">
        <w:rPr>
          <w:rFonts w:ascii="Tahoma" w:hAnsi="Tahoma" w:cs="Tahoma"/>
          <w:szCs w:val="24"/>
        </w:rPr>
        <w:t>специалист по энергообеспечению</w:t>
      </w:r>
      <w:r w:rsidR="000D062C" w:rsidRPr="00C7671D">
        <w:rPr>
          <w:rFonts w:ascii="Tahoma" w:hAnsi="Tahoma" w:cs="Tahoma"/>
          <w:szCs w:val="24"/>
        </w:rPr>
        <w:t xml:space="preserve"> ООО «НТПО» </w:t>
      </w:r>
      <w:r w:rsidR="00485D75">
        <w:rPr>
          <w:rFonts w:ascii="Tahoma" w:hAnsi="Tahoma" w:cs="Tahoma"/>
          <w:szCs w:val="24"/>
        </w:rPr>
        <w:t>Спирин Сергей Николаевич, тел. 8 (3919) 22-86-35</w:t>
      </w:r>
      <w:r w:rsidR="000D062C">
        <w:rPr>
          <w:rFonts w:ascii="Tahoma" w:hAnsi="Tahoma" w:cs="Tahoma"/>
          <w:szCs w:val="24"/>
        </w:rPr>
        <w:t>.</w:t>
      </w:r>
    </w:p>
    <w:p w14:paraId="7A695750" w14:textId="5EE49E14" w:rsidR="00236B5F" w:rsidRPr="001376BB" w:rsidRDefault="00236B5F" w:rsidP="00236B5F">
      <w:pPr>
        <w:ind w:right="-142" w:firstLine="567"/>
        <w:rPr>
          <w:rFonts w:ascii="Tahoma" w:hAnsi="Tahoma" w:cs="Tahoma"/>
          <w:szCs w:val="24"/>
        </w:rPr>
      </w:pPr>
      <w:r w:rsidRPr="00236B5F">
        <w:rPr>
          <w:rFonts w:ascii="Tahoma" w:hAnsi="Tahoma" w:cs="Tahoma"/>
          <w:szCs w:val="24"/>
        </w:rPr>
        <w:t xml:space="preserve">Вашу Заявку на участие в Закупочной процедуре прошу направлять по электронной </w:t>
      </w:r>
      <w:r w:rsidRPr="001376BB">
        <w:rPr>
          <w:rFonts w:ascii="Tahoma" w:hAnsi="Tahoma" w:cs="Tahoma"/>
          <w:szCs w:val="24"/>
        </w:rPr>
        <w:t>почте</w:t>
      </w:r>
      <w:r w:rsidRPr="00D3420A">
        <w:rPr>
          <w:rFonts w:ascii="Tahoma" w:hAnsi="Tahoma" w:cs="Tahoma"/>
          <w:color w:val="FF0000"/>
          <w:szCs w:val="24"/>
        </w:rPr>
        <w:t xml:space="preserve"> </w:t>
      </w:r>
      <w:hyperlink r:id="rId22" w:history="1">
        <w:r w:rsidR="001376BB" w:rsidRPr="00236B5F">
          <w:rPr>
            <w:rStyle w:val="af8"/>
            <w:rFonts w:ascii="Tahoma" w:hAnsi="Tahoma" w:cs="Tahoma"/>
            <w:b/>
            <w:szCs w:val="24"/>
          </w:rPr>
          <w:t>zakupntpo@nornik.ru</w:t>
        </w:r>
      </w:hyperlink>
      <w:r w:rsidR="001376BB" w:rsidRPr="001376BB">
        <w:rPr>
          <w:rFonts w:ascii="Tahoma" w:hAnsi="Tahoma" w:cs="Tahoma"/>
          <w:szCs w:val="24"/>
        </w:rPr>
        <w:t>.</w:t>
      </w:r>
    </w:p>
    <w:p w14:paraId="30411915" w14:textId="518D1567" w:rsidR="00B22937" w:rsidRDefault="00236B5F" w:rsidP="00236B5F">
      <w:pPr>
        <w:ind w:right="-142" w:firstLine="567"/>
        <w:rPr>
          <w:rFonts w:ascii="Tahoma" w:hAnsi="Tahoma" w:cs="Tahoma"/>
          <w:szCs w:val="24"/>
        </w:rPr>
      </w:pPr>
      <w:r w:rsidRPr="00236B5F">
        <w:rPr>
          <w:rFonts w:ascii="Tahoma" w:hAnsi="Tahoma" w:cs="Tahoma"/>
          <w:szCs w:val="24"/>
        </w:rPr>
        <w:tab/>
        <w:t>Передача информации другим подразделениям ООО «Норильское торгово-производственное объединение» до объявления результатов Закупочной процедуры не допускается, при обнаружении подобных фактов, ООО «Норильское торгово-производственное объединение» оставляет за собой право исключить потенциального Поставщика из дальнейшего участия в Закупочной процедуре).</w:t>
      </w:r>
    </w:p>
    <w:p w14:paraId="0B555053" w14:textId="42B1B77C" w:rsidR="005556BB" w:rsidRDefault="005556BB" w:rsidP="00DC3F1F">
      <w:pPr>
        <w:spacing w:after="100" w:afterAutospacing="1"/>
        <w:ind w:firstLine="709"/>
        <w:contextualSpacing/>
        <w:rPr>
          <w:rFonts w:ascii="Tahoma" w:eastAsia="Calibri" w:hAnsi="Tahoma" w:cs="Tahoma"/>
          <w:b/>
          <w:szCs w:val="24"/>
          <w:lang w:eastAsia="en-US"/>
        </w:rPr>
      </w:pPr>
    </w:p>
    <w:p w14:paraId="38191797" w14:textId="5B8C4AA4" w:rsidR="00236B5F" w:rsidRPr="00BB0253" w:rsidRDefault="009418A0" w:rsidP="00236B5F">
      <w:pPr>
        <w:tabs>
          <w:tab w:val="left" w:pos="10206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Секретарь</w:t>
      </w:r>
      <w:r w:rsidR="00236B5F" w:rsidRPr="00BB0253">
        <w:rPr>
          <w:rFonts w:ascii="Tahoma" w:hAnsi="Tahoma" w:cs="Tahoma"/>
          <w:b/>
        </w:rPr>
        <w:t xml:space="preserve"> </w:t>
      </w:r>
    </w:p>
    <w:p w14:paraId="35AAC729" w14:textId="01ECE3DF" w:rsidR="00236B5F" w:rsidRPr="00FC52B2" w:rsidRDefault="00236B5F" w:rsidP="00236B5F">
      <w:pPr>
        <w:jc w:val="left"/>
        <w:rPr>
          <w:rFonts w:ascii="Tahoma" w:hAnsi="Tahoma" w:cs="Tahoma"/>
          <w:i/>
        </w:rPr>
      </w:pPr>
      <w:r w:rsidRPr="00FC52B2">
        <w:rPr>
          <w:rFonts w:ascii="Tahoma" w:hAnsi="Tahoma" w:cs="Tahoma"/>
          <w:b/>
        </w:rPr>
        <w:t>Тендерной комиссии</w:t>
      </w:r>
      <w:r w:rsidRPr="00BB0253">
        <w:rPr>
          <w:rFonts w:ascii="Tahoma" w:hAnsi="Tahoma" w:cs="Tahoma"/>
          <w:i/>
        </w:rPr>
        <w:t xml:space="preserve">                                                                                                                            </w:t>
      </w:r>
      <w:r w:rsidRPr="00FC52B2">
        <w:rPr>
          <w:rFonts w:ascii="Tahoma" w:hAnsi="Tahoma" w:cs="Tahoma"/>
          <w:i/>
        </w:rPr>
        <w:t xml:space="preserve"> </w:t>
      </w:r>
    </w:p>
    <w:p w14:paraId="712C80D7" w14:textId="4B0C60C0" w:rsidR="00236B5F" w:rsidRPr="00BB0253" w:rsidRDefault="00236B5F" w:rsidP="00236B5F">
      <w:pPr>
        <w:jc w:val="right"/>
        <w:rPr>
          <w:rFonts w:ascii="Tahoma" w:hAnsi="Tahoma" w:cs="Tahoma"/>
          <w:i/>
          <w:sz w:val="20"/>
        </w:rPr>
      </w:pPr>
      <w:r w:rsidRPr="00BB0253">
        <w:rPr>
          <w:rFonts w:ascii="Tahoma" w:hAnsi="Tahoma" w:cs="Tahoma"/>
          <w:b/>
        </w:rPr>
        <w:t xml:space="preserve">_________    </w:t>
      </w:r>
      <w:r>
        <w:rPr>
          <w:rFonts w:ascii="Tahoma" w:hAnsi="Tahoma" w:cs="Tahoma"/>
          <w:b/>
        </w:rPr>
        <w:t>Е</w:t>
      </w:r>
      <w:r w:rsidRPr="00BB0253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>А</w:t>
      </w:r>
      <w:r w:rsidRPr="00BB0253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 xml:space="preserve"> </w:t>
      </w:r>
      <w:r w:rsidR="00DC1B34">
        <w:rPr>
          <w:rFonts w:ascii="Tahoma" w:hAnsi="Tahoma" w:cs="Tahoma"/>
          <w:b/>
        </w:rPr>
        <w:t>Шенделова</w:t>
      </w:r>
      <w:r w:rsidRPr="00BB0253">
        <w:rPr>
          <w:rFonts w:ascii="Tahoma" w:hAnsi="Tahoma" w:cs="Tahoma"/>
          <w:b/>
        </w:rPr>
        <w:t xml:space="preserve"> </w:t>
      </w:r>
      <w:r w:rsidRPr="00BB0253">
        <w:rPr>
          <w:rFonts w:ascii="Tahoma" w:hAnsi="Tahoma" w:cs="Tahoma"/>
          <w:sz w:val="20"/>
        </w:rPr>
        <w:t xml:space="preserve">                       </w:t>
      </w:r>
    </w:p>
    <w:p w14:paraId="5357B0D0" w14:textId="77777777" w:rsidR="00236B5F" w:rsidRPr="00FC52B2" w:rsidRDefault="00236B5F" w:rsidP="00236B5F">
      <w:pPr>
        <w:rPr>
          <w:rFonts w:ascii="Tahoma" w:hAnsi="Tahoma" w:cs="Tahoma"/>
          <w:i/>
        </w:rPr>
      </w:pPr>
      <w:r w:rsidRPr="00BB0253">
        <w:rPr>
          <w:rFonts w:ascii="Tahoma" w:hAnsi="Tahoma" w:cs="Tahoma"/>
          <w:i/>
          <w:sz w:val="20"/>
        </w:rPr>
        <w:t xml:space="preserve">                                                                                                </w:t>
      </w:r>
      <w:r>
        <w:rPr>
          <w:rFonts w:ascii="Tahoma" w:hAnsi="Tahoma" w:cs="Tahoma"/>
          <w:i/>
          <w:sz w:val="20"/>
        </w:rPr>
        <w:t xml:space="preserve"> </w:t>
      </w:r>
      <w:r w:rsidRPr="00BB0253">
        <w:rPr>
          <w:rFonts w:ascii="Tahoma" w:hAnsi="Tahoma" w:cs="Tahoma"/>
          <w:i/>
          <w:sz w:val="20"/>
        </w:rPr>
        <w:t>подпись</w:t>
      </w:r>
    </w:p>
    <w:p w14:paraId="36D8D967" w14:textId="77777777" w:rsidR="00236B5F" w:rsidRDefault="00236B5F" w:rsidP="00DC3F1F">
      <w:pPr>
        <w:spacing w:after="100" w:afterAutospacing="1"/>
        <w:ind w:firstLine="709"/>
        <w:contextualSpacing/>
        <w:rPr>
          <w:rFonts w:ascii="Tahoma" w:eastAsia="Calibri" w:hAnsi="Tahoma" w:cs="Tahoma"/>
          <w:b/>
          <w:szCs w:val="24"/>
          <w:lang w:eastAsia="en-US"/>
        </w:rPr>
      </w:pPr>
    </w:p>
    <w:sectPr w:rsidR="00236B5F" w:rsidSect="002227BE">
      <w:pgSz w:w="11907" w:h="16840" w:code="9"/>
      <w:pgMar w:top="851" w:right="1134" w:bottom="567" w:left="1418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FFE50" w14:textId="77777777" w:rsidR="00E92D07" w:rsidRDefault="00E92D07">
      <w:r>
        <w:separator/>
      </w:r>
    </w:p>
  </w:endnote>
  <w:endnote w:type="continuationSeparator" w:id="0">
    <w:p w14:paraId="61B66AF6" w14:textId="77777777" w:rsidR="00E92D07" w:rsidRDefault="00E92D07">
      <w:r>
        <w:continuationSeparator/>
      </w:r>
    </w:p>
  </w:endnote>
  <w:endnote w:type="continuationNotice" w:id="1">
    <w:p w14:paraId="5B39105A" w14:textId="77777777" w:rsidR="00E92D07" w:rsidRDefault="00E92D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2095A" w14:textId="77777777" w:rsidR="00E92D07" w:rsidRDefault="00E92D07">
      <w:r>
        <w:separator/>
      </w:r>
    </w:p>
    <w:p w14:paraId="328D6FA1" w14:textId="77777777" w:rsidR="00E92D07" w:rsidRDefault="00E92D07"/>
  </w:footnote>
  <w:footnote w:type="continuationSeparator" w:id="0">
    <w:p w14:paraId="5DE06C83" w14:textId="77777777" w:rsidR="00E92D07" w:rsidRDefault="00E92D07">
      <w:r>
        <w:continuationSeparator/>
      </w:r>
    </w:p>
  </w:footnote>
  <w:footnote w:type="continuationNotice" w:id="1">
    <w:p w14:paraId="40FA4A2F" w14:textId="77777777" w:rsidR="00E92D07" w:rsidRDefault="00E92D07"/>
  </w:footnote>
  <w:footnote w:id="2">
    <w:p w14:paraId="40D4CF07" w14:textId="77777777" w:rsidR="00E44929" w:rsidRDefault="00E44929" w:rsidP="00E44929">
      <w:pPr>
        <w:pStyle w:val="af0"/>
      </w:pPr>
      <w:r w:rsidRPr="003D310F">
        <w:rPr>
          <w:rStyle w:val="af"/>
          <w:rFonts w:ascii="Tahoma" w:hAnsi="Tahoma" w:cs="Tahoma"/>
        </w:rPr>
        <w:footnoteRef/>
      </w:r>
      <w:r w:rsidRPr="003D310F">
        <w:rPr>
          <w:rFonts w:ascii="Tahoma" w:hAnsi="Tahoma" w:cs="Tahoma"/>
        </w:rPr>
        <w:t xml:space="preserve"> </w:t>
      </w:r>
      <w:r w:rsidRPr="00262A3E">
        <w:rPr>
          <w:rFonts w:ascii="Tahoma" w:hAnsi="Tahoma" w:cs="Tahoma"/>
        </w:rPr>
        <w:t xml:space="preserve">Если предлагаемая стоимость выше плановой стоимости предмета закупки, необходимо направить </w:t>
      </w:r>
      <w:r>
        <w:rPr>
          <w:rFonts w:ascii="Tahoma" w:hAnsi="Tahoma" w:cs="Tahoma"/>
        </w:rPr>
        <w:t>дополнительно</w:t>
      </w:r>
      <w:r w:rsidRPr="00262A3E">
        <w:rPr>
          <w:rFonts w:ascii="Tahoma" w:hAnsi="Tahoma" w:cs="Tahoma"/>
        </w:rPr>
        <w:t xml:space="preserve"> коммерческое предложение по форме в</w:t>
      </w:r>
      <w:r>
        <w:rPr>
          <w:rFonts w:ascii="Tahoma" w:hAnsi="Tahoma" w:cs="Tahoma"/>
        </w:rPr>
        <w:t xml:space="preserve"> соответствии с приложением 2.1</w:t>
      </w:r>
    </w:p>
  </w:footnote>
  <w:footnote w:id="3">
    <w:p w14:paraId="4D4A3580" w14:textId="77777777" w:rsidR="001A5318" w:rsidRPr="00A70AB7" w:rsidRDefault="001A5318" w:rsidP="001A5318">
      <w:pPr>
        <w:pStyle w:val="af0"/>
      </w:pPr>
      <w:r w:rsidRPr="003D310F">
        <w:rPr>
          <w:rStyle w:val="af"/>
          <w:rFonts w:ascii="Tahoma" w:hAnsi="Tahoma" w:cs="Tahoma"/>
        </w:rPr>
        <w:footnoteRef/>
      </w:r>
      <w:r w:rsidRPr="00A70AB7">
        <w:t xml:space="preserve"> </w:t>
      </w:r>
      <w:r w:rsidRPr="00A70AB7">
        <w:rPr>
          <w:rFonts w:ascii="Tahoma" w:hAnsi="Tahoma" w:cs="Tahoma"/>
        </w:rPr>
        <w:t xml:space="preserve">Чтобы сформировать </w:t>
      </w:r>
      <w:r w:rsidRPr="00A70AB7">
        <w:rPr>
          <w:rFonts w:ascii="Tahoma" w:hAnsi="Tahoma" w:cs="Tahoma"/>
          <w:color w:val="000000"/>
        </w:rPr>
        <w:t>выписку в форме электронного документа, подписанного усиленной квалифицированной электронной подписью, необходимо перейти по ссылке</w:t>
      </w:r>
      <w:r w:rsidRPr="00A70AB7">
        <w:rPr>
          <w:rFonts w:ascii="Tahoma" w:hAnsi="Tahoma" w:cs="Tahoma"/>
        </w:rPr>
        <w:t xml:space="preserve"> </w:t>
      </w:r>
      <w:hyperlink r:id="rId1" w:history="1">
        <w:r>
          <w:rPr>
            <w:rStyle w:val="af8"/>
            <w:rFonts w:ascii="Tahoma" w:hAnsi="Tahoma" w:cs="Tahoma"/>
            <w:szCs w:val="22"/>
          </w:rPr>
          <w:t>https://egrul.nalog.ru/index.html</w:t>
        </w:r>
      </w:hyperlink>
      <w:r w:rsidRPr="00A70AB7">
        <w:rPr>
          <w:rFonts w:ascii="Tahoma" w:hAnsi="Tahoma" w:cs="Tahoma"/>
        </w:rPr>
        <w:t xml:space="preserve"> и зарегистрироваться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C49E54DE"/>
    <w:name w:val="WW8Num2"/>
    <w:lvl w:ilvl="0">
      <w:start w:val="1"/>
      <w:numFmt w:val="decimal"/>
      <w:lvlText w:val="%1."/>
      <w:lvlJc w:val="left"/>
      <w:pPr>
        <w:tabs>
          <w:tab w:val="num" w:pos="786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846"/>
        </w:tabs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</w:pPr>
    </w:lvl>
    <w:lvl w:ilvl="3">
      <w:start w:val="1"/>
      <w:numFmt w:val="decimal"/>
      <w:lvlText w:val="%1.%2.%3.%4."/>
      <w:lvlJc w:val="left"/>
      <w:pPr>
        <w:tabs>
          <w:tab w:val="num" w:pos="1146"/>
        </w:tabs>
      </w:pPr>
    </w:lvl>
    <w:lvl w:ilvl="4">
      <w:start w:val="1"/>
      <w:numFmt w:val="decimal"/>
      <w:lvlText w:val="%1.%2.%3.%4.%5."/>
      <w:lvlJc w:val="left"/>
      <w:pPr>
        <w:tabs>
          <w:tab w:val="num" w:pos="1506"/>
        </w:tabs>
      </w:pPr>
    </w:lvl>
    <w:lvl w:ilvl="5">
      <w:start w:val="1"/>
      <w:numFmt w:val="decimal"/>
      <w:lvlText w:val="%1.%2.%3.%4.%5.%6."/>
      <w:lvlJc w:val="left"/>
      <w:pPr>
        <w:tabs>
          <w:tab w:val="num" w:pos="150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66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66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226"/>
        </w:tabs>
      </w:pPr>
    </w:lvl>
  </w:abstractNum>
  <w:abstractNum w:abstractNumId="1" w15:restartNumberingAfterBreak="0">
    <w:nsid w:val="03A16A1E"/>
    <w:multiLevelType w:val="hybridMultilevel"/>
    <w:tmpl w:val="B8263764"/>
    <w:lvl w:ilvl="0" w:tplc="A6D6EAD0">
      <w:start w:val="1"/>
      <w:numFmt w:val="bullet"/>
      <w:lvlText w:val=""/>
      <w:lvlJc w:val="left"/>
      <w:pPr>
        <w:ind w:left="7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" w15:restartNumberingAfterBreak="0">
    <w:nsid w:val="0C3E6549"/>
    <w:multiLevelType w:val="hybridMultilevel"/>
    <w:tmpl w:val="A33CC59E"/>
    <w:lvl w:ilvl="0" w:tplc="E2B2665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3325E"/>
    <w:multiLevelType w:val="hybridMultilevel"/>
    <w:tmpl w:val="E3FA8D3E"/>
    <w:lvl w:ilvl="0" w:tplc="57420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95FCF"/>
    <w:multiLevelType w:val="hybridMultilevel"/>
    <w:tmpl w:val="FC0615F0"/>
    <w:lvl w:ilvl="0" w:tplc="E89C2FF8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31F09"/>
    <w:multiLevelType w:val="hybridMultilevel"/>
    <w:tmpl w:val="FC0615F0"/>
    <w:lvl w:ilvl="0" w:tplc="E89C2F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45447"/>
    <w:multiLevelType w:val="hybridMultilevel"/>
    <w:tmpl w:val="D2FCA542"/>
    <w:lvl w:ilvl="0" w:tplc="74EAD6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321BD"/>
    <w:multiLevelType w:val="hybridMultilevel"/>
    <w:tmpl w:val="FF02B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C6FAD"/>
    <w:multiLevelType w:val="hybridMultilevel"/>
    <w:tmpl w:val="FF9E0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40C2C"/>
    <w:multiLevelType w:val="multilevel"/>
    <w:tmpl w:val="5D0E7972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10" w15:restartNumberingAfterBreak="0">
    <w:nsid w:val="1C6055F8"/>
    <w:multiLevelType w:val="hybridMultilevel"/>
    <w:tmpl w:val="3A042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B7BDB"/>
    <w:multiLevelType w:val="hybridMultilevel"/>
    <w:tmpl w:val="AFE6A01E"/>
    <w:lvl w:ilvl="0" w:tplc="F2D6B1A4">
      <w:start w:val="1"/>
      <w:numFmt w:val="russianLower"/>
      <w:lvlText w:val="%1."/>
      <w:lvlJc w:val="left"/>
      <w:pPr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2" w15:restartNumberingAfterBreak="0">
    <w:nsid w:val="27941CE9"/>
    <w:multiLevelType w:val="hybridMultilevel"/>
    <w:tmpl w:val="89F06746"/>
    <w:lvl w:ilvl="0" w:tplc="57420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63C7F"/>
    <w:multiLevelType w:val="hybridMultilevel"/>
    <w:tmpl w:val="2F702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63EE9"/>
    <w:multiLevelType w:val="hybridMultilevel"/>
    <w:tmpl w:val="CC0EE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14EA988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4870CA"/>
    <w:multiLevelType w:val="hybridMultilevel"/>
    <w:tmpl w:val="AB7AE70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F2E1C"/>
    <w:multiLevelType w:val="hybridMultilevel"/>
    <w:tmpl w:val="3D9AA3E8"/>
    <w:lvl w:ilvl="0" w:tplc="6A48D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15101"/>
    <w:multiLevelType w:val="hybridMultilevel"/>
    <w:tmpl w:val="9A2C1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80569A"/>
    <w:multiLevelType w:val="hybridMultilevel"/>
    <w:tmpl w:val="10584AFE"/>
    <w:lvl w:ilvl="0" w:tplc="A5646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B23616"/>
    <w:multiLevelType w:val="hybridMultilevel"/>
    <w:tmpl w:val="073E404E"/>
    <w:lvl w:ilvl="0" w:tplc="57420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64F60"/>
    <w:multiLevelType w:val="hybridMultilevel"/>
    <w:tmpl w:val="AC0A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7493E"/>
    <w:multiLevelType w:val="hybridMultilevel"/>
    <w:tmpl w:val="1A6268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3C47623"/>
    <w:multiLevelType w:val="hybridMultilevel"/>
    <w:tmpl w:val="E0E2F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D7BF7"/>
    <w:multiLevelType w:val="hybridMultilevel"/>
    <w:tmpl w:val="636C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605E0C"/>
    <w:multiLevelType w:val="hybridMultilevel"/>
    <w:tmpl w:val="65A85C08"/>
    <w:lvl w:ilvl="0" w:tplc="065AF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D3E29"/>
    <w:multiLevelType w:val="hybridMultilevel"/>
    <w:tmpl w:val="B366C76C"/>
    <w:lvl w:ilvl="0" w:tplc="74EAD60C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4E170FF9"/>
    <w:multiLevelType w:val="hybridMultilevel"/>
    <w:tmpl w:val="F43C3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75D2F"/>
    <w:multiLevelType w:val="hybridMultilevel"/>
    <w:tmpl w:val="DA42B960"/>
    <w:lvl w:ilvl="0" w:tplc="D68EA732">
      <w:start w:val="1"/>
      <w:numFmt w:val="decimal"/>
      <w:lvlText w:val="%1."/>
      <w:lvlJc w:val="left"/>
      <w:pPr>
        <w:ind w:left="450" w:hanging="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2055D"/>
    <w:multiLevelType w:val="hybridMultilevel"/>
    <w:tmpl w:val="FE52522A"/>
    <w:lvl w:ilvl="0" w:tplc="F2D6B1A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CB4782"/>
    <w:multiLevelType w:val="hybridMultilevel"/>
    <w:tmpl w:val="1CC616F8"/>
    <w:lvl w:ilvl="0" w:tplc="8B7240B0">
      <w:start w:val="24"/>
      <w:numFmt w:val="bullet"/>
      <w:lvlText w:val="•"/>
      <w:lvlJc w:val="left"/>
      <w:pPr>
        <w:ind w:left="450" w:hanging="9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8406FA"/>
    <w:multiLevelType w:val="hybridMultilevel"/>
    <w:tmpl w:val="068EB9FE"/>
    <w:lvl w:ilvl="0" w:tplc="57420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91183F"/>
    <w:multiLevelType w:val="hybridMultilevel"/>
    <w:tmpl w:val="636C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F3409C"/>
    <w:multiLevelType w:val="multilevel"/>
    <w:tmpl w:val="61C09314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33" w15:restartNumberingAfterBreak="0">
    <w:nsid w:val="65786D99"/>
    <w:multiLevelType w:val="hybridMultilevel"/>
    <w:tmpl w:val="6D9A074C"/>
    <w:lvl w:ilvl="0" w:tplc="AF12EA1C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200062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4CB4F920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4" w15:restartNumberingAfterBreak="0">
    <w:nsid w:val="71535255"/>
    <w:multiLevelType w:val="hybridMultilevel"/>
    <w:tmpl w:val="B49447B4"/>
    <w:lvl w:ilvl="0" w:tplc="5C98994C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643C47"/>
    <w:multiLevelType w:val="hybridMultilevel"/>
    <w:tmpl w:val="5CDCECDE"/>
    <w:lvl w:ilvl="0" w:tplc="A6D6EAD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77E019AD"/>
    <w:multiLevelType w:val="hybridMultilevel"/>
    <w:tmpl w:val="92C4F0AC"/>
    <w:lvl w:ilvl="0" w:tplc="0419000F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7" w15:restartNumberingAfterBreak="0">
    <w:nsid w:val="7A182D48"/>
    <w:multiLevelType w:val="hybridMultilevel"/>
    <w:tmpl w:val="1AE41B40"/>
    <w:lvl w:ilvl="0" w:tplc="74EAD60C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 w15:restartNumberingAfterBreak="0">
    <w:nsid w:val="7ADF7F8C"/>
    <w:multiLevelType w:val="hybridMultilevel"/>
    <w:tmpl w:val="F83E1D3C"/>
    <w:lvl w:ilvl="0" w:tplc="B50075CE">
      <w:start w:val="1"/>
      <w:numFmt w:val="decimal"/>
      <w:lvlText w:val="%1."/>
      <w:lvlJc w:val="left"/>
      <w:pPr>
        <w:ind w:left="966" w:hanging="54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FA1169A"/>
    <w:multiLevelType w:val="hybridMultilevel"/>
    <w:tmpl w:val="D2CC9552"/>
    <w:lvl w:ilvl="0" w:tplc="74EAD60C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 w15:restartNumberingAfterBreak="0">
    <w:nsid w:val="7FB16F76"/>
    <w:multiLevelType w:val="multilevel"/>
    <w:tmpl w:val="F63CF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ahoma" w:eastAsiaTheme="minorHAnsi" w:hAnsi="Tahoma" w:cs="Tahom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3"/>
  </w:num>
  <w:num w:numId="2">
    <w:abstractNumId w:val="32"/>
  </w:num>
  <w:num w:numId="3">
    <w:abstractNumId w:val="40"/>
  </w:num>
  <w:num w:numId="4">
    <w:abstractNumId w:val="3"/>
  </w:num>
  <w:num w:numId="5">
    <w:abstractNumId w:val="30"/>
  </w:num>
  <w:num w:numId="6">
    <w:abstractNumId w:val="19"/>
  </w:num>
  <w:num w:numId="7">
    <w:abstractNumId w:val="21"/>
  </w:num>
  <w:num w:numId="8">
    <w:abstractNumId w:val="12"/>
  </w:num>
  <w:num w:numId="9">
    <w:abstractNumId w:val="36"/>
  </w:num>
  <w:num w:numId="10">
    <w:abstractNumId w:val="23"/>
  </w:num>
  <w:num w:numId="11">
    <w:abstractNumId w:val="2"/>
  </w:num>
  <w:num w:numId="12">
    <w:abstractNumId w:val="22"/>
  </w:num>
  <w:num w:numId="13">
    <w:abstractNumId w:val="7"/>
  </w:num>
  <w:num w:numId="14">
    <w:abstractNumId w:val="10"/>
  </w:num>
  <w:num w:numId="15">
    <w:abstractNumId w:val="8"/>
  </w:num>
  <w:num w:numId="16">
    <w:abstractNumId w:val="20"/>
  </w:num>
  <w:num w:numId="17">
    <w:abstractNumId w:val="29"/>
  </w:num>
  <w:num w:numId="18">
    <w:abstractNumId w:val="17"/>
  </w:num>
  <w:num w:numId="19">
    <w:abstractNumId w:val="13"/>
  </w:num>
  <w:num w:numId="20">
    <w:abstractNumId w:val="27"/>
  </w:num>
  <w:num w:numId="21">
    <w:abstractNumId w:val="31"/>
  </w:num>
  <w:num w:numId="22">
    <w:abstractNumId w:val="3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</w:num>
  <w:num w:numId="25">
    <w:abstractNumId w:val="24"/>
  </w:num>
  <w:num w:numId="26">
    <w:abstractNumId w:val="16"/>
  </w:num>
  <w:num w:numId="27">
    <w:abstractNumId w:val="18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4"/>
  </w:num>
  <w:num w:numId="31">
    <w:abstractNumId w:val="16"/>
  </w:num>
  <w:num w:numId="3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39"/>
  </w:num>
  <w:num w:numId="35">
    <w:abstractNumId w:val="25"/>
  </w:num>
  <w:num w:numId="36">
    <w:abstractNumId w:val="28"/>
  </w:num>
  <w:num w:numId="37">
    <w:abstractNumId w:val="6"/>
  </w:num>
  <w:num w:numId="38">
    <w:abstractNumId w:val="11"/>
  </w:num>
  <w:num w:numId="39">
    <w:abstractNumId w:val="35"/>
  </w:num>
  <w:num w:numId="40">
    <w:abstractNumId w:val="1"/>
  </w:num>
  <w:num w:numId="41">
    <w:abstractNumId w:val="5"/>
  </w:num>
  <w:num w:numId="42">
    <w:abstractNumId w:val="9"/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68A"/>
    <w:rsid w:val="0000157E"/>
    <w:rsid w:val="00001A5B"/>
    <w:rsid w:val="00002FFD"/>
    <w:rsid w:val="0000312D"/>
    <w:rsid w:val="00003229"/>
    <w:rsid w:val="0000387D"/>
    <w:rsid w:val="00003CD8"/>
    <w:rsid w:val="00003D94"/>
    <w:rsid w:val="00004354"/>
    <w:rsid w:val="00004390"/>
    <w:rsid w:val="00004A6F"/>
    <w:rsid w:val="0000531F"/>
    <w:rsid w:val="000053A3"/>
    <w:rsid w:val="00006096"/>
    <w:rsid w:val="00006542"/>
    <w:rsid w:val="00006880"/>
    <w:rsid w:val="00006A53"/>
    <w:rsid w:val="00007042"/>
    <w:rsid w:val="00007CAE"/>
    <w:rsid w:val="00007CE5"/>
    <w:rsid w:val="00010331"/>
    <w:rsid w:val="00010448"/>
    <w:rsid w:val="00010644"/>
    <w:rsid w:val="0001133A"/>
    <w:rsid w:val="0001173A"/>
    <w:rsid w:val="00011CF2"/>
    <w:rsid w:val="00012945"/>
    <w:rsid w:val="00014197"/>
    <w:rsid w:val="00014E3F"/>
    <w:rsid w:val="000156B3"/>
    <w:rsid w:val="00015A05"/>
    <w:rsid w:val="00016797"/>
    <w:rsid w:val="00016E63"/>
    <w:rsid w:val="00017122"/>
    <w:rsid w:val="00017D1E"/>
    <w:rsid w:val="00017E72"/>
    <w:rsid w:val="0002015B"/>
    <w:rsid w:val="000206DF"/>
    <w:rsid w:val="00020871"/>
    <w:rsid w:val="00021332"/>
    <w:rsid w:val="00021544"/>
    <w:rsid w:val="00021A78"/>
    <w:rsid w:val="00022042"/>
    <w:rsid w:val="000220B4"/>
    <w:rsid w:val="00022DCE"/>
    <w:rsid w:val="00022FF6"/>
    <w:rsid w:val="000232A3"/>
    <w:rsid w:val="000235E1"/>
    <w:rsid w:val="0002468C"/>
    <w:rsid w:val="00024BF4"/>
    <w:rsid w:val="000255D5"/>
    <w:rsid w:val="00025BEE"/>
    <w:rsid w:val="000267A4"/>
    <w:rsid w:val="000270C6"/>
    <w:rsid w:val="00027D10"/>
    <w:rsid w:val="00030031"/>
    <w:rsid w:val="00030314"/>
    <w:rsid w:val="000303D8"/>
    <w:rsid w:val="000304C3"/>
    <w:rsid w:val="00030977"/>
    <w:rsid w:val="00030A06"/>
    <w:rsid w:val="0003176C"/>
    <w:rsid w:val="000320F3"/>
    <w:rsid w:val="000326F7"/>
    <w:rsid w:val="00033089"/>
    <w:rsid w:val="00033145"/>
    <w:rsid w:val="00033750"/>
    <w:rsid w:val="000338BA"/>
    <w:rsid w:val="00034663"/>
    <w:rsid w:val="00034C04"/>
    <w:rsid w:val="00034E4F"/>
    <w:rsid w:val="000357F8"/>
    <w:rsid w:val="00035E87"/>
    <w:rsid w:val="000364CE"/>
    <w:rsid w:val="000366B4"/>
    <w:rsid w:val="00036A26"/>
    <w:rsid w:val="000370FE"/>
    <w:rsid w:val="0003715F"/>
    <w:rsid w:val="00037260"/>
    <w:rsid w:val="00040E30"/>
    <w:rsid w:val="00040E6B"/>
    <w:rsid w:val="000410A6"/>
    <w:rsid w:val="000412D7"/>
    <w:rsid w:val="000417B0"/>
    <w:rsid w:val="000417D0"/>
    <w:rsid w:val="00041EE0"/>
    <w:rsid w:val="00042756"/>
    <w:rsid w:val="00043CAC"/>
    <w:rsid w:val="00043FFD"/>
    <w:rsid w:val="00044416"/>
    <w:rsid w:val="00044DAF"/>
    <w:rsid w:val="00044E0F"/>
    <w:rsid w:val="00045D6A"/>
    <w:rsid w:val="000466F1"/>
    <w:rsid w:val="0004685D"/>
    <w:rsid w:val="000472EB"/>
    <w:rsid w:val="00047313"/>
    <w:rsid w:val="00047334"/>
    <w:rsid w:val="00047D2C"/>
    <w:rsid w:val="000507BA"/>
    <w:rsid w:val="0005092B"/>
    <w:rsid w:val="00051E68"/>
    <w:rsid w:val="00052226"/>
    <w:rsid w:val="000523D4"/>
    <w:rsid w:val="00052812"/>
    <w:rsid w:val="000532BD"/>
    <w:rsid w:val="0005347A"/>
    <w:rsid w:val="00054361"/>
    <w:rsid w:val="00054857"/>
    <w:rsid w:val="00054AD0"/>
    <w:rsid w:val="00054EBD"/>
    <w:rsid w:val="00055131"/>
    <w:rsid w:val="00055994"/>
    <w:rsid w:val="00056D0F"/>
    <w:rsid w:val="00061523"/>
    <w:rsid w:val="0006161E"/>
    <w:rsid w:val="0006167A"/>
    <w:rsid w:val="000619DF"/>
    <w:rsid w:val="00062742"/>
    <w:rsid w:val="0006375E"/>
    <w:rsid w:val="00063D4F"/>
    <w:rsid w:val="00063E54"/>
    <w:rsid w:val="000640E4"/>
    <w:rsid w:val="00064F61"/>
    <w:rsid w:val="000655F2"/>
    <w:rsid w:val="00065AD1"/>
    <w:rsid w:val="00066B2A"/>
    <w:rsid w:val="0006703F"/>
    <w:rsid w:val="00067421"/>
    <w:rsid w:val="00067E3E"/>
    <w:rsid w:val="00067E88"/>
    <w:rsid w:val="00070B87"/>
    <w:rsid w:val="00071D6C"/>
    <w:rsid w:val="00071FDA"/>
    <w:rsid w:val="0007264E"/>
    <w:rsid w:val="00073717"/>
    <w:rsid w:val="000739F5"/>
    <w:rsid w:val="000744F6"/>
    <w:rsid w:val="00074D2F"/>
    <w:rsid w:val="00076FAD"/>
    <w:rsid w:val="000770DF"/>
    <w:rsid w:val="00077A56"/>
    <w:rsid w:val="00077AEE"/>
    <w:rsid w:val="0008011E"/>
    <w:rsid w:val="000805DE"/>
    <w:rsid w:val="0008123C"/>
    <w:rsid w:val="00081D98"/>
    <w:rsid w:val="00082C94"/>
    <w:rsid w:val="00082DB0"/>
    <w:rsid w:val="000830ED"/>
    <w:rsid w:val="000831A7"/>
    <w:rsid w:val="000837EE"/>
    <w:rsid w:val="00083F16"/>
    <w:rsid w:val="000846F2"/>
    <w:rsid w:val="00084761"/>
    <w:rsid w:val="0008580F"/>
    <w:rsid w:val="00085AF6"/>
    <w:rsid w:val="00087C6C"/>
    <w:rsid w:val="00087E7E"/>
    <w:rsid w:val="00090838"/>
    <w:rsid w:val="000908D8"/>
    <w:rsid w:val="00091A3F"/>
    <w:rsid w:val="00091B8B"/>
    <w:rsid w:val="00091EC2"/>
    <w:rsid w:val="00092765"/>
    <w:rsid w:val="000936A2"/>
    <w:rsid w:val="000936EA"/>
    <w:rsid w:val="00093FB2"/>
    <w:rsid w:val="00094198"/>
    <w:rsid w:val="00094251"/>
    <w:rsid w:val="000943D7"/>
    <w:rsid w:val="000946AD"/>
    <w:rsid w:val="00094BD9"/>
    <w:rsid w:val="00094D4A"/>
    <w:rsid w:val="00095ECD"/>
    <w:rsid w:val="00095F0C"/>
    <w:rsid w:val="0009650A"/>
    <w:rsid w:val="00096684"/>
    <w:rsid w:val="0009675C"/>
    <w:rsid w:val="000A02EF"/>
    <w:rsid w:val="000A0925"/>
    <w:rsid w:val="000A11FF"/>
    <w:rsid w:val="000A1937"/>
    <w:rsid w:val="000A1943"/>
    <w:rsid w:val="000A1F5D"/>
    <w:rsid w:val="000A249C"/>
    <w:rsid w:val="000A2D8B"/>
    <w:rsid w:val="000A2DB1"/>
    <w:rsid w:val="000A3095"/>
    <w:rsid w:val="000A39D3"/>
    <w:rsid w:val="000A3FBF"/>
    <w:rsid w:val="000A4112"/>
    <w:rsid w:val="000A4189"/>
    <w:rsid w:val="000A4B5C"/>
    <w:rsid w:val="000A54C0"/>
    <w:rsid w:val="000A61E3"/>
    <w:rsid w:val="000A679A"/>
    <w:rsid w:val="000B0566"/>
    <w:rsid w:val="000B1221"/>
    <w:rsid w:val="000B2057"/>
    <w:rsid w:val="000B245E"/>
    <w:rsid w:val="000B2A32"/>
    <w:rsid w:val="000B2CF8"/>
    <w:rsid w:val="000B31F9"/>
    <w:rsid w:val="000B34B6"/>
    <w:rsid w:val="000B3730"/>
    <w:rsid w:val="000B38BF"/>
    <w:rsid w:val="000B4D57"/>
    <w:rsid w:val="000B58F1"/>
    <w:rsid w:val="000B5CFF"/>
    <w:rsid w:val="000B614B"/>
    <w:rsid w:val="000B79DE"/>
    <w:rsid w:val="000B7B27"/>
    <w:rsid w:val="000B7CEF"/>
    <w:rsid w:val="000C0201"/>
    <w:rsid w:val="000C0547"/>
    <w:rsid w:val="000C0B7F"/>
    <w:rsid w:val="000C0C69"/>
    <w:rsid w:val="000C0C71"/>
    <w:rsid w:val="000C157C"/>
    <w:rsid w:val="000C2133"/>
    <w:rsid w:val="000C3399"/>
    <w:rsid w:val="000C3C6C"/>
    <w:rsid w:val="000C4C90"/>
    <w:rsid w:val="000C5131"/>
    <w:rsid w:val="000C5606"/>
    <w:rsid w:val="000C58F1"/>
    <w:rsid w:val="000C5A01"/>
    <w:rsid w:val="000C5B23"/>
    <w:rsid w:val="000C6192"/>
    <w:rsid w:val="000C62C3"/>
    <w:rsid w:val="000C705A"/>
    <w:rsid w:val="000C7287"/>
    <w:rsid w:val="000C7A64"/>
    <w:rsid w:val="000C7BDA"/>
    <w:rsid w:val="000C7EEE"/>
    <w:rsid w:val="000D062C"/>
    <w:rsid w:val="000D0739"/>
    <w:rsid w:val="000D093F"/>
    <w:rsid w:val="000D0C19"/>
    <w:rsid w:val="000D0D3F"/>
    <w:rsid w:val="000D19D9"/>
    <w:rsid w:val="000D1BAB"/>
    <w:rsid w:val="000D1CC5"/>
    <w:rsid w:val="000D1FE9"/>
    <w:rsid w:val="000D252C"/>
    <w:rsid w:val="000D2630"/>
    <w:rsid w:val="000D2649"/>
    <w:rsid w:val="000D2892"/>
    <w:rsid w:val="000D2C25"/>
    <w:rsid w:val="000D4159"/>
    <w:rsid w:val="000D4AE4"/>
    <w:rsid w:val="000D4C01"/>
    <w:rsid w:val="000D50CA"/>
    <w:rsid w:val="000D5D80"/>
    <w:rsid w:val="000D6EDD"/>
    <w:rsid w:val="000D71C4"/>
    <w:rsid w:val="000D792D"/>
    <w:rsid w:val="000E0912"/>
    <w:rsid w:val="000E0B71"/>
    <w:rsid w:val="000E1863"/>
    <w:rsid w:val="000E19F1"/>
    <w:rsid w:val="000E1A47"/>
    <w:rsid w:val="000E2A0C"/>
    <w:rsid w:val="000E2D0F"/>
    <w:rsid w:val="000E2D18"/>
    <w:rsid w:val="000E437F"/>
    <w:rsid w:val="000E445C"/>
    <w:rsid w:val="000E45FD"/>
    <w:rsid w:val="000E4A4D"/>
    <w:rsid w:val="000E5994"/>
    <w:rsid w:val="000E5F91"/>
    <w:rsid w:val="000E6322"/>
    <w:rsid w:val="000E746A"/>
    <w:rsid w:val="000E782D"/>
    <w:rsid w:val="000E7ABD"/>
    <w:rsid w:val="000F0068"/>
    <w:rsid w:val="000F035E"/>
    <w:rsid w:val="000F0816"/>
    <w:rsid w:val="000F08C0"/>
    <w:rsid w:val="000F17E4"/>
    <w:rsid w:val="000F1833"/>
    <w:rsid w:val="000F1FA1"/>
    <w:rsid w:val="000F2FE0"/>
    <w:rsid w:val="000F3F7D"/>
    <w:rsid w:val="000F4082"/>
    <w:rsid w:val="000F40B0"/>
    <w:rsid w:val="000F439D"/>
    <w:rsid w:val="000F524D"/>
    <w:rsid w:val="000F5286"/>
    <w:rsid w:val="000F5973"/>
    <w:rsid w:val="000F5B7E"/>
    <w:rsid w:val="000F650E"/>
    <w:rsid w:val="000F66D3"/>
    <w:rsid w:val="000F697C"/>
    <w:rsid w:val="000F6CF3"/>
    <w:rsid w:val="000F74F8"/>
    <w:rsid w:val="000F75C7"/>
    <w:rsid w:val="0010002B"/>
    <w:rsid w:val="00100044"/>
    <w:rsid w:val="0010006E"/>
    <w:rsid w:val="001004BF"/>
    <w:rsid w:val="00100854"/>
    <w:rsid w:val="001012C0"/>
    <w:rsid w:val="0010165E"/>
    <w:rsid w:val="00101EFF"/>
    <w:rsid w:val="0010294F"/>
    <w:rsid w:val="0010296B"/>
    <w:rsid w:val="00102982"/>
    <w:rsid w:val="001050AD"/>
    <w:rsid w:val="001055F6"/>
    <w:rsid w:val="00106029"/>
    <w:rsid w:val="00106884"/>
    <w:rsid w:val="001069DB"/>
    <w:rsid w:val="00106ABF"/>
    <w:rsid w:val="00106B56"/>
    <w:rsid w:val="00107EE6"/>
    <w:rsid w:val="00112569"/>
    <w:rsid w:val="0011294E"/>
    <w:rsid w:val="001131B9"/>
    <w:rsid w:val="00113950"/>
    <w:rsid w:val="00113DF0"/>
    <w:rsid w:val="00113FC7"/>
    <w:rsid w:val="00114BA7"/>
    <w:rsid w:val="00114BB2"/>
    <w:rsid w:val="0011571B"/>
    <w:rsid w:val="00115DA3"/>
    <w:rsid w:val="00115F2E"/>
    <w:rsid w:val="00115FE4"/>
    <w:rsid w:val="001161A4"/>
    <w:rsid w:val="001163F8"/>
    <w:rsid w:val="00116512"/>
    <w:rsid w:val="00117C3F"/>
    <w:rsid w:val="0012139B"/>
    <w:rsid w:val="0012150A"/>
    <w:rsid w:val="00121513"/>
    <w:rsid w:val="00121A3E"/>
    <w:rsid w:val="00121A98"/>
    <w:rsid w:val="00122525"/>
    <w:rsid w:val="001232B3"/>
    <w:rsid w:val="00123E5B"/>
    <w:rsid w:val="00124081"/>
    <w:rsid w:val="001240A4"/>
    <w:rsid w:val="00124FD8"/>
    <w:rsid w:val="001252FF"/>
    <w:rsid w:val="00126125"/>
    <w:rsid w:val="00126584"/>
    <w:rsid w:val="00126D6F"/>
    <w:rsid w:val="001273C3"/>
    <w:rsid w:val="001273F5"/>
    <w:rsid w:val="00127745"/>
    <w:rsid w:val="0012799D"/>
    <w:rsid w:val="00130696"/>
    <w:rsid w:val="00132009"/>
    <w:rsid w:val="00132645"/>
    <w:rsid w:val="001329A7"/>
    <w:rsid w:val="00132D55"/>
    <w:rsid w:val="00132FE9"/>
    <w:rsid w:val="00133057"/>
    <w:rsid w:val="00133E27"/>
    <w:rsid w:val="001347FB"/>
    <w:rsid w:val="0013516D"/>
    <w:rsid w:val="00135C13"/>
    <w:rsid w:val="0013617A"/>
    <w:rsid w:val="00137253"/>
    <w:rsid w:val="001375B3"/>
    <w:rsid w:val="001376BB"/>
    <w:rsid w:val="001416F0"/>
    <w:rsid w:val="00141F4E"/>
    <w:rsid w:val="00142161"/>
    <w:rsid w:val="0014240D"/>
    <w:rsid w:val="001434E0"/>
    <w:rsid w:val="00143D7A"/>
    <w:rsid w:val="001442C2"/>
    <w:rsid w:val="00144880"/>
    <w:rsid w:val="001449ED"/>
    <w:rsid w:val="00144CED"/>
    <w:rsid w:val="001456F0"/>
    <w:rsid w:val="00146658"/>
    <w:rsid w:val="00146784"/>
    <w:rsid w:val="00146ACC"/>
    <w:rsid w:val="00147151"/>
    <w:rsid w:val="001471EF"/>
    <w:rsid w:val="0014742B"/>
    <w:rsid w:val="00147AD2"/>
    <w:rsid w:val="00147EA4"/>
    <w:rsid w:val="00147F67"/>
    <w:rsid w:val="0015007C"/>
    <w:rsid w:val="001501A3"/>
    <w:rsid w:val="00152553"/>
    <w:rsid w:val="00152890"/>
    <w:rsid w:val="00152976"/>
    <w:rsid w:val="00152A11"/>
    <w:rsid w:val="00152FF0"/>
    <w:rsid w:val="00153759"/>
    <w:rsid w:val="0015398C"/>
    <w:rsid w:val="00153FC8"/>
    <w:rsid w:val="00153FE1"/>
    <w:rsid w:val="001545DC"/>
    <w:rsid w:val="00154A36"/>
    <w:rsid w:val="001552DC"/>
    <w:rsid w:val="00155622"/>
    <w:rsid w:val="0015564B"/>
    <w:rsid w:val="001557BC"/>
    <w:rsid w:val="0015585B"/>
    <w:rsid w:val="001559A5"/>
    <w:rsid w:val="00155D46"/>
    <w:rsid w:val="0015603F"/>
    <w:rsid w:val="00156761"/>
    <w:rsid w:val="00156B96"/>
    <w:rsid w:val="00156C02"/>
    <w:rsid w:val="00156F2B"/>
    <w:rsid w:val="00157220"/>
    <w:rsid w:val="00157815"/>
    <w:rsid w:val="00157A8E"/>
    <w:rsid w:val="001601DC"/>
    <w:rsid w:val="00160967"/>
    <w:rsid w:val="00160BD1"/>
    <w:rsid w:val="00160BE7"/>
    <w:rsid w:val="001612AE"/>
    <w:rsid w:val="00161E38"/>
    <w:rsid w:val="0016217E"/>
    <w:rsid w:val="001631F9"/>
    <w:rsid w:val="001638A0"/>
    <w:rsid w:val="00163C1C"/>
    <w:rsid w:val="00165226"/>
    <w:rsid w:val="0016598F"/>
    <w:rsid w:val="0016770C"/>
    <w:rsid w:val="00167912"/>
    <w:rsid w:val="00170594"/>
    <w:rsid w:val="0017079F"/>
    <w:rsid w:val="00170A33"/>
    <w:rsid w:val="00170D7D"/>
    <w:rsid w:val="00172939"/>
    <w:rsid w:val="00172E71"/>
    <w:rsid w:val="001730E1"/>
    <w:rsid w:val="00173DAC"/>
    <w:rsid w:val="001740A8"/>
    <w:rsid w:val="00174547"/>
    <w:rsid w:val="00174C26"/>
    <w:rsid w:val="00174CE8"/>
    <w:rsid w:val="00174F9C"/>
    <w:rsid w:val="001759D5"/>
    <w:rsid w:val="00176D65"/>
    <w:rsid w:val="00176FA0"/>
    <w:rsid w:val="00177310"/>
    <w:rsid w:val="0018029B"/>
    <w:rsid w:val="00180485"/>
    <w:rsid w:val="001805CE"/>
    <w:rsid w:val="001809FD"/>
    <w:rsid w:val="00180B8E"/>
    <w:rsid w:val="00180BD4"/>
    <w:rsid w:val="0018149C"/>
    <w:rsid w:val="00182F52"/>
    <w:rsid w:val="00183B44"/>
    <w:rsid w:val="00184CEA"/>
    <w:rsid w:val="00185170"/>
    <w:rsid w:val="001856A8"/>
    <w:rsid w:val="00185818"/>
    <w:rsid w:val="001859EF"/>
    <w:rsid w:val="00186135"/>
    <w:rsid w:val="0018616A"/>
    <w:rsid w:val="00186F53"/>
    <w:rsid w:val="00187548"/>
    <w:rsid w:val="00187BA5"/>
    <w:rsid w:val="00190546"/>
    <w:rsid w:val="00190B9D"/>
    <w:rsid w:val="00191538"/>
    <w:rsid w:val="00191579"/>
    <w:rsid w:val="00191618"/>
    <w:rsid w:val="00191CAC"/>
    <w:rsid w:val="00191D45"/>
    <w:rsid w:val="0019206F"/>
    <w:rsid w:val="00192087"/>
    <w:rsid w:val="001920ED"/>
    <w:rsid w:val="00192BFA"/>
    <w:rsid w:val="001930F1"/>
    <w:rsid w:val="00193877"/>
    <w:rsid w:val="0019392E"/>
    <w:rsid w:val="00193FAA"/>
    <w:rsid w:val="00194493"/>
    <w:rsid w:val="001950F1"/>
    <w:rsid w:val="00195113"/>
    <w:rsid w:val="00195C58"/>
    <w:rsid w:val="00195EB9"/>
    <w:rsid w:val="00196495"/>
    <w:rsid w:val="00196B7C"/>
    <w:rsid w:val="001A0934"/>
    <w:rsid w:val="001A11FA"/>
    <w:rsid w:val="001A19A6"/>
    <w:rsid w:val="001A2535"/>
    <w:rsid w:val="001A2E37"/>
    <w:rsid w:val="001A4651"/>
    <w:rsid w:val="001A4D2A"/>
    <w:rsid w:val="001A5318"/>
    <w:rsid w:val="001A5727"/>
    <w:rsid w:val="001A5EF7"/>
    <w:rsid w:val="001A6213"/>
    <w:rsid w:val="001A63F3"/>
    <w:rsid w:val="001A7F74"/>
    <w:rsid w:val="001B0313"/>
    <w:rsid w:val="001B0327"/>
    <w:rsid w:val="001B0BE2"/>
    <w:rsid w:val="001B1785"/>
    <w:rsid w:val="001B17C1"/>
    <w:rsid w:val="001B27CA"/>
    <w:rsid w:val="001B324B"/>
    <w:rsid w:val="001B42F6"/>
    <w:rsid w:val="001B585B"/>
    <w:rsid w:val="001B7673"/>
    <w:rsid w:val="001C03C8"/>
    <w:rsid w:val="001C0480"/>
    <w:rsid w:val="001C0E0A"/>
    <w:rsid w:val="001C214C"/>
    <w:rsid w:val="001C2644"/>
    <w:rsid w:val="001C277E"/>
    <w:rsid w:val="001C3643"/>
    <w:rsid w:val="001C4028"/>
    <w:rsid w:val="001C4D22"/>
    <w:rsid w:val="001C5F27"/>
    <w:rsid w:val="001C67EE"/>
    <w:rsid w:val="001C6FD1"/>
    <w:rsid w:val="001C7DFB"/>
    <w:rsid w:val="001C7EAC"/>
    <w:rsid w:val="001D083C"/>
    <w:rsid w:val="001D0DA4"/>
    <w:rsid w:val="001D14D1"/>
    <w:rsid w:val="001D16F6"/>
    <w:rsid w:val="001D2067"/>
    <w:rsid w:val="001D2074"/>
    <w:rsid w:val="001D216E"/>
    <w:rsid w:val="001D24EC"/>
    <w:rsid w:val="001D2C51"/>
    <w:rsid w:val="001D2FD0"/>
    <w:rsid w:val="001D335D"/>
    <w:rsid w:val="001D3CB2"/>
    <w:rsid w:val="001D482F"/>
    <w:rsid w:val="001D4C25"/>
    <w:rsid w:val="001D5150"/>
    <w:rsid w:val="001D56B2"/>
    <w:rsid w:val="001D5C67"/>
    <w:rsid w:val="001D7332"/>
    <w:rsid w:val="001E0E9F"/>
    <w:rsid w:val="001E0ED8"/>
    <w:rsid w:val="001E205D"/>
    <w:rsid w:val="001E2F3C"/>
    <w:rsid w:val="001E2F86"/>
    <w:rsid w:val="001E321C"/>
    <w:rsid w:val="001E3C47"/>
    <w:rsid w:val="001E3CFF"/>
    <w:rsid w:val="001E4856"/>
    <w:rsid w:val="001E5129"/>
    <w:rsid w:val="001E5BBD"/>
    <w:rsid w:val="001E6A17"/>
    <w:rsid w:val="001E7149"/>
    <w:rsid w:val="001E781A"/>
    <w:rsid w:val="001F03F0"/>
    <w:rsid w:val="001F1F69"/>
    <w:rsid w:val="001F2C6D"/>
    <w:rsid w:val="001F301F"/>
    <w:rsid w:val="001F305B"/>
    <w:rsid w:val="001F3286"/>
    <w:rsid w:val="001F3797"/>
    <w:rsid w:val="001F3EBF"/>
    <w:rsid w:val="001F4CED"/>
    <w:rsid w:val="001F51ED"/>
    <w:rsid w:val="001F56E5"/>
    <w:rsid w:val="001F5763"/>
    <w:rsid w:val="001F5B35"/>
    <w:rsid w:val="001F60B2"/>
    <w:rsid w:val="001F6C47"/>
    <w:rsid w:val="00200C2F"/>
    <w:rsid w:val="00200E4D"/>
    <w:rsid w:val="00200F48"/>
    <w:rsid w:val="00200F83"/>
    <w:rsid w:val="002012B3"/>
    <w:rsid w:val="00201A9B"/>
    <w:rsid w:val="00202087"/>
    <w:rsid w:val="0020355E"/>
    <w:rsid w:val="00203789"/>
    <w:rsid w:val="0020396F"/>
    <w:rsid w:val="00203CFA"/>
    <w:rsid w:val="00203D21"/>
    <w:rsid w:val="002045BE"/>
    <w:rsid w:val="002052F3"/>
    <w:rsid w:val="002052F5"/>
    <w:rsid w:val="002054B8"/>
    <w:rsid w:val="0020552B"/>
    <w:rsid w:val="00205833"/>
    <w:rsid w:val="00205AC5"/>
    <w:rsid w:val="002060F4"/>
    <w:rsid w:val="00206597"/>
    <w:rsid w:val="00206A72"/>
    <w:rsid w:val="00207422"/>
    <w:rsid w:val="002102CE"/>
    <w:rsid w:val="002105A4"/>
    <w:rsid w:val="0021080F"/>
    <w:rsid w:val="00210BBF"/>
    <w:rsid w:val="00211038"/>
    <w:rsid w:val="0021131E"/>
    <w:rsid w:val="0021275D"/>
    <w:rsid w:val="002128A9"/>
    <w:rsid w:val="00212D4E"/>
    <w:rsid w:val="00212F2A"/>
    <w:rsid w:val="00213C11"/>
    <w:rsid w:val="002144E6"/>
    <w:rsid w:val="00215459"/>
    <w:rsid w:val="0021549D"/>
    <w:rsid w:val="002155E7"/>
    <w:rsid w:val="00215738"/>
    <w:rsid w:val="00215CE7"/>
    <w:rsid w:val="002164D1"/>
    <w:rsid w:val="002169CE"/>
    <w:rsid w:val="00216E68"/>
    <w:rsid w:val="002175F9"/>
    <w:rsid w:val="00220846"/>
    <w:rsid w:val="00221380"/>
    <w:rsid w:val="002215D3"/>
    <w:rsid w:val="00221849"/>
    <w:rsid w:val="002227BE"/>
    <w:rsid w:val="002232B2"/>
    <w:rsid w:val="002236F2"/>
    <w:rsid w:val="00223A0B"/>
    <w:rsid w:val="0022438E"/>
    <w:rsid w:val="00224AF3"/>
    <w:rsid w:val="00224C61"/>
    <w:rsid w:val="00224DEA"/>
    <w:rsid w:val="00224FFF"/>
    <w:rsid w:val="00225C19"/>
    <w:rsid w:val="00227013"/>
    <w:rsid w:val="00227525"/>
    <w:rsid w:val="002276D5"/>
    <w:rsid w:val="00227BA3"/>
    <w:rsid w:val="00230761"/>
    <w:rsid w:val="002308EF"/>
    <w:rsid w:val="002313CB"/>
    <w:rsid w:val="002318D2"/>
    <w:rsid w:val="002321E5"/>
    <w:rsid w:val="00233445"/>
    <w:rsid w:val="00233534"/>
    <w:rsid w:val="00233A5B"/>
    <w:rsid w:val="00234DD1"/>
    <w:rsid w:val="0023557A"/>
    <w:rsid w:val="0023579B"/>
    <w:rsid w:val="00235875"/>
    <w:rsid w:val="00235A15"/>
    <w:rsid w:val="00236B5F"/>
    <w:rsid w:val="00236CB4"/>
    <w:rsid w:val="0023754F"/>
    <w:rsid w:val="002378BB"/>
    <w:rsid w:val="00237A47"/>
    <w:rsid w:val="00237C51"/>
    <w:rsid w:val="00241384"/>
    <w:rsid w:val="00241AB0"/>
    <w:rsid w:val="00241B75"/>
    <w:rsid w:val="00241FED"/>
    <w:rsid w:val="0024256C"/>
    <w:rsid w:val="00242FC2"/>
    <w:rsid w:val="002431CE"/>
    <w:rsid w:val="002433A9"/>
    <w:rsid w:val="0024342B"/>
    <w:rsid w:val="002438D0"/>
    <w:rsid w:val="00243C68"/>
    <w:rsid w:val="002442DA"/>
    <w:rsid w:val="00244424"/>
    <w:rsid w:val="0024463A"/>
    <w:rsid w:val="00244708"/>
    <w:rsid w:val="002452F9"/>
    <w:rsid w:val="0024609F"/>
    <w:rsid w:val="00247D0A"/>
    <w:rsid w:val="00251E46"/>
    <w:rsid w:val="00251F99"/>
    <w:rsid w:val="00251FC1"/>
    <w:rsid w:val="00252659"/>
    <w:rsid w:val="002528AF"/>
    <w:rsid w:val="00252AB9"/>
    <w:rsid w:val="00252C60"/>
    <w:rsid w:val="00253513"/>
    <w:rsid w:val="00253682"/>
    <w:rsid w:val="00253882"/>
    <w:rsid w:val="00253F85"/>
    <w:rsid w:val="00254B75"/>
    <w:rsid w:val="00254C8A"/>
    <w:rsid w:val="00255ACD"/>
    <w:rsid w:val="00255CA8"/>
    <w:rsid w:val="00256947"/>
    <w:rsid w:val="00256F7C"/>
    <w:rsid w:val="0025732B"/>
    <w:rsid w:val="00257A6F"/>
    <w:rsid w:val="00257DD7"/>
    <w:rsid w:val="002603B5"/>
    <w:rsid w:val="002612E1"/>
    <w:rsid w:val="0026274B"/>
    <w:rsid w:val="00263092"/>
    <w:rsid w:val="002630EF"/>
    <w:rsid w:val="00263141"/>
    <w:rsid w:val="0026381A"/>
    <w:rsid w:val="00263FBF"/>
    <w:rsid w:val="00264994"/>
    <w:rsid w:val="00264E40"/>
    <w:rsid w:val="002650B7"/>
    <w:rsid w:val="00265EFD"/>
    <w:rsid w:val="00266276"/>
    <w:rsid w:val="00266CB6"/>
    <w:rsid w:val="0026742B"/>
    <w:rsid w:val="00267EE9"/>
    <w:rsid w:val="002705EC"/>
    <w:rsid w:val="0027133A"/>
    <w:rsid w:val="00272276"/>
    <w:rsid w:val="00272C57"/>
    <w:rsid w:val="002732C0"/>
    <w:rsid w:val="00273471"/>
    <w:rsid w:val="00273B03"/>
    <w:rsid w:val="0027417E"/>
    <w:rsid w:val="00274613"/>
    <w:rsid w:val="00274848"/>
    <w:rsid w:val="0027527D"/>
    <w:rsid w:val="00275C46"/>
    <w:rsid w:val="00275D55"/>
    <w:rsid w:val="00275FF7"/>
    <w:rsid w:val="00277654"/>
    <w:rsid w:val="00277F1E"/>
    <w:rsid w:val="0028262E"/>
    <w:rsid w:val="00282807"/>
    <w:rsid w:val="00282929"/>
    <w:rsid w:val="00282B4E"/>
    <w:rsid w:val="00282ED6"/>
    <w:rsid w:val="00283809"/>
    <w:rsid w:val="00284273"/>
    <w:rsid w:val="0028434C"/>
    <w:rsid w:val="00284E0E"/>
    <w:rsid w:val="00285080"/>
    <w:rsid w:val="0028538F"/>
    <w:rsid w:val="00285535"/>
    <w:rsid w:val="00285DC1"/>
    <w:rsid w:val="00286199"/>
    <w:rsid w:val="0028643D"/>
    <w:rsid w:val="00286505"/>
    <w:rsid w:val="002868FE"/>
    <w:rsid w:val="002876D0"/>
    <w:rsid w:val="00287BDB"/>
    <w:rsid w:val="00290D3E"/>
    <w:rsid w:val="002911DB"/>
    <w:rsid w:val="00291C6D"/>
    <w:rsid w:val="00291D6E"/>
    <w:rsid w:val="002920AD"/>
    <w:rsid w:val="00293710"/>
    <w:rsid w:val="002943CC"/>
    <w:rsid w:val="002944A5"/>
    <w:rsid w:val="002951CB"/>
    <w:rsid w:val="002959A9"/>
    <w:rsid w:val="00295CBC"/>
    <w:rsid w:val="00297791"/>
    <w:rsid w:val="00297844"/>
    <w:rsid w:val="002A03E6"/>
    <w:rsid w:val="002A0AA3"/>
    <w:rsid w:val="002A305D"/>
    <w:rsid w:val="002A40DE"/>
    <w:rsid w:val="002A4193"/>
    <w:rsid w:val="002A4C73"/>
    <w:rsid w:val="002A6143"/>
    <w:rsid w:val="002A63FB"/>
    <w:rsid w:val="002A6555"/>
    <w:rsid w:val="002A6829"/>
    <w:rsid w:val="002A6D1D"/>
    <w:rsid w:val="002A6D81"/>
    <w:rsid w:val="002A736F"/>
    <w:rsid w:val="002A75E3"/>
    <w:rsid w:val="002A798C"/>
    <w:rsid w:val="002A7E8D"/>
    <w:rsid w:val="002B112B"/>
    <w:rsid w:val="002B14E0"/>
    <w:rsid w:val="002B230C"/>
    <w:rsid w:val="002B28EE"/>
    <w:rsid w:val="002B3DE1"/>
    <w:rsid w:val="002B461C"/>
    <w:rsid w:val="002B4EE1"/>
    <w:rsid w:val="002B5532"/>
    <w:rsid w:val="002B5A98"/>
    <w:rsid w:val="002B5ADC"/>
    <w:rsid w:val="002B5F52"/>
    <w:rsid w:val="002B6307"/>
    <w:rsid w:val="002B679F"/>
    <w:rsid w:val="002B7166"/>
    <w:rsid w:val="002C015D"/>
    <w:rsid w:val="002C0A73"/>
    <w:rsid w:val="002C1813"/>
    <w:rsid w:val="002C1A52"/>
    <w:rsid w:val="002C1EEB"/>
    <w:rsid w:val="002C2DA0"/>
    <w:rsid w:val="002C2DD6"/>
    <w:rsid w:val="002C38DA"/>
    <w:rsid w:val="002C3D07"/>
    <w:rsid w:val="002C3F0A"/>
    <w:rsid w:val="002C3F3F"/>
    <w:rsid w:val="002C4113"/>
    <w:rsid w:val="002C49B1"/>
    <w:rsid w:val="002C4F01"/>
    <w:rsid w:val="002C566E"/>
    <w:rsid w:val="002C65A9"/>
    <w:rsid w:val="002C6E46"/>
    <w:rsid w:val="002C6F3C"/>
    <w:rsid w:val="002C7EF8"/>
    <w:rsid w:val="002D0650"/>
    <w:rsid w:val="002D0E96"/>
    <w:rsid w:val="002D14E6"/>
    <w:rsid w:val="002D21DD"/>
    <w:rsid w:val="002D25F2"/>
    <w:rsid w:val="002D2BC2"/>
    <w:rsid w:val="002D3C8E"/>
    <w:rsid w:val="002D3FB8"/>
    <w:rsid w:val="002D404A"/>
    <w:rsid w:val="002D51DB"/>
    <w:rsid w:val="002D541A"/>
    <w:rsid w:val="002D5E74"/>
    <w:rsid w:val="002D6234"/>
    <w:rsid w:val="002D6773"/>
    <w:rsid w:val="002D6C47"/>
    <w:rsid w:val="002D7111"/>
    <w:rsid w:val="002D7310"/>
    <w:rsid w:val="002D73BF"/>
    <w:rsid w:val="002D7963"/>
    <w:rsid w:val="002D7A1E"/>
    <w:rsid w:val="002E00B8"/>
    <w:rsid w:val="002E030E"/>
    <w:rsid w:val="002E0315"/>
    <w:rsid w:val="002E0B7C"/>
    <w:rsid w:val="002E0E4E"/>
    <w:rsid w:val="002E0EF4"/>
    <w:rsid w:val="002E1FE1"/>
    <w:rsid w:val="002E2B9A"/>
    <w:rsid w:val="002E2C0D"/>
    <w:rsid w:val="002E2DB4"/>
    <w:rsid w:val="002E3EA0"/>
    <w:rsid w:val="002E494F"/>
    <w:rsid w:val="002E6517"/>
    <w:rsid w:val="002E6966"/>
    <w:rsid w:val="002E6F35"/>
    <w:rsid w:val="002E778C"/>
    <w:rsid w:val="002E77D8"/>
    <w:rsid w:val="002E7894"/>
    <w:rsid w:val="002E7B51"/>
    <w:rsid w:val="002E7EE4"/>
    <w:rsid w:val="002F01B3"/>
    <w:rsid w:val="002F0628"/>
    <w:rsid w:val="002F09D7"/>
    <w:rsid w:val="002F2340"/>
    <w:rsid w:val="002F2683"/>
    <w:rsid w:val="002F2AEF"/>
    <w:rsid w:val="002F333A"/>
    <w:rsid w:val="002F3D17"/>
    <w:rsid w:val="002F5A1A"/>
    <w:rsid w:val="002F6C7A"/>
    <w:rsid w:val="002F7530"/>
    <w:rsid w:val="002F7BC3"/>
    <w:rsid w:val="002F7EA9"/>
    <w:rsid w:val="00300487"/>
    <w:rsid w:val="0030055E"/>
    <w:rsid w:val="00300731"/>
    <w:rsid w:val="003007AA"/>
    <w:rsid w:val="003009FC"/>
    <w:rsid w:val="00301365"/>
    <w:rsid w:val="003016B6"/>
    <w:rsid w:val="0030173B"/>
    <w:rsid w:val="0030176B"/>
    <w:rsid w:val="00301A8D"/>
    <w:rsid w:val="00301AD3"/>
    <w:rsid w:val="00301C10"/>
    <w:rsid w:val="00301F3B"/>
    <w:rsid w:val="00302611"/>
    <w:rsid w:val="0030271F"/>
    <w:rsid w:val="0030385F"/>
    <w:rsid w:val="00303C20"/>
    <w:rsid w:val="003043C1"/>
    <w:rsid w:val="003046A8"/>
    <w:rsid w:val="00304757"/>
    <w:rsid w:val="00304A22"/>
    <w:rsid w:val="003051B0"/>
    <w:rsid w:val="00305749"/>
    <w:rsid w:val="00305E9B"/>
    <w:rsid w:val="003060A6"/>
    <w:rsid w:val="00306362"/>
    <w:rsid w:val="00306477"/>
    <w:rsid w:val="00306D95"/>
    <w:rsid w:val="00310289"/>
    <w:rsid w:val="00310ED3"/>
    <w:rsid w:val="003117E0"/>
    <w:rsid w:val="003120B3"/>
    <w:rsid w:val="00312401"/>
    <w:rsid w:val="00312793"/>
    <w:rsid w:val="00312CD1"/>
    <w:rsid w:val="003132F0"/>
    <w:rsid w:val="0031398E"/>
    <w:rsid w:val="00313E96"/>
    <w:rsid w:val="00314C7C"/>
    <w:rsid w:val="00314FB0"/>
    <w:rsid w:val="00314FD0"/>
    <w:rsid w:val="003150C3"/>
    <w:rsid w:val="0031605E"/>
    <w:rsid w:val="00316163"/>
    <w:rsid w:val="0031728C"/>
    <w:rsid w:val="00317290"/>
    <w:rsid w:val="00317D86"/>
    <w:rsid w:val="0032052F"/>
    <w:rsid w:val="003207D9"/>
    <w:rsid w:val="00320A55"/>
    <w:rsid w:val="00321651"/>
    <w:rsid w:val="00322886"/>
    <w:rsid w:val="00322A47"/>
    <w:rsid w:val="00322F52"/>
    <w:rsid w:val="00323EC9"/>
    <w:rsid w:val="00324E00"/>
    <w:rsid w:val="00325427"/>
    <w:rsid w:val="00325455"/>
    <w:rsid w:val="00325871"/>
    <w:rsid w:val="00326214"/>
    <w:rsid w:val="00326604"/>
    <w:rsid w:val="00326F00"/>
    <w:rsid w:val="0033002F"/>
    <w:rsid w:val="0033054D"/>
    <w:rsid w:val="0033101F"/>
    <w:rsid w:val="00331041"/>
    <w:rsid w:val="003311EA"/>
    <w:rsid w:val="00331BDF"/>
    <w:rsid w:val="00331CAE"/>
    <w:rsid w:val="00331D94"/>
    <w:rsid w:val="003326CE"/>
    <w:rsid w:val="00332907"/>
    <w:rsid w:val="003336F5"/>
    <w:rsid w:val="00333E3F"/>
    <w:rsid w:val="00333E42"/>
    <w:rsid w:val="003342B1"/>
    <w:rsid w:val="003348BC"/>
    <w:rsid w:val="00335251"/>
    <w:rsid w:val="00336D7A"/>
    <w:rsid w:val="003378C6"/>
    <w:rsid w:val="0034082A"/>
    <w:rsid w:val="00340FEE"/>
    <w:rsid w:val="00342936"/>
    <w:rsid w:val="003437A1"/>
    <w:rsid w:val="003438B9"/>
    <w:rsid w:val="00343E9D"/>
    <w:rsid w:val="00344B4F"/>
    <w:rsid w:val="00345B76"/>
    <w:rsid w:val="003460CC"/>
    <w:rsid w:val="003461E7"/>
    <w:rsid w:val="00346750"/>
    <w:rsid w:val="00346794"/>
    <w:rsid w:val="00350EF9"/>
    <w:rsid w:val="00350F84"/>
    <w:rsid w:val="00351058"/>
    <w:rsid w:val="00351224"/>
    <w:rsid w:val="003517F1"/>
    <w:rsid w:val="00351AD4"/>
    <w:rsid w:val="00351F9A"/>
    <w:rsid w:val="0035205F"/>
    <w:rsid w:val="00352982"/>
    <w:rsid w:val="003530D5"/>
    <w:rsid w:val="00353EF7"/>
    <w:rsid w:val="0035451D"/>
    <w:rsid w:val="0035558E"/>
    <w:rsid w:val="003562DE"/>
    <w:rsid w:val="003568F9"/>
    <w:rsid w:val="00356B13"/>
    <w:rsid w:val="00356C28"/>
    <w:rsid w:val="003600D7"/>
    <w:rsid w:val="0036013B"/>
    <w:rsid w:val="00360A99"/>
    <w:rsid w:val="00363293"/>
    <w:rsid w:val="00364495"/>
    <w:rsid w:val="00364F5A"/>
    <w:rsid w:val="0036542E"/>
    <w:rsid w:val="0036558A"/>
    <w:rsid w:val="003657EF"/>
    <w:rsid w:val="003662B9"/>
    <w:rsid w:val="00367759"/>
    <w:rsid w:val="00367B66"/>
    <w:rsid w:val="0037067F"/>
    <w:rsid w:val="00370AF3"/>
    <w:rsid w:val="00370F52"/>
    <w:rsid w:val="00371222"/>
    <w:rsid w:val="00371D7B"/>
    <w:rsid w:val="00372A21"/>
    <w:rsid w:val="00373D49"/>
    <w:rsid w:val="0037478B"/>
    <w:rsid w:val="00375231"/>
    <w:rsid w:val="00375A2B"/>
    <w:rsid w:val="0037677D"/>
    <w:rsid w:val="00376E3C"/>
    <w:rsid w:val="00377521"/>
    <w:rsid w:val="00377A36"/>
    <w:rsid w:val="00377E57"/>
    <w:rsid w:val="00377FE9"/>
    <w:rsid w:val="0038105A"/>
    <w:rsid w:val="00381133"/>
    <w:rsid w:val="0038128E"/>
    <w:rsid w:val="003814EE"/>
    <w:rsid w:val="003817E9"/>
    <w:rsid w:val="00381D61"/>
    <w:rsid w:val="00382909"/>
    <w:rsid w:val="0038348A"/>
    <w:rsid w:val="00383A64"/>
    <w:rsid w:val="00384ADF"/>
    <w:rsid w:val="00384B68"/>
    <w:rsid w:val="00385C30"/>
    <w:rsid w:val="0038626A"/>
    <w:rsid w:val="00386843"/>
    <w:rsid w:val="00386BFE"/>
    <w:rsid w:val="00386D11"/>
    <w:rsid w:val="00387155"/>
    <w:rsid w:val="003876E5"/>
    <w:rsid w:val="00390D26"/>
    <w:rsid w:val="00391491"/>
    <w:rsid w:val="0039185E"/>
    <w:rsid w:val="00391B67"/>
    <w:rsid w:val="0039263B"/>
    <w:rsid w:val="003927B5"/>
    <w:rsid w:val="00392A99"/>
    <w:rsid w:val="00392CF4"/>
    <w:rsid w:val="00393BCA"/>
    <w:rsid w:val="003941CD"/>
    <w:rsid w:val="00394EE0"/>
    <w:rsid w:val="0039502C"/>
    <w:rsid w:val="003A098A"/>
    <w:rsid w:val="003A173C"/>
    <w:rsid w:val="003A1B0B"/>
    <w:rsid w:val="003A1C0F"/>
    <w:rsid w:val="003A1FA7"/>
    <w:rsid w:val="003A2661"/>
    <w:rsid w:val="003A33B8"/>
    <w:rsid w:val="003A3CBC"/>
    <w:rsid w:val="003A461A"/>
    <w:rsid w:val="003A4E9D"/>
    <w:rsid w:val="003A5136"/>
    <w:rsid w:val="003A5E46"/>
    <w:rsid w:val="003A5F04"/>
    <w:rsid w:val="003A6028"/>
    <w:rsid w:val="003A6AA3"/>
    <w:rsid w:val="003A6E2C"/>
    <w:rsid w:val="003A7F94"/>
    <w:rsid w:val="003B1F64"/>
    <w:rsid w:val="003B304C"/>
    <w:rsid w:val="003B3310"/>
    <w:rsid w:val="003B3702"/>
    <w:rsid w:val="003B399B"/>
    <w:rsid w:val="003B40AF"/>
    <w:rsid w:val="003B470B"/>
    <w:rsid w:val="003B61FE"/>
    <w:rsid w:val="003B639F"/>
    <w:rsid w:val="003B6426"/>
    <w:rsid w:val="003B7478"/>
    <w:rsid w:val="003B778B"/>
    <w:rsid w:val="003B78B5"/>
    <w:rsid w:val="003B7D0A"/>
    <w:rsid w:val="003C0599"/>
    <w:rsid w:val="003C0DED"/>
    <w:rsid w:val="003C1EB0"/>
    <w:rsid w:val="003C2207"/>
    <w:rsid w:val="003C281F"/>
    <w:rsid w:val="003C3064"/>
    <w:rsid w:val="003C431D"/>
    <w:rsid w:val="003C4367"/>
    <w:rsid w:val="003C4617"/>
    <w:rsid w:val="003C472B"/>
    <w:rsid w:val="003C47B8"/>
    <w:rsid w:val="003C58DC"/>
    <w:rsid w:val="003C5BE8"/>
    <w:rsid w:val="003C6706"/>
    <w:rsid w:val="003C6CF0"/>
    <w:rsid w:val="003C798F"/>
    <w:rsid w:val="003D055C"/>
    <w:rsid w:val="003D0A89"/>
    <w:rsid w:val="003D1CF3"/>
    <w:rsid w:val="003D1DDB"/>
    <w:rsid w:val="003D1FA9"/>
    <w:rsid w:val="003D2358"/>
    <w:rsid w:val="003D274D"/>
    <w:rsid w:val="003D318B"/>
    <w:rsid w:val="003D3A4B"/>
    <w:rsid w:val="003D3C26"/>
    <w:rsid w:val="003D496B"/>
    <w:rsid w:val="003D50B0"/>
    <w:rsid w:val="003D53D4"/>
    <w:rsid w:val="003D5B00"/>
    <w:rsid w:val="003D62B4"/>
    <w:rsid w:val="003D6837"/>
    <w:rsid w:val="003D6C46"/>
    <w:rsid w:val="003D6D18"/>
    <w:rsid w:val="003D6E8E"/>
    <w:rsid w:val="003D7227"/>
    <w:rsid w:val="003D76A0"/>
    <w:rsid w:val="003E0239"/>
    <w:rsid w:val="003E051A"/>
    <w:rsid w:val="003E0D6A"/>
    <w:rsid w:val="003E0E52"/>
    <w:rsid w:val="003E1ED3"/>
    <w:rsid w:val="003E2444"/>
    <w:rsid w:val="003E2A25"/>
    <w:rsid w:val="003E3527"/>
    <w:rsid w:val="003E3D78"/>
    <w:rsid w:val="003E4F9A"/>
    <w:rsid w:val="003E5178"/>
    <w:rsid w:val="003E544C"/>
    <w:rsid w:val="003E5CA5"/>
    <w:rsid w:val="003E6568"/>
    <w:rsid w:val="003E6CE9"/>
    <w:rsid w:val="003E7091"/>
    <w:rsid w:val="003E73B3"/>
    <w:rsid w:val="003F066D"/>
    <w:rsid w:val="003F079F"/>
    <w:rsid w:val="003F2396"/>
    <w:rsid w:val="003F2859"/>
    <w:rsid w:val="003F2894"/>
    <w:rsid w:val="003F2BE5"/>
    <w:rsid w:val="003F3863"/>
    <w:rsid w:val="003F3CDC"/>
    <w:rsid w:val="003F4075"/>
    <w:rsid w:val="003F595D"/>
    <w:rsid w:val="003F6B35"/>
    <w:rsid w:val="003F7C35"/>
    <w:rsid w:val="003F7E7E"/>
    <w:rsid w:val="003F7ECE"/>
    <w:rsid w:val="004002F8"/>
    <w:rsid w:val="004004CB"/>
    <w:rsid w:val="00400FC5"/>
    <w:rsid w:val="00401DD5"/>
    <w:rsid w:val="00402B99"/>
    <w:rsid w:val="00403058"/>
    <w:rsid w:val="00403E9B"/>
    <w:rsid w:val="0040484E"/>
    <w:rsid w:val="00404AD8"/>
    <w:rsid w:val="00404C32"/>
    <w:rsid w:val="00405AFC"/>
    <w:rsid w:val="00406C6E"/>
    <w:rsid w:val="00406F4B"/>
    <w:rsid w:val="004072D1"/>
    <w:rsid w:val="00407356"/>
    <w:rsid w:val="00410BBF"/>
    <w:rsid w:val="004111C6"/>
    <w:rsid w:val="00411526"/>
    <w:rsid w:val="00411A2C"/>
    <w:rsid w:val="00411A74"/>
    <w:rsid w:val="00411BB7"/>
    <w:rsid w:val="004121DA"/>
    <w:rsid w:val="004125EC"/>
    <w:rsid w:val="0041296C"/>
    <w:rsid w:val="004132EF"/>
    <w:rsid w:val="004144E1"/>
    <w:rsid w:val="00414663"/>
    <w:rsid w:val="00414B52"/>
    <w:rsid w:val="00414CFA"/>
    <w:rsid w:val="00415448"/>
    <w:rsid w:val="0041586E"/>
    <w:rsid w:val="00415DCD"/>
    <w:rsid w:val="00415E1A"/>
    <w:rsid w:val="00416186"/>
    <w:rsid w:val="0041633B"/>
    <w:rsid w:val="00416D4A"/>
    <w:rsid w:val="00417390"/>
    <w:rsid w:val="004206CB"/>
    <w:rsid w:val="00420BA1"/>
    <w:rsid w:val="004211F8"/>
    <w:rsid w:val="00421293"/>
    <w:rsid w:val="00421C85"/>
    <w:rsid w:val="0042210B"/>
    <w:rsid w:val="00422440"/>
    <w:rsid w:val="004256CE"/>
    <w:rsid w:val="0042585B"/>
    <w:rsid w:val="00425A9D"/>
    <w:rsid w:val="00425EAD"/>
    <w:rsid w:val="00426305"/>
    <w:rsid w:val="0042671B"/>
    <w:rsid w:val="00426AE1"/>
    <w:rsid w:val="00426F6B"/>
    <w:rsid w:val="00427588"/>
    <w:rsid w:val="00427708"/>
    <w:rsid w:val="0043069C"/>
    <w:rsid w:val="00430D41"/>
    <w:rsid w:val="00430E28"/>
    <w:rsid w:val="004312F7"/>
    <w:rsid w:val="004313D0"/>
    <w:rsid w:val="0043261B"/>
    <w:rsid w:val="00432635"/>
    <w:rsid w:val="004326E4"/>
    <w:rsid w:val="0043289A"/>
    <w:rsid w:val="004329D1"/>
    <w:rsid w:val="00432DDA"/>
    <w:rsid w:val="00432EC2"/>
    <w:rsid w:val="0043397C"/>
    <w:rsid w:val="00433D3C"/>
    <w:rsid w:val="004343A0"/>
    <w:rsid w:val="00434576"/>
    <w:rsid w:val="00434CF0"/>
    <w:rsid w:val="004351D6"/>
    <w:rsid w:val="00435371"/>
    <w:rsid w:val="004353D3"/>
    <w:rsid w:val="00435B8D"/>
    <w:rsid w:val="00435FB8"/>
    <w:rsid w:val="004376D2"/>
    <w:rsid w:val="0044001C"/>
    <w:rsid w:val="0044002E"/>
    <w:rsid w:val="004400A7"/>
    <w:rsid w:val="004403F1"/>
    <w:rsid w:val="004416C5"/>
    <w:rsid w:val="00441FD2"/>
    <w:rsid w:val="004429BB"/>
    <w:rsid w:val="00445151"/>
    <w:rsid w:val="00445747"/>
    <w:rsid w:val="00445E45"/>
    <w:rsid w:val="00446250"/>
    <w:rsid w:val="00446398"/>
    <w:rsid w:val="00446458"/>
    <w:rsid w:val="004465A6"/>
    <w:rsid w:val="004466F6"/>
    <w:rsid w:val="00446AC8"/>
    <w:rsid w:val="004472C2"/>
    <w:rsid w:val="00447327"/>
    <w:rsid w:val="00447604"/>
    <w:rsid w:val="0045007A"/>
    <w:rsid w:val="004500DA"/>
    <w:rsid w:val="00450304"/>
    <w:rsid w:val="00450560"/>
    <w:rsid w:val="00450D63"/>
    <w:rsid w:val="00450F68"/>
    <w:rsid w:val="004517B3"/>
    <w:rsid w:val="00451C95"/>
    <w:rsid w:val="00454198"/>
    <w:rsid w:val="0045519A"/>
    <w:rsid w:val="00455E7C"/>
    <w:rsid w:val="00456445"/>
    <w:rsid w:val="00456A15"/>
    <w:rsid w:val="00457332"/>
    <w:rsid w:val="004575F3"/>
    <w:rsid w:val="004609BE"/>
    <w:rsid w:val="00460D2E"/>
    <w:rsid w:val="00461359"/>
    <w:rsid w:val="00461981"/>
    <w:rsid w:val="00462C50"/>
    <w:rsid w:val="00462D6E"/>
    <w:rsid w:val="00463028"/>
    <w:rsid w:val="0046322E"/>
    <w:rsid w:val="00464609"/>
    <w:rsid w:val="00464A41"/>
    <w:rsid w:val="00464DF3"/>
    <w:rsid w:val="00465D02"/>
    <w:rsid w:val="004667D3"/>
    <w:rsid w:val="00467738"/>
    <w:rsid w:val="00467D57"/>
    <w:rsid w:val="00470194"/>
    <w:rsid w:val="00470483"/>
    <w:rsid w:val="004704E4"/>
    <w:rsid w:val="00470A06"/>
    <w:rsid w:val="00471ED7"/>
    <w:rsid w:val="00472263"/>
    <w:rsid w:val="00472442"/>
    <w:rsid w:val="004726C2"/>
    <w:rsid w:val="00472937"/>
    <w:rsid w:val="004729AD"/>
    <w:rsid w:val="004732C8"/>
    <w:rsid w:val="00473C88"/>
    <w:rsid w:val="00473E90"/>
    <w:rsid w:val="004742D8"/>
    <w:rsid w:val="00474633"/>
    <w:rsid w:val="00474D47"/>
    <w:rsid w:val="00474E5C"/>
    <w:rsid w:val="00474F61"/>
    <w:rsid w:val="004764F7"/>
    <w:rsid w:val="0047662D"/>
    <w:rsid w:val="004766B5"/>
    <w:rsid w:val="00476760"/>
    <w:rsid w:val="00476AB2"/>
    <w:rsid w:val="00476CB0"/>
    <w:rsid w:val="00477B6C"/>
    <w:rsid w:val="00477D1F"/>
    <w:rsid w:val="0048031F"/>
    <w:rsid w:val="00482440"/>
    <w:rsid w:val="00482964"/>
    <w:rsid w:val="00482F76"/>
    <w:rsid w:val="0048396A"/>
    <w:rsid w:val="0048446E"/>
    <w:rsid w:val="00484BE6"/>
    <w:rsid w:val="00485833"/>
    <w:rsid w:val="00485D75"/>
    <w:rsid w:val="00487001"/>
    <w:rsid w:val="0048742F"/>
    <w:rsid w:val="0048793B"/>
    <w:rsid w:val="00487C73"/>
    <w:rsid w:val="00490976"/>
    <w:rsid w:val="00491214"/>
    <w:rsid w:val="004919DD"/>
    <w:rsid w:val="00491C30"/>
    <w:rsid w:val="0049235A"/>
    <w:rsid w:val="00492BAA"/>
    <w:rsid w:val="004934F1"/>
    <w:rsid w:val="004936D8"/>
    <w:rsid w:val="00493754"/>
    <w:rsid w:val="0049453B"/>
    <w:rsid w:val="00494692"/>
    <w:rsid w:val="004952EA"/>
    <w:rsid w:val="0049654B"/>
    <w:rsid w:val="00496F80"/>
    <w:rsid w:val="00497CD3"/>
    <w:rsid w:val="004A0615"/>
    <w:rsid w:val="004A0B7F"/>
    <w:rsid w:val="004A1629"/>
    <w:rsid w:val="004A1778"/>
    <w:rsid w:val="004A25EA"/>
    <w:rsid w:val="004A2799"/>
    <w:rsid w:val="004A2961"/>
    <w:rsid w:val="004A3BE5"/>
    <w:rsid w:val="004A3DCD"/>
    <w:rsid w:val="004A4713"/>
    <w:rsid w:val="004A4E6F"/>
    <w:rsid w:val="004A5439"/>
    <w:rsid w:val="004A681C"/>
    <w:rsid w:val="004A6B30"/>
    <w:rsid w:val="004A7EAC"/>
    <w:rsid w:val="004B0D97"/>
    <w:rsid w:val="004B0F02"/>
    <w:rsid w:val="004B1889"/>
    <w:rsid w:val="004B26A3"/>
    <w:rsid w:val="004B297E"/>
    <w:rsid w:val="004B43D8"/>
    <w:rsid w:val="004B464C"/>
    <w:rsid w:val="004B5380"/>
    <w:rsid w:val="004B5A9B"/>
    <w:rsid w:val="004B5D63"/>
    <w:rsid w:val="004B6EF3"/>
    <w:rsid w:val="004B7248"/>
    <w:rsid w:val="004B73A3"/>
    <w:rsid w:val="004B7651"/>
    <w:rsid w:val="004B79A1"/>
    <w:rsid w:val="004B7B08"/>
    <w:rsid w:val="004C008F"/>
    <w:rsid w:val="004C013A"/>
    <w:rsid w:val="004C0DDD"/>
    <w:rsid w:val="004C14E9"/>
    <w:rsid w:val="004C29A6"/>
    <w:rsid w:val="004C29C0"/>
    <w:rsid w:val="004C31C9"/>
    <w:rsid w:val="004C343E"/>
    <w:rsid w:val="004C376A"/>
    <w:rsid w:val="004C37F1"/>
    <w:rsid w:val="004C43A1"/>
    <w:rsid w:val="004C466F"/>
    <w:rsid w:val="004C4BEC"/>
    <w:rsid w:val="004C5233"/>
    <w:rsid w:val="004C5824"/>
    <w:rsid w:val="004C5D01"/>
    <w:rsid w:val="004C5E5A"/>
    <w:rsid w:val="004C696A"/>
    <w:rsid w:val="004C6DA1"/>
    <w:rsid w:val="004C79E1"/>
    <w:rsid w:val="004D04D1"/>
    <w:rsid w:val="004D0C7E"/>
    <w:rsid w:val="004D10C7"/>
    <w:rsid w:val="004D1139"/>
    <w:rsid w:val="004D1C92"/>
    <w:rsid w:val="004D311C"/>
    <w:rsid w:val="004D3646"/>
    <w:rsid w:val="004D4543"/>
    <w:rsid w:val="004D4CAD"/>
    <w:rsid w:val="004D4E49"/>
    <w:rsid w:val="004D5048"/>
    <w:rsid w:val="004D5116"/>
    <w:rsid w:val="004D60AD"/>
    <w:rsid w:val="004D69BE"/>
    <w:rsid w:val="004D6E40"/>
    <w:rsid w:val="004D763F"/>
    <w:rsid w:val="004D7FC9"/>
    <w:rsid w:val="004E02B3"/>
    <w:rsid w:val="004E0544"/>
    <w:rsid w:val="004E0E4B"/>
    <w:rsid w:val="004E1DCC"/>
    <w:rsid w:val="004E1E1E"/>
    <w:rsid w:val="004E2980"/>
    <w:rsid w:val="004E2DF8"/>
    <w:rsid w:val="004E2EA1"/>
    <w:rsid w:val="004E34AD"/>
    <w:rsid w:val="004E406F"/>
    <w:rsid w:val="004E4363"/>
    <w:rsid w:val="004E4827"/>
    <w:rsid w:val="004E498F"/>
    <w:rsid w:val="004E4AC2"/>
    <w:rsid w:val="004E50FF"/>
    <w:rsid w:val="004E5447"/>
    <w:rsid w:val="004E5F6C"/>
    <w:rsid w:val="004E66DC"/>
    <w:rsid w:val="004E6B07"/>
    <w:rsid w:val="004E6B95"/>
    <w:rsid w:val="004E7356"/>
    <w:rsid w:val="004F0068"/>
    <w:rsid w:val="004F0925"/>
    <w:rsid w:val="004F095D"/>
    <w:rsid w:val="004F0AD7"/>
    <w:rsid w:val="004F1232"/>
    <w:rsid w:val="004F1386"/>
    <w:rsid w:val="004F1573"/>
    <w:rsid w:val="004F1DDE"/>
    <w:rsid w:val="004F209B"/>
    <w:rsid w:val="004F24B6"/>
    <w:rsid w:val="004F287B"/>
    <w:rsid w:val="004F3173"/>
    <w:rsid w:val="004F37A7"/>
    <w:rsid w:val="004F41EF"/>
    <w:rsid w:val="004F46A8"/>
    <w:rsid w:val="004F57FA"/>
    <w:rsid w:val="004F62E1"/>
    <w:rsid w:val="004F653D"/>
    <w:rsid w:val="004F67FA"/>
    <w:rsid w:val="004F6DB1"/>
    <w:rsid w:val="004F71E7"/>
    <w:rsid w:val="004F7CEF"/>
    <w:rsid w:val="004F7E4B"/>
    <w:rsid w:val="00500635"/>
    <w:rsid w:val="00501606"/>
    <w:rsid w:val="00502346"/>
    <w:rsid w:val="00503C06"/>
    <w:rsid w:val="00504672"/>
    <w:rsid w:val="00505C92"/>
    <w:rsid w:val="00505FB7"/>
    <w:rsid w:val="00506451"/>
    <w:rsid w:val="0050651E"/>
    <w:rsid w:val="00507851"/>
    <w:rsid w:val="00507956"/>
    <w:rsid w:val="00510AA7"/>
    <w:rsid w:val="00510B0D"/>
    <w:rsid w:val="00511543"/>
    <w:rsid w:val="005115F4"/>
    <w:rsid w:val="0051269D"/>
    <w:rsid w:val="00512AD1"/>
    <w:rsid w:val="00512D8E"/>
    <w:rsid w:val="00513817"/>
    <w:rsid w:val="005138BC"/>
    <w:rsid w:val="00514232"/>
    <w:rsid w:val="00515B06"/>
    <w:rsid w:val="00515C09"/>
    <w:rsid w:val="00516435"/>
    <w:rsid w:val="00516E67"/>
    <w:rsid w:val="00517B79"/>
    <w:rsid w:val="005203EC"/>
    <w:rsid w:val="00520691"/>
    <w:rsid w:val="00520C0E"/>
    <w:rsid w:val="00520EB1"/>
    <w:rsid w:val="00523589"/>
    <w:rsid w:val="005248A6"/>
    <w:rsid w:val="00524D8C"/>
    <w:rsid w:val="00525BF1"/>
    <w:rsid w:val="00525D85"/>
    <w:rsid w:val="00526F1F"/>
    <w:rsid w:val="005271D3"/>
    <w:rsid w:val="005274A6"/>
    <w:rsid w:val="005278A7"/>
    <w:rsid w:val="00527DC3"/>
    <w:rsid w:val="0053054C"/>
    <w:rsid w:val="005307C2"/>
    <w:rsid w:val="005308DC"/>
    <w:rsid w:val="00530B0C"/>
    <w:rsid w:val="0053226F"/>
    <w:rsid w:val="005325C9"/>
    <w:rsid w:val="00532A2D"/>
    <w:rsid w:val="00532D70"/>
    <w:rsid w:val="00533857"/>
    <w:rsid w:val="00533899"/>
    <w:rsid w:val="005345DF"/>
    <w:rsid w:val="00534E80"/>
    <w:rsid w:val="0053525E"/>
    <w:rsid w:val="00535707"/>
    <w:rsid w:val="005360B8"/>
    <w:rsid w:val="0053676E"/>
    <w:rsid w:val="00536A0D"/>
    <w:rsid w:val="00537CEA"/>
    <w:rsid w:val="00537D70"/>
    <w:rsid w:val="00537F8D"/>
    <w:rsid w:val="0054087B"/>
    <w:rsid w:val="00540A57"/>
    <w:rsid w:val="00540B45"/>
    <w:rsid w:val="00540BCC"/>
    <w:rsid w:val="00541579"/>
    <w:rsid w:val="0054221F"/>
    <w:rsid w:val="0054256C"/>
    <w:rsid w:val="00542F82"/>
    <w:rsid w:val="00543133"/>
    <w:rsid w:val="0054318C"/>
    <w:rsid w:val="00543639"/>
    <w:rsid w:val="00543FFD"/>
    <w:rsid w:val="00544168"/>
    <w:rsid w:val="00544356"/>
    <w:rsid w:val="005448C4"/>
    <w:rsid w:val="005453F6"/>
    <w:rsid w:val="0054542C"/>
    <w:rsid w:val="00545A28"/>
    <w:rsid w:val="00545B99"/>
    <w:rsid w:val="005461C3"/>
    <w:rsid w:val="00547648"/>
    <w:rsid w:val="00547C45"/>
    <w:rsid w:val="00547DA7"/>
    <w:rsid w:val="005507E9"/>
    <w:rsid w:val="0055192F"/>
    <w:rsid w:val="00551A73"/>
    <w:rsid w:val="00551AB8"/>
    <w:rsid w:val="00551AE7"/>
    <w:rsid w:val="00551BF7"/>
    <w:rsid w:val="00552206"/>
    <w:rsid w:val="0055320A"/>
    <w:rsid w:val="00553551"/>
    <w:rsid w:val="005535AD"/>
    <w:rsid w:val="0055432F"/>
    <w:rsid w:val="00554394"/>
    <w:rsid w:val="00554B63"/>
    <w:rsid w:val="00554D59"/>
    <w:rsid w:val="00554D92"/>
    <w:rsid w:val="00554E73"/>
    <w:rsid w:val="005553C1"/>
    <w:rsid w:val="005556BB"/>
    <w:rsid w:val="00555AA7"/>
    <w:rsid w:val="00555CE7"/>
    <w:rsid w:val="00556633"/>
    <w:rsid w:val="00556A1F"/>
    <w:rsid w:val="00556A7C"/>
    <w:rsid w:val="005577C2"/>
    <w:rsid w:val="00557A4D"/>
    <w:rsid w:val="00557FB9"/>
    <w:rsid w:val="0056019D"/>
    <w:rsid w:val="00560802"/>
    <w:rsid w:val="005621FF"/>
    <w:rsid w:val="00562216"/>
    <w:rsid w:val="00562764"/>
    <w:rsid w:val="005627A1"/>
    <w:rsid w:val="00562F7D"/>
    <w:rsid w:val="0056376A"/>
    <w:rsid w:val="00563B0D"/>
    <w:rsid w:val="00564584"/>
    <w:rsid w:val="00564ED6"/>
    <w:rsid w:val="005651E0"/>
    <w:rsid w:val="00565466"/>
    <w:rsid w:val="00565A2E"/>
    <w:rsid w:val="00565D32"/>
    <w:rsid w:val="00566421"/>
    <w:rsid w:val="00566BBB"/>
    <w:rsid w:val="00566F7F"/>
    <w:rsid w:val="005675B0"/>
    <w:rsid w:val="005705CF"/>
    <w:rsid w:val="005719F4"/>
    <w:rsid w:val="005723F0"/>
    <w:rsid w:val="005724FD"/>
    <w:rsid w:val="00572771"/>
    <w:rsid w:val="00573AC4"/>
    <w:rsid w:val="00574483"/>
    <w:rsid w:val="00574A1B"/>
    <w:rsid w:val="00574FFA"/>
    <w:rsid w:val="00575361"/>
    <w:rsid w:val="00575FF4"/>
    <w:rsid w:val="0057605E"/>
    <w:rsid w:val="00576265"/>
    <w:rsid w:val="005764ED"/>
    <w:rsid w:val="005765D0"/>
    <w:rsid w:val="00576899"/>
    <w:rsid w:val="005807CB"/>
    <w:rsid w:val="00580879"/>
    <w:rsid w:val="005813CD"/>
    <w:rsid w:val="00581713"/>
    <w:rsid w:val="005826F3"/>
    <w:rsid w:val="00583ABF"/>
    <w:rsid w:val="00584828"/>
    <w:rsid w:val="00584B20"/>
    <w:rsid w:val="00585C8E"/>
    <w:rsid w:val="00585DB4"/>
    <w:rsid w:val="005866C4"/>
    <w:rsid w:val="00587ABF"/>
    <w:rsid w:val="0059070F"/>
    <w:rsid w:val="0059093D"/>
    <w:rsid w:val="00591009"/>
    <w:rsid w:val="0059125B"/>
    <w:rsid w:val="00591E59"/>
    <w:rsid w:val="00592788"/>
    <w:rsid w:val="00593EF0"/>
    <w:rsid w:val="00594008"/>
    <w:rsid w:val="005944FC"/>
    <w:rsid w:val="00594B24"/>
    <w:rsid w:val="00594D81"/>
    <w:rsid w:val="005952FE"/>
    <w:rsid w:val="00595474"/>
    <w:rsid w:val="00596AE3"/>
    <w:rsid w:val="00596C52"/>
    <w:rsid w:val="00597880"/>
    <w:rsid w:val="005A0E75"/>
    <w:rsid w:val="005A21B3"/>
    <w:rsid w:val="005A2B1D"/>
    <w:rsid w:val="005A313C"/>
    <w:rsid w:val="005A3695"/>
    <w:rsid w:val="005A3859"/>
    <w:rsid w:val="005A56C1"/>
    <w:rsid w:val="005A5F74"/>
    <w:rsid w:val="005A6F01"/>
    <w:rsid w:val="005B0080"/>
    <w:rsid w:val="005B1B1E"/>
    <w:rsid w:val="005B235D"/>
    <w:rsid w:val="005B23FF"/>
    <w:rsid w:val="005B2C1B"/>
    <w:rsid w:val="005B2D7F"/>
    <w:rsid w:val="005B2DBD"/>
    <w:rsid w:val="005B2DCC"/>
    <w:rsid w:val="005B5B9C"/>
    <w:rsid w:val="005B6030"/>
    <w:rsid w:val="005B6C41"/>
    <w:rsid w:val="005B79B5"/>
    <w:rsid w:val="005C04F2"/>
    <w:rsid w:val="005C092F"/>
    <w:rsid w:val="005C099A"/>
    <w:rsid w:val="005C2EC1"/>
    <w:rsid w:val="005C2F9D"/>
    <w:rsid w:val="005C300B"/>
    <w:rsid w:val="005C31DC"/>
    <w:rsid w:val="005C34DA"/>
    <w:rsid w:val="005C4607"/>
    <w:rsid w:val="005C4749"/>
    <w:rsid w:val="005C4AA8"/>
    <w:rsid w:val="005C5232"/>
    <w:rsid w:val="005C55DF"/>
    <w:rsid w:val="005C5B6E"/>
    <w:rsid w:val="005C659D"/>
    <w:rsid w:val="005C6689"/>
    <w:rsid w:val="005C6714"/>
    <w:rsid w:val="005C7BD4"/>
    <w:rsid w:val="005D0B00"/>
    <w:rsid w:val="005D110A"/>
    <w:rsid w:val="005D127B"/>
    <w:rsid w:val="005D2CC8"/>
    <w:rsid w:val="005D4ED2"/>
    <w:rsid w:val="005D51B5"/>
    <w:rsid w:val="005D524C"/>
    <w:rsid w:val="005D5756"/>
    <w:rsid w:val="005D584A"/>
    <w:rsid w:val="005D613C"/>
    <w:rsid w:val="005D63F5"/>
    <w:rsid w:val="005D7172"/>
    <w:rsid w:val="005D7CE1"/>
    <w:rsid w:val="005E05AF"/>
    <w:rsid w:val="005E12DA"/>
    <w:rsid w:val="005E1B05"/>
    <w:rsid w:val="005E1E84"/>
    <w:rsid w:val="005E23A2"/>
    <w:rsid w:val="005E27B8"/>
    <w:rsid w:val="005E3771"/>
    <w:rsid w:val="005E3E90"/>
    <w:rsid w:val="005E402A"/>
    <w:rsid w:val="005E4B3E"/>
    <w:rsid w:val="005E5520"/>
    <w:rsid w:val="005E5E94"/>
    <w:rsid w:val="005E7C46"/>
    <w:rsid w:val="005E7D92"/>
    <w:rsid w:val="005F071A"/>
    <w:rsid w:val="005F2668"/>
    <w:rsid w:val="005F26F4"/>
    <w:rsid w:val="005F2907"/>
    <w:rsid w:val="005F2C98"/>
    <w:rsid w:val="005F31CD"/>
    <w:rsid w:val="005F37CA"/>
    <w:rsid w:val="005F44FA"/>
    <w:rsid w:val="005F4B21"/>
    <w:rsid w:val="005F530D"/>
    <w:rsid w:val="005F5B46"/>
    <w:rsid w:val="005F6E63"/>
    <w:rsid w:val="005F75F0"/>
    <w:rsid w:val="00600814"/>
    <w:rsid w:val="00600D28"/>
    <w:rsid w:val="00601389"/>
    <w:rsid w:val="00602430"/>
    <w:rsid w:val="00602E17"/>
    <w:rsid w:val="0060311B"/>
    <w:rsid w:val="00603567"/>
    <w:rsid w:val="006036A4"/>
    <w:rsid w:val="00603C0E"/>
    <w:rsid w:val="00603EBD"/>
    <w:rsid w:val="006048D5"/>
    <w:rsid w:val="00604B40"/>
    <w:rsid w:val="00605694"/>
    <w:rsid w:val="00606190"/>
    <w:rsid w:val="00607785"/>
    <w:rsid w:val="00607E39"/>
    <w:rsid w:val="00607F14"/>
    <w:rsid w:val="006102C2"/>
    <w:rsid w:val="00610A71"/>
    <w:rsid w:val="00610AA3"/>
    <w:rsid w:val="0061101A"/>
    <w:rsid w:val="006112F4"/>
    <w:rsid w:val="00611C2B"/>
    <w:rsid w:val="00611DF7"/>
    <w:rsid w:val="00613100"/>
    <w:rsid w:val="00613417"/>
    <w:rsid w:val="006135E7"/>
    <w:rsid w:val="0061382A"/>
    <w:rsid w:val="00614060"/>
    <w:rsid w:val="00614364"/>
    <w:rsid w:val="00614ACE"/>
    <w:rsid w:val="0061601E"/>
    <w:rsid w:val="00616308"/>
    <w:rsid w:val="0061698A"/>
    <w:rsid w:val="00616ECC"/>
    <w:rsid w:val="00617011"/>
    <w:rsid w:val="00617300"/>
    <w:rsid w:val="00617D44"/>
    <w:rsid w:val="00617D47"/>
    <w:rsid w:val="00620DB1"/>
    <w:rsid w:val="00620E23"/>
    <w:rsid w:val="0062109A"/>
    <w:rsid w:val="00621719"/>
    <w:rsid w:val="006217E2"/>
    <w:rsid w:val="00621CBC"/>
    <w:rsid w:val="00621F32"/>
    <w:rsid w:val="00623366"/>
    <w:rsid w:val="0062359B"/>
    <w:rsid w:val="0062371B"/>
    <w:rsid w:val="00623FA1"/>
    <w:rsid w:val="00623FFF"/>
    <w:rsid w:val="00624438"/>
    <w:rsid w:val="006245B1"/>
    <w:rsid w:val="00624B49"/>
    <w:rsid w:val="00625DE5"/>
    <w:rsid w:val="00626259"/>
    <w:rsid w:val="006267E2"/>
    <w:rsid w:val="00626822"/>
    <w:rsid w:val="00626BDF"/>
    <w:rsid w:val="00626CB2"/>
    <w:rsid w:val="00626ED8"/>
    <w:rsid w:val="00627CCA"/>
    <w:rsid w:val="00630A5B"/>
    <w:rsid w:val="00631156"/>
    <w:rsid w:val="00631282"/>
    <w:rsid w:val="00631EB5"/>
    <w:rsid w:val="00631ED2"/>
    <w:rsid w:val="0063262F"/>
    <w:rsid w:val="00632D36"/>
    <w:rsid w:val="00633242"/>
    <w:rsid w:val="00633376"/>
    <w:rsid w:val="006333ED"/>
    <w:rsid w:val="006334C5"/>
    <w:rsid w:val="00633A71"/>
    <w:rsid w:val="006341DC"/>
    <w:rsid w:val="006345F3"/>
    <w:rsid w:val="00634CBE"/>
    <w:rsid w:val="00635E0A"/>
    <w:rsid w:val="00636DC4"/>
    <w:rsid w:val="00636E56"/>
    <w:rsid w:val="0064066D"/>
    <w:rsid w:val="00641177"/>
    <w:rsid w:val="006414DE"/>
    <w:rsid w:val="006418AE"/>
    <w:rsid w:val="00641FB5"/>
    <w:rsid w:val="006429F8"/>
    <w:rsid w:val="0064306E"/>
    <w:rsid w:val="006430BB"/>
    <w:rsid w:val="00643208"/>
    <w:rsid w:val="00643488"/>
    <w:rsid w:val="00643BE8"/>
    <w:rsid w:val="00644066"/>
    <w:rsid w:val="00644AA6"/>
    <w:rsid w:val="00644BA0"/>
    <w:rsid w:val="0064539F"/>
    <w:rsid w:val="00645407"/>
    <w:rsid w:val="00645773"/>
    <w:rsid w:val="006460B9"/>
    <w:rsid w:val="006476AF"/>
    <w:rsid w:val="006479A0"/>
    <w:rsid w:val="006479F3"/>
    <w:rsid w:val="00647D22"/>
    <w:rsid w:val="00647F50"/>
    <w:rsid w:val="00651272"/>
    <w:rsid w:val="00651445"/>
    <w:rsid w:val="00651520"/>
    <w:rsid w:val="00651CB9"/>
    <w:rsid w:val="0065204D"/>
    <w:rsid w:val="0065259B"/>
    <w:rsid w:val="006528F5"/>
    <w:rsid w:val="00653C57"/>
    <w:rsid w:val="00653E77"/>
    <w:rsid w:val="00654547"/>
    <w:rsid w:val="00654860"/>
    <w:rsid w:val="00654AB5"/>
    <w:rsid w:val="00654E7C"/>
    <w:rsid w:val="006552D4"/>
    <w:rsid w:val="00655732"/>
    <w:rsid w:val="00656258"/>
    <w:rsid w:val="00656909"/>
    <w:rsid w:val="00656B9A"/>
    <w:rsid w:val="00657246"/>
    <w:rsid w:val="006572EF"/>
    <w:rsid w:val="006573A3"/>
    <w:rsid w:val="00660066"/>
    <w:rsid w:val="00660D57"/>
    <w:rsid w:val="0066146E"/>
    <w:rsid w:val="00662B2E"/>
    <w:rsid w:val="006637DF"/>
    <w:rsid w:val="006640D1"/>
    <w:rsid w:val="006643D3"/>
    <w:rsid w:val="0066452C"/>
    <w:rsid w:val="00664EDE"/>
    <w:rsid w:val="0066522C"/>
    <w:rsid w:val="006652FC"/>
    <w:rsid w:val="00665390"/>
    <w:rsid w:val="006654F0"/>
    <w:rsid w:val="00665739"/>
    <w:rsid w:val="006661B1"/>
    <w:rsid w:val="00666435"/>
    <w:rsid w:val="006677C9"/>
    <w:rsid w:val="0067053C"/>
    <w:rsid w:val="00670771"/>
    <w:rsid w:val="00670B02"/>
    <w:rsid w:val="00671373"/>
    <w:rsid w:val="006719CA"/>
    <w:rsid w:val="0067247B"/>
    <w:rsid w:val="00672F31"/>
    <w:rsid w:val="0067392A"/>
    <w:rsid w:val="00673E75"/>
    <w:rsid w:val="00674323"/>
    <w:rsid w:val="006745EA"/>
    <w:rsid w:val="00675E74"/>
    <w:rsid w:val="00675F6F"/>
    <w:rsid w:val="006769CD"/>
    <w:rsid w:val="00676B92"/>
    <w:rsid w:val="0067706D"/>
    <w:rsid w:val="006774E7"/>
    <w:rsid w:val="00677E48"/>
    <w:rsid w:val="00680399"/>
    <w:rsid w:val="0068188D"/>
    <w:rsid w:val="0068197C"/>
    <w:rsid w:val="00682A72"/>
    <w:rsid w:val="006835DA"/>
    <w:rsid w:val="00684416"/>
    <w:rsid w:val="006848C1"/>
    <w:rsid w:val="00684CFE"/>
    <w:rsid w:val="00685AD5"/>
    <w:rsid w:val="00685CC7"/>
    <w:rsid w:val="00687726"/>
    <w:rsid w:val="00687A0E"/>
    <w:rsid w:val="006903F6"/>
    <w:rsid w:val="0069127A"/>
    <w:rsid w:val="00691BB5"/>
    <w:rsid w:val="00691D29"/>
    <w:rsid w:val="00692F5B"/>
    <w:rsid w:val="00694697"/>
    <w:rsid w:val="00694770"/>
    <w:rsid w:val="006949B0"/>
    <w:rsid w:val="00694EB6"/>
    <w:rsid w:val="0069529D"/>
    <w:rsid w:val="00695904"/>
    <w:rsid w:val="00696181"/>
    <w:rsid w:val="00696E50"/>
    <w:rsid w:val="00696EFC"/>
    <w:rsid w:val="00696F85"/>
    <w:rsid w:val="0069764D"/>
    <w:rsid w:val="006A0F86"/>
    <w:rsid w:val="006A2AC9"/>
    <w:rsid w:val="006A2F25"/>
    <w:rsid w:val="006A30EE"/>
    <w:rsid w:val="006A3597"/>
    <w:rsid w:val="006A3923"/>
    <w:rsid w:val="006A3AB0"/>
    <w:rsid w:val="006A407F"/>
    <w:rsid w:val="006A5A64"/>
    <w:rsid w:val="006A5A85"/>
    <w:rsid w:val="006A5B64"/>
    <w:rsid w:val="006A651C"/>
    <w:rsid w:val="006A66C4"/>
    <w:rsid w:val="006A70F3"/>
    <w:rsid w:val="006A76E6"/>
    <w:rsid w:val="006A7C90"/>
    <w:rsid w:val="006B02D6"/>
    <w:rsid w:val="006B03EA"/>
    <w:rsid w:val="006B0BA6"/>
    <w:rsid w:val="006B15C0"/>
    <w:rsid w:val="006B1DFE"/>
    <w:rsid w:val="006B3613"/>
    <w:rsid w:val="006B3C55"/>
    <w:rsid w:val="006B56C0"/>
    <w:rsid w:val="006B5A16"/>
    <w:rsid w:val="006B64A7"/>
    <w:rsid w:val="006B6A31"/>
    <w:rsid w:val="006B6C77"/>
    <w:rsid w:val="006B7504"/>
    <w:rsid w:val="006B7D66"/>
    <w:rsid w:val="006C098A"/>
    <w:rsid w:val="006C0F35"/>
    <w:rsid w:val="006C22C3"/>
    <w:rsid w:val="006C256F"/>
    <w:rsid w:val="006C2ED5"/>
    <w:rsid w:val="006C507D"/>
    <w:rsid w:val="006C536E"/>
    <w:rsid w:val="006C5A54"/>
    <w:rsid w:val="006C6E9E"/>
    <w:rsid w:val="006C7065"/>
    <w:rsid w:val="006C71AE"/>
    <w:rsid w:val="006C75E3"/>
    <w:rsid w:val="006C7DD0"/>
    <w:rsid w:val="006D0C29"/>
    <w:rsid w:val="006D10F3"/>
    <w:rsid w:val="006D1397"/>
    <w:rsid w:val="006D253B"/>
    <w:rsid w:val="006D2550"/>
    <w:rsid w:val="006D26C1"/>
    <w:rsid w:val="006D287F"/>
    <w:rsid w:val="006D2CBA"/>
    <w:rsid w:val="006D2EDA"/>
    <w:rsid w:val="006D3282"/>
    <w:rsid w:val="006D3DE1"/>
    <w:rsid w:val="006D46E1"/>
    <w:rsid w:val="006D5253"/>
    <w:rsid w:val="006D52D7"/>
    <w:rsid w:val="006D5B18"/>
    <w:rsid w:val="006D646C"/>
    <w:rsid w:val="006D6F1D"/>
    <w:rsid w:val="006D744A"/>
    <w:rsid w:val="006D74B5"/>
    <w:rsid w:val="006D783B"/>
    <w:rsid w:val="006E0004"/>
    <w:rsid w:val="006E2218"/>
    <w:rsid w:val="006E240B"/>
    <w:rsid w:val="006E30D5"/>
    <w:rsid w:val="006E3DA3"/>
    <w:rsid w:val="006E44D4"/>
    <w:rsid w:val="006E46C2"/>
    <w:rsid w:val="006E4849"/>
    <w:rsid w:val="006E488A"/>
    <w:rsid w:val="006E4C82"/>
    <w:rsid w:val="006E555D"/>
    <w:rsid w:val="006E59F7"/>
    <w:rsid w:val="006E5C09"/>
    <w:rsid w:val="006E5F35"/>
    <w:rsid w:val="006E65D5"/>
    <w:rsid w:val="006E6AD0"/>
    <w:rsid w:val="006E6CCC"/>
    <w:rsid w:val="006E763E"/>
    <w:rsid w:val="006F0668"/>
    <w:rsid w:val="006F21F8"/>
    <w:rsid w:val="006F2262"/>
    <w:rsid w:val="006F2589"/>
    <w:rsid w:val="006F2657"/>
    <w:rsid w:val="006F26C6"/>
    <w:rsid w:val="006F2A1A"/>
    <w:rsid w:val="006F37CE"/>
    <w:rsid w:val="006F3C72"/>
    <w:rsid w:val="006F3F41"/>
    <w:rsid w:val="006F4B0D"/>
    <w:rsid w:val="006F5C05"/>
    <w:rsid w:val="006F63AD"/>
    <w:rsid w:val="006F63E4"/>
    <w:rsid w:val="006F67F3"/>
    <w:rsid w:val="006F6CA7"/>
    <w:rsid w:val="006F6D80"/>
    <w:rsid w:val="006F7E47"/>
    <w:rsid w:val="00700309"/>
    <w:rsid w:val="0070056B"/>
    <w:rsid w:val="00700DC5"/>
    <w:rsid w:val="00702461"/>
    <w:rsid w:val="00702640"/>
    <w:rsid w:val="00702D75"/>
    <w:rsid w:val="00703270"/>
    <w:rsid w:val="007032E1"/>
    <w:rsid w:val="007038E4"/>
    <w:rsid w:val="00703DDC"/>
    <w:rsid w:val="00703ECC"/>
    <w:rsid w:val="007043F6"/>
    <w:rsid w:val="007046AB"/>
    <w:rsid w:val="00704FB7"/>
    <w:rsid w:val="007054DC"/>
    <w:rsid w:val="00705961"/>
    <w:rsid w:val="007069B9"/>
    <w:rsid w:val="00706D46"/>
    <w:rsid w:val="00706F4D"/>
    <w:rsid w:val="007074A1"/>
    <w:rsid w:val="0071074A"/>
    <w:rsid w:val="00710BD8"/>
    <w:rsid w:val="00710CBF"/>
    <w:rsid w:val="00711085"/>
    <w:rsid w:val="007116C2"/>
    <w:rsid w:val="00711E4B"/>
    <w:rsid w:val="00711F12"/>
    <w:rsid w:val="007138C7"/>
    <w:rsid w:val="00714E6F"/>
    <w:rsid w:val="007150CE"/>
    <w:rsid w:val="00715551"/>
    <w:rsid w:val="007158D5"/>
    <w:rsid w:val="00716851"/>
    <w:rsid w:val="007200F6"/>
    <w:rsid w:val="00720E9F"/>
    <w:rsid w:val="0072271F"/>
    <w:rsid w:val="00722E67"/>
    <w:rsid w:val="00723005"/>
    <w:rsid w:val="0072320E"/>
    <w:rsid w:val="007245F2"/>
    <w:rsid w:val="00724F9B"/>
    <w:rsid w:val="007250C4"/>
    <w:rsid w:val="00725B45"/>
    <w:rsid w:val="00726C26"/>
    <w:rsid w:val="00730181"/>
    <w:rsid w:val="00730413"/>
    <w:rsid w:val="0073070F"/>
    <w:rsid w:val="007313DF"/>
    <w:rsid w:val="0073171B"/>
    <w:rsid w:val="007321EA"/>
    <w:rsid w:val="00732283"/>
    <w:rsid w:val="00732681"/>
    <w:rsid w:val="00732721"/>
    <w:rsid w:val="00732F35"/>
    <w:rsid w:val="00732FC7"/>
    <w:rsid w:val="00733066"/>
    <w:rsid w:val="007334AD"/>
    <w:rsid w:val="00733506"/>
    <w:rsid w:val="00733C48"/>
    <w:rsid w:val="00733D64"/>
    <w:rsid w:val="007343BD"/>
    <w:rsid w:val="00734C8C"/>
    <w:rsid w:val="0073516F"/>
    <w:rsid w:val="007356C3"/>
    <w:rsid w:val="00735D9D"/>
    <w:rsid w:val="007364CF"/>
    <w:rsid w:val="00736786"/>
    <w:rsid w:val="00737144"/>
    <w:rsid w:val="007377AE"/>
    <w:rsid w:val="00740633"/>
    <w:rsid w:val="007407CF"/>
    <w:rsid w:val="00740E2B"/>
    <w:rsid w:val="0074152B"/>
    <w:rsid w:val="00741EC3"/>
    <w:rsid w:val="0074332E"/>
    <w:rsid w:val="00743AAF"/>
    <w:rsid w:val="00743DA1"/>
    <w:rsid w:val="00744E70"/>
    <w:rsid w:val="00745242"/>
    <w:rsid w:val="00745DC1"/>
    <w:rsid w:val="007469D5"/>
    <w:rsid w:val="00746ACF"/>
    <w:rsid w:val="007476A0"/>
    <w:rsid w:val="0074786D"/>
    <w:rsid w:val="00747B02"/>
    <w:rsid w:val="00747CFC"/>
    <w:rsid w:val="00747E78"/>
    <w:rsid w:val="00752533"/>
    <w:rsid w:val="0075325E"/>
    <w:rsid w:val="00753D55"/>
    <w:rsid w:val="00754AD9"/>
    <w:rsid w:val="00754C0B"/>
    <w:rsid w:val="00755EA8"/>
    <w:rsid w:val="007569D6"/>
    <w:rsid w:val="00756A86"/>
    <w:rsid w:val="00756B18"/>
    <w:rsid w:val="00756C7F"/>
    <w:rsid w:val="00756CD6"/>
    <w:rsid w:val="007576FC"/>
    <w:rsid w:val="00760C05"/>
    <w:rsid w:val="00760CC6"/>
    <w:rsid w:val="00760E77"/>
    <w:rsid w:val="0076131E"/>
    <w:rsid w:val="007613B9"/>
    <w:rsid w:val="007613D6"/>
    <w:rsid w:val="0076237B"/>
    <w:rsid w:val="00762D4A"/>
    <w:rsid w:val="0076310F"/>
    <w:rsid w:val="00763869"/>
    <w:rsid w:val="00763C99"/>
    <w:rsid w:val="007641AE"/>
    <w:rsid w:val="007644F0"/>
    <w:rsid w:val="0076557A"/>
    <w:rsid w:val="007656EB"/>
    <w:rsid w:val="00765745"/>
    <w:rsid w:val="007661D5"/>
    <w:rsid w:val="007665AE"/>
    <w:rsid w:val="007676D5"/>
    <w:rsid w:val="00770488"/>
    <w:rsid w:val="007705F0"/>
    <w:rsid w:val="00771088"/>
    <w:rsid w:val="007715EF"/>
    <w:rsid w:val="0077238C"/>
    <w:rsid w:val="00772869"/>
    <w:rsid w:val="0077294F"/>
    <w:rsid w:val="00772DA6"/>
    <w:rsid w:val="00772F50"/>
    <w:rsid w:val="007733AC"/>
    <w:rsid w:val="00773472"/>
    <w:rsid w:val="007749BC"/>
    <w:rsid w:val="00774A8A"/>
    <w:rsid w:val="0077528E"/>
    <w:rsid w:val="00776847"/>
    <w:rsid w:val="00780120"/>
    <w:rsid w:val="007803B2"/>
    <w:rsid w:val="00780D9F"/>
    <w:rsid w:val="0078187E"/>
    <w:rsid w:val="00781B9C"/>
    <w:rsid w:val="00782024"/>
    <w:rsid w:val="007829B2"/>
    <w:rsid w:val="0078312E"/>
    <w:rsid w:val="0078345F"/>
    <w:rsid w:val="007837C0"/>
    <w:rsid w:val="00783D6F"/>
    <w:rsid w:val="007845D4"/>
    <w:rsid w:val="007849A9"/>
    <w:rsid w:val="00785582"/>
    <w:rsid w:val="007856B0"/>
    <w:rsid w:val="00785734"/>
    <w:rsid w:val="0078573C"/>
    <w:rsid w:val="007858C3"/>
    <w:rsid w:val="00785AF5"/>
    <w:rsid w:val="007860C7"/>
    <w:rsid w:val="007871BD"/>
    <w:rsid w:val="00787219"/>
    <w:rsid w:val="007873B9"/>
    <w:rsid w:val="00787422"/>
    <w:rsid w:val="007876C9"/>
    <w:rsid w:val="00787AC1"/>
    <w:rsid w:val="00787D0F"/>
    <w:rsid w:val="00790974"/>
    <w:rsid w:val="0079097F"/>
    <w:rsid w:val="00790A8A"/>
    <w:rsid w:val="007916DA"/>
    <w:rsid w:val="007919D3"/>
    <w:rsid w:val="00791D5D"/>
    <w:rsid w:val="007926F5"/>
    <w:rsid w:val="00792FCF"/>
    <w:rsid w:val="00793356"/>
    <w:rsid w:val="00793452"/>
    <w:rsid w:val="0079406A"/>
    <w:rsid w:val="007940C4"/>
    <w:rsid w:val="007941B2"/>
    <w:rsid w:val="007949EC"/>
    <w:rsid w:val="00794F0D"/>
    <w:rsid w:val="007952C9"/>
    <w:rsid w:val="00795B51"/>
    <w:rsid w:val="00795CBF"/>
    <w:rsid w:val="0079627C"/>
    <w:rsid w:val="00796F8E"/>
    <w:rsid w:val="007A02D9"/>
    <w:rsid w:val="007A0354"/>
    <w:rsid w:val="007A07F8"/>
    <w:rsid w:val="007A0A96"/>
    <w:rsid w:val="007A177F"/>
    <w:rsid w:val="007A17DE"/>
    <w:rsid w:val="007A21AB"/>
    <w:rsid w:val="007A268C"/>
    <w:rsid w:val="007A2ADA"/>
    <w:rsid w:val="007A31A8"/>
    <w:rsid w:val="007A3927"/>
    <w:rsid w:val="007A51E8"/>
    <w:rsid w:val="007A557B"/>
    <w:rsid w:val="007A57D8"/>
    <w:rsid w:val="007A5DA1"/>
    <w:rsid w:val="007A633E"/>
    <w:rsid w:val="007A63E4"/>
    <w:rsid w:val="007A6513"/>
    <w:rsid w:val="007A6E38"/>
    <w:rsid w:val="007A75F2"/>
    <w:rsid w:val="007A76CB"/>
    <w:rsid w:val="007A7AA4"/>
    <w:rsid w:val="007A7E31"/>
    <w:rsid w:val="007A7EFB"/>
    <w:rsid w:val="007B0D0B"/>
    <w:rsid w:val="007B0E8C"/>
    <w:rsid w:val="007B1384"/>
    <w:rsid w:val="007B16D3"/>
    <w:rsid w:val="007B2916"/>
    <w:rsid w:val="007B3B50"/>
    <w:rsid w:val="007B3C41"/>
    <w:rsid w:val="007B3E57"/>
    <w:rsid w:val="007B4066"/>
    <w:rsid w:val="007B4480"/>
    <w:rsid w:val="007B554A"/>
    <w:rsid w:val="007B5A8B"/>
    <w:rsid w:val="007B5FCC"/>
    <w:rsid w:val="007B6A69"/>
    <w:rsid w:val="007C0635"/>
    <w:rsid w:val="007C0A69"/>
    <w:rsid w:val="007C1056"/>
    <w:rsid w:val="007C1D1A"/>
    <w:rsid w:val="007C1FFC"/>
    <w:rsid w:val="007C2314"/>
    <w:rsid w:val="007C24E8"/>
    <w:rsid w:val="007C27AB"/>
    <w:rsid w:val="007C3768"/>
    <w:rsid w:val="007C3EA0"/>
    <w:rsid w:val="007C45C1"/>
    <w:rsid w:val="007C48BE"/>
    <w:rsid w:val="007C580C"/>
    <w:rsid w:val="007C683C"/>
    <w:rsid w:val="007C6A94"/>
    <w:rsid w:val="007C6D4B"/>
    <w:rsid w:val="007C6F89"/>
    <w:rsid w:val="007C7305"/>
    <w:rsid w:val="007C7979"/>
    <w:rsid w:val="007C7BC7"/>
    <w:rsid w:val="007C7C2E"/>
    <w:rsid w:val="007C7F58"/>
    <w:rsid w:val="007D0521"/>
    <w:rsid w:val="007D086D"/>
    <w:rsid w:val="007D0E87"/>
    <w:rsid w:val="007D172B"/>
    <w:rsid w:val="007D1ECF"/>
    <w:rsid w:val="007D2079"/>
    <w:rsid w:val="007D2B1D"/>
    <w:rsid w:val="007D3254"/>
    <w:rsid w:val="007D3C22"/>
    <w:rsid w:val="007D3F3A"/>
    <w:rsid w:val="007D4932"/>
    <w:rsid w:val="007D4FFF"/>
    <w:rsid w:val="007D5B4E"/>
    <w:rsid w:val="007D6667"/>
    <w:rsid w:val="007D693F"/>
    <w:rsid w:val="007D6A98"/>
    <w:rsid w:val="007D7EBD"/>
    <w:rsid w:val="007E00DA"/>
    <w:rsid w:val="007E0741"/>
    <w:rsid w:val="007E1346"/>
    <w:rsid w:val="007E2256"/>
    <w:rsid w:val="007E26C4"/>
    <w:rsid w:val="007E352C"/>
    <w:rsid w:val="007E359B"/>
    <w:rsid w:val="007E381E"/>
    <w:rsid w:val="007E3D8C"/>
    <w:rsid w:val="007E5907"/>
    <w:rsid w:val="007E6073"/>
    <w:rsid w:val="007E6479"/>
    <w:rsid w:val="007E6716"/>
    <w:rsid w:val="007E703C"/>
    <w:rsid w:val="007E7CB2"/>
    <w:rsid w:val="007F0C16"/>
    <w:rsid w:val="007F1CF7"/>
    <w:rsid w:val="007F1F92"/>
    <w:rsid w:val="007F2513"/>
    <w:rsid w:val="007F263F"/>
    <w:rsid w:val="007F284F"/>
    <w:rsid w:val="007F2B6F"/>
    <w:rsid w:val="007F2CA1"/>
    <w:rsid w:val="007F2D2E"/>
    <w:rsid w:val="007F2FE5"/>
    <w:rsid w:val="007F2FEB"/>
    <w:rsid w:val="007F3911"/>
    <w:rsid w:val="007F3A37"/>
    <w:rsid w:val="007F459E"/>
    <w:rsid w:val="007F4A54"/>
    <w:rsid w:val="007F4D05"/>
    <w:rsid w:val="007F64E0"/>
    <w:rsid w:val="007F7082"/>
    <w:rsid w:val="007F780E"/>
    <w:rsid w:val="007F78DA"/>
    <w:rsid w:val="00800251"/>
    <w:rsid w:val="00800DDE"/>
    <w:rsid w:val="00802070"/>
    <w:rsid w:val="008024FB"/>
    <w:rsid w:val="00803353"/>
    <w:rsid w:val="00803FF8"/>
    <w:rsid w:val="008041B9"/>
    <w:rsid w:val="0080429E"/>
    <w:rsid w:val="00804478"/>
    <w:rsid w:val="0080473F"/>
    <w:rsid w:val="00804966"/>
    <w:rsid w:val="00805076"/>
    <w:rsid w:val="00805A0E"/>
    <w:rsid w:val="00805DCD"/>
    <w:rsid w:val="00806307"/>
    <w:rsid w:val="00806B63"/>
    <w:rsid w:val="00807161"/>
    <w:rsid w:val="00807415"/>
    <w:rsid w:val="00807D22"/>
    <w:rsid w:val="00810B30"/>
    <w:rsid w:val="00811769"/>
    <w:rsid w:val="00811F0A"/>
    <w:rsid w:val="0081299E"/>
    <w:rsid w:val="008130A6"/>
    <w:rsid w:val="00813897"/>
    <w:rsid w:val="008140AD"/>
    <w:rsid w:val="00814192"/>
    <w:rsid w:val="00814653"/>
    <w:rsid w:val="00814763"/>
    <w:rsid w:val="00814873"/>
    <w:rsid w:val="00814E45"/>
    <w:rsid w:val="00815DF6"/>
    <w:rsid w:val="008167E6"/>
    <w:rsid w:val="008168F5"/>
    <w:rsid w:val="0081755C"/>
    <w:rsid w:val="00817FA2"/>
    <w:rsid w:val="00820BF8"/>
    <w:rsid w:val="008216BF"/>
    <w:rsid w:val="00821E2E"/>
    <w:rsid w:val="00821E6E"/>
    <w:rsid w:val="008222EF"/>
    <w:rsid w:val="00822541"/>
    <w:rsid w:val="0082270E"/>
    <w:rsid w:val="00823043"/>
    <w:rsid w:val="0082332D"/>
    <w:rsid w:val="008234B0"/>
    <w:rsid w:val="008238FA"/>
    <w:rsid w:val="00823AEB"/>
    <w:rsid w:val="00824820"/>
    <w:rsid w:val="00824EF1"/>
    <w:rsid w:val="0082514E"/>
    <w:rsid w:val="00825BFE"/>
    <w:rsid w:val="00825E83"/>
    <w:rsid w:val="008267AB"/>
    <w:rsid w:val="008276DE"/>
    <w:rsid w:val="0082787D"/>
    <w:rsid w:val="008300B0"/>
    <w:rsid w:val="008302A4"/>
    <w:rsid w:val="00830874"/>
    <w:rsid w:val="00830955"/>
    <w:rsid w:val="00830C4D"/>
    <w:rsid w:val="00830D83"/>
    <w:rsid w:val="00830E66"/>
    <w:rsid w:val="008313CA"/>
    <w:rsid w:val="00831668"/>
    <w:rsid w:val="008316DC"/>
    <w:rsid w:val="00833295"/>
    <w:rsid w:val="008336AD"/>
    <w:rsid w:val="00834675"/>
    <w:rsid w:val="00834A92"/>
    <w:rsid w:val="00835183"/>
    <w:rsid w:val="008354C8"/>
    <w:rsid w:val="00835904"/>
    <w:rsid w:val="00836555"/>
    <w:rsid w:val="00837A30"/>
    <w:rsid w:val="00837D48"/>
    <w:rsid w:val="00837DFC"/>
    <w:rsid w:val="00840000"/>
    <w:rsid w:val="0084132E"/>
    <w:rsid w:val="00842224"/>
    <w:rsid w:val="00842F15"/>
    <w:rsid w:val="008431E7"/>
    <w:rsid w:val="00843525"/>
    <w:rsid w:val="0084439F"/>
    <w:rsid w:val="00844734"/>
    <w:rsid w:val="00844FC4"/>
    <w:rsid w:val="00846FC2"/>
    <w:rsid w:val="0084712F"/>
    <w:rsid w:val="00847E00"/>
    <w:rsid w:val="008505D8"/>
    <w:rsid w:val="00851B67"/>
    <w:rsid w:val="00851E98"/>
    <w:rsid w:val="00852358"/>
    <w:rsid w:val="008523CD"/>
    <w:rsid w:val="00852878"/>
    <w:rsid w:val="008549AA"/>
    <w:rsid w:val="00855353"/>
    <w:rsid w:val="008553E8"/>
    <w:rsid w:val="00855483"/>
    <w:rsid w:val="008568C1"/>
    <w:rsid w:val="00856A88"/>
    <w:rsid w:val="00856B0F"/>
    <w:rsid w:val="00856DBF"/>
    <w:rsid w:val="00857211"/>
    <w:rsid w:val="00857DBD"/>
    <w:rsid w:val="008607F6"/>
    <w:rsid w:val="00860EAC"/>
    <w:rsid w:val="00861733"/>
    <w:rsid w:val="00861A5F"/>
    <w:rsid w:val="008624FC"/>
    <w:rsid w:val="0086305F"/>
    <w:rsid w:val="0086438B"/>
    <w:rsid w:val="008661F8"/>
    <w:rsid w:val="0086642A"/>
    <w:rsid w:val="0086651C"/>
    <w:rsid w:val="008670B9"/>
    <w:rsid w:val="00867B13"/>
    <w:rsid w:val="00870180"/>
    <w:rsid w:val="008707F1"/>
    <w:rsid w:val="00870BD7"/>
    <w:rsid w:val="0087102D"/>
    <w:rsid w:val="008713B7"/>
    <w:rsid w:val="00871849"/>
    <w:rsid w:val="00871D9C"/>
    <w:rsid w:val="00871F4F"/>
    <w:rsid w:val="008725FC"/>
    <w:rsid w:val="0087279C"/>
    <w:rsid w:val="008728B2"/>
    <w:rsid w:val="008733A1"/>
    <w:rsid w:val="00874D81"/>
    <w:rsid w:val="00875DA1"/>
    <w:rsid w:val="00877AC8"/>
    <w:rsid w:val="008811C7"/>
    <w:rsid w:val="0088197E"/>
    <w:rsid w:val="00882670"/>
    <w:rsid w:val="00883236"/>
    <w:rsid w:val="008842FE"/>
    <w:rsid w:val="00885136"/>
    <w:rsid w:val="00885640"/>
    <w:rsid w:val="00885906"/>
    <w:rsid w:val="00886A43"/>
    <w:rsid w:val="00886BA4"/>
    <w:rsid w:val="00886C52"/>
    <w:rsid w:val="00886F88"/>
    <w:rsid w:val="00890092"/>
    <w:rsid w:val="00891296"/>
    <w:rsid w:val="00891409"/>
    <w:rsid w:val="008923C8"/>
    <w:rsid w:val="0089270C"/>
    <w:rsid w:val="00892B22"/>
    <w:rsid w:val="0089312A"/>
    <w:rsid w:val="008936A4"/>
    <w:rsid w:val="008936F0"/>
    <w:rsid w:val="008937A0"/>
    <w:rsid w:val="0089507E"/>
    <w:rsid w:val="00895193"/>
    <w:rsid w:val="00895D36"/>
    <w:rsid w:val="00896AC8"/>
    <w:rsid w:val="008976D2"/>
    <w:rsid w:val="00897E43"/>
    <w:rsid w:val="008A0923"/>
    <w:rsid w:val="008A0E87"/>
    <w:rsid w:val="008A0F62"/>
    <w:rsid w:val="008A1ABB"/>
    <w:rsid w:val="008A1E24"/>
    <w:rsid w:val="008A1E44"/>
    <w:rsid w:val="008A21AE"/>
    <w:rsid w:val="008A2AED"/>
    <w:rsid w:val="008A4844"/>
    <w:rsid w:val="008A4BED"/>
    <w:rsid w:val="008A535C"/>
    <w:rsid w:val="008A5F08"/>
    <w:rsid w:val="008A60BD"/>
    <w:rsid w:val="008A63BE"/>
    <w:rsid w:val="008A7907"/>
    <w:rsid w:val="008B0972"/>
    <w:rsid w:val="008B09C1"/>
    <w:rsid w:val="008B0DC9"/>
    <w:rsid w:val="008B1B1E"/>
    <w:rsid w:val="008B25CA"/>
    <w:rsid w:val="008B25FB"/>
    <w:rsid w:val="008B2A77"/>
    <w:rsid w:val="008B2B6B"/>
    <w:rsid w:val="008B2D68"/>
    <w:rsid w:val="008B39D2"/>
    <w:rsid w:val="008B3B2C"/>
    <w:rsid w:val="008B4240"/>
    <w:rsid w:val="008B456F"/>
    <w:rsid w:val="008B53CC"/>
    <w:rsid w:val="008B5640"/>
    <w:rsid w:val="008B5E97"/>
    <w:rsid w:val="008B6390"/>
    <w:rsid w:val="008B66DF"/>
    <w:rsid w:val="008B738E"/>
    <w:rsid w:val="008B7398"/>
    <w:rsid w:val="008B7A09"/>
    <w:rsid w:val="008C2C0E"/>
    <w:rsid w:val="008C2F30"/>
    <w:rsid w:val="008C3BE4"/>
    <w:rsid w:val="008C3CA7"/>
    <w:rsid w:val="008C49ED"/>
    <w:rsid w:val="008C4C20"/>
    <w:rsid w:val="008C4D5B"/>
    <w:rsid w:val="008C5436"/>
    <w:rsid w:val="008C5B40"/>
    <w:rsid w:val="008C60E4"/>
    <w:rsid w:val="008C66CB"/>
    <w:rsid w:val="008C70EF"/>
    <w:rsid w:val="008C7539"/>
    <w:rsid w:val="008C7569"/>
    <w:rsid w:val="008D0234"/>
    <w:rsid w:val="008D0678"/>
    <w:rsid w:val="008D074B"/>
    <w:rsid w:val="008D088C"/>
    <w:rsid w:val="008D0FB8"/>
    <w:rsid w:val="008D2797"/>
    <w:rsid w:val="008D2E21"/>
    <w:rsid w:val="008D2F6C"/>
    <w:rsid w:val="008D53A2"/>
    <w:rsid w:val="008D5637"/>
    <w:rsid w:val="008D5982"/>
    <w:rsid w:val="008D68E1"/>
    <w:rsid w:val="008D7069"/>
    <w:rsid w:val="008D78B2"/>
    <w:rsid w:val="008D7B82"/>
    <w:rsid w:val="008E00D5"/>
    <w:rsid w:val="008E0140"/>
    <w:rsid w:val="008E06BE"/>
    <w:rsid w:val="008E0899"/>
    <w:rsid w:val="008E0B13"/>
    <w:rsid w:val="008E1126"/>
    <w:rsid w:val="008E139B"/>
    <w:rsid w:val="008E16C2"/>
    <w:rsid w:val="008E1773"/>
    <w:rsid w:val="008E1812"/>
    <w:rsid w:val="008E19E5"/>
    <w:rsid w:val="008E1D82"/>
    <w:rsid w:val="008E1FFA"/>
    <w:rsid w:val="008E2F15"/>
    <w:rsid w:val="008E3116"/>
    <w:rsid w:val="008E3587"/>
    <w:rsid w:val="008E428A"/>
    <w:rsid w:val="008E46C0"/>
    <w:rsid w:val="008E5FF1"/>
    <w:rsid w:val="008E6942"/>
    <w:rsid w:val="008E6B7A"/>
    <w:rsid w:val="008E6DBB"/>
    <w:rsid w:val="008E7BDF"/>
    <w:rsid w:val="008F05EB"/>
    <w:rsid w:val="008F096A"/>
    <w:rsid w:val="008F0D25"/>
    <w:rsid w:val="008F18D8"/>
    <w:rsid w:val="008F25F7"/>
    <w:rsid w:val="008F28C5"/>
    <w:rsid w:val="008F2E85"/>
    <w:rsid w:val="008F43E3"/>
    <w:rsid w:val="008F4948"/>
    <w:rsid w:val="008F525F"/>
    <w:rsid w:val="008F5FFB"/>
    <w:rsid w:val="008F6138"/>
    <w:rsid w:val="008F65A4"/>
    <w:rsid w:val="008F6707"/>
    <w:rsid w:val="008F67FE"/>
    <w:rsid w:val="008F6A7B"/>
    <w:rsid w:val="008F6BDF"/>
    <w:rsid w:val="008F79E0"/>
    <w:rsid w:val="008F7B9F"/>
    <w:rsid w:val="008F7FE8"/>
    <w:rsid w:val="0090086C"/>
    <w:rsid w:val="00901632"/>
    <w:rsid w:val="009037BA"/>
    <w:rsid w:val="00904D5E"/>
    <w:rsid w:val="009052D4"/>
    <w:rsid w:val="00905F69"/>
    <w:rsid w:val="009065E2"/>
    <w:rsid w:val="00906646"/>
    <w:rsid w:val="009074E4"/>
    <w:rsid w:val="0090766E"/>
    <w:rsid w:val="009076F5"/>
    <w:rsid w:val="0090781E"/>
    <w:rsid w:val="00907906"/>
    <w:rsid w:val="00907AB6"/>
    <w:rsid w:val="00907B6F"/>
    <w:rsid w:val="00910D5B"/>
    <w:rsid w:val="009115DD"/>
    <w:rsid w:val="00912024"/>
    <w:rsid w:val="00913260"/>
    <w:rsid w:val="0091358D"/>
    <w:rsid w:val="0091382F"/>
    <w:rsid w:val="00913E53"/>
    <w:rsid w:val="00913F62"/>
    <w:rsid w:val="00913F89"/>
    <w:rsid w:val="009140EB"/>
    <w:rsid w:val="009146AD"/>
    <w:rsid w:val="00914789"/>
    <w:rsid w:val="00914A08"/>
    <w:rsid w:val="00914E9F"/>
    <w:rsid w:val="00915661"/>
    <w:rsid w:val="0091573B"/>
    <w:rsid w:val="00915843"/>
    <w:rsid w:val="00917CC7"/>
    <w:rsid w:val="009202E7"/>
    <w:rsid w:val="00920F0A"/>
    <w:rsid w:val="009214AB"/>
    <w:rsid w:val="00921725"/>
    <w:rsid w:val="00922226"/>
    <w:rsid w:val="0092249F"/>
    <w:rsid w:val="00922E88"/>
    <w:rsid w:val="009230EA"/>
    <w:rsid w:val="00923109"/>
    <w:rsid w:val="009231A8"/>
    <w:rsid w:val="009238ED"/>
    <w:rsid w:val="00923AD7"/>
    <w:rsid w:val="00923DB5"/>
    <w:rsid w:val="0092403A"/>
    <w:rsid w:val="00924DAD"/>
    <w:rsid w:val="009255E4"/>
    <w:rsid w:val="009256F8"/>
    <w:rsid w:val="009258CD"/>
    <w:rsid w:val="00925A3D"/>
    <w:rsid w:val="00925BCD"/>
    <w:rsid w:val="00926A8C"/>
    <w:rsid w:val="00926D59"/>
    <w:rsid w:val="00927AA2"/>
    <w:rsid w:val="00927BE1"/>
    <w:rsid w:val="009302FA"/>
    <w:rsid w:val="00930CBA"/>
    <w:rsid w:val="00930D61"/>
    <w:rsid w:val="00930F42"/>
    <w:rsid w:val="00931736"/>
    <w:rsid w:val="00931B3B"/>
    <w:rsid w:val="00931F2C"/>
    <w:rsid w:val="00932608"/>
    <w:rsid w:val="0093297B"/>
    <w:rsid w:val="0093298E"/>
    <w:rsid w:val="00932D99"/>
    <w:rsid w:val="00932EA7"/>
    <w:rsid w:val="00933C4B"/>
    <w:rsid w:val="009342A2"/>
    <w:rsid w:val="00935F18"/>
    <w:rsid w:val="009408D9"/>
    <w:rsid w:val="00940955"/>
    <w:rsid w:val="00940FF2"/>
    <w:rsid w:val="009412B4"/>
    <w:rsid w:val="00941813"/>
    <w:rsid w:val="009418A0"/>
    <w:rsid w:val="00941B80"/>
    <w:rsid w:val="00942430"/>
    <w:rsid w:val="00942519"/>
    <w:rsid w:val="00942758"/>
    <w:rsid w:val="009429EE"/>
    <w:rsid w:val="00942B47"/>
    <w:rsid w:val="00943330"/>
    <w:rsid w:val="00943B78"/>
    <w:rsid w:val="00943E50"/>
    <w:rsid w:val="0094409D"/>
    <w:rsid w:val="009448C8"/>
    <w:rsid w:val="00946F34"/>
    <w:rsid w:val="00947D71"/>
    <w:rsid w:val="0095092A"/>
    <w:rsid w:val="00950F7F"/>
    <w:rsid w:val="0095142E"/>
    <w:rsid w:val="00951576"/>
    <w:rsid w:val="009518FC"/>
    <w:rsid w:val="009524BC"/>
    <w:rsid w:val="009528AE"/>
    <w:rsid w:val="0095353C"/>
    <w:rsid w:val="00953BD9"/>
    <w:rsid w:val="00955369"/>
    <w:rsid w:val="00955485"/>
    <w:rsid w:val="009556FF"/>
    <w:rsid w:val="009568B3"/>
    <w:rsid w:val="0095711F"/>
    <w:rsid w:val="009572DD"/>
    <w:rsid w:val="009577F1"/>
    <w:rsid w:val="00960430"/>
    <w:rsid w:val="0096088F"/>
    <w:rsid w:val="00961F3B"/>
    <w:rsid w:val="00962B99"/>
    <w:rsid w:val="00962BB5"/>
    <w:rsid w:val="00963244"/>
    <w:rsid w:val="00963629"/>
    <w:rsid w:val="00964C00"/>
    <w:rsid w:val="00965BB0"/>
    <w:rsid w:val="00966429"/>
    <w:rsid w:val="00966C1A"/>
    <w:rsid w:val="009675F4"/>
    <w:rsid w:val="00967EFA"/>
    <w:rsid w:val="00970E40"/>
    <w:rsid w:val="00971E3F"/>
    <w:rsid w:val="0097238F"/>
    <w:rsid w:val="00972558"/>
    <w:rsid w:val="00972785"/>
    <w:rsid w:val="00972889"/>
    <w:rsid w:val="00972FC1"/>
    <w:rsid w:val="00973BF9"/>
    <w:rsid w:val="00973E24"/>
    <w:rsid w:val="009742CE"/>
    <w:rsid w:val="00974CAF"/>
    <w:rsid w:val="00975680"/>
    <w:rsid w:val="009776EE"/>
    <w:rsid w:val="00977B44"/>
    <w:rsid w:val="00977F20"/>
    <w:rsid w:val="0098106F"/>
    <w:rsid w:val="00982B57"/>
    <w:rsid w:val="00982EAD"/>
    <w:rsid w:val="009833D5"/>
    <w:rsid w:val="0098344E"/>
    <w:rsid w:val="00984432"/>
    <w:rsid w:val="00985BBA"/>
    <w:rsid w:val="00985C83"/>
    <w:rsid w:val="00985FBC"/>
    <w:rsid w:val="0098691F"/>
    <w:rsid w:val="009914AD"/>
    <w:rsid w:val="00991C99"/>
    <w:rsid w:val="00991FD9"/>
    <w:rsid w:val="0099226F"/>
    <w:rsid w:val="0099282F"/>
    <w:rsid w:val="009935EE"/>
    <w:rsid w:val="00993E85"/>
    <w:rsid w:val="009947CE"/>
    <w:rsid w:val="0099530C"/>
    <w:rsid w:val="00995658"/>
    <w:rsid w:val="00995AD8"/>
    <w:rsid w:val="00996DB2"/>
    <w:rsid w:val="00996DFF"/>
    <w:rsid w:val="00997E1E"/>
    <w:rsid w:val="009A0A6A"/>
    <w:rsid w:val="009A0DBC"/>
    <w:rsid w:val="009A197D"/>
    <w:rsid w:val="009A1A00"/>
    <w:rsid w:val="009A1D62"/>
    <w:rsid w:val="009A28E2"/>
    <w:rsid w:val="009A3A1C"/>
    <w:rsid w:val="009A470E"/>
    <w:rsid w:val="009A471C"/>
    <w:rsid w:val="009A487D"/>
    <w:rsid w:val="009A4930"/>
    <w:rsid w:val="009A526B"/>
    <w:rsid w:val="009A53CD"/>
    <w:rsid w:val="009A569B"/>
    <w:rsid w:val="009A57E7"/>
    <w:rsid w:val="009A60C4"/>
    <w:rsid w:val="009A6A22"/>
    <w:rsid w:val="009A6F95"/>
    <w:rsid w:val="009A786F"/>
    <w:rsid w:val="009A7EBA"/>
    <w:rsid w:val="009B01B6"/>
    <w:rsid w:val="009B04AD"/>
    <w:rsid w:val="009B09E2"/>
    <w:rsid w:val="009B1A8C"/>
    <w:rsid w:val="009B1B57"/>
    <w:rsid w:val="009B1C45"/>
    <w:rsid w:val="009B234B"/>
    <w:rsid w:val="009B2355"/>
    <w:rsid w:val="009B2A07"/>
    <w:rsid w:val="009B3292"/>
    <w:rsid w:val="009B3386"/>
    <w:rsid w:val="009B3533"/>
    <w:rsid w:val="009B3B39"/>
    <w:rsid w:val="009B3F77"/>
    <w:rsid w:val="009B414A"/>
    <w:rsid w:val="009B4F36"/>
    <w:rsid w:val="009B5080"/>
    <w:rsid w:val="009B5403"/>
    <w:rsid w:val="009B5451"/>
    <w:rsid w:val="009B58D0"/>
    <w:rsid w:val="009B665C"/>
    <w:rsid w:val="009B6B25"/>
    <w:rsid w:val="009B7323"/>
    <w:rsid w:val="009C0497"/>
    <w:rsid w:val="009C0831"/>
    <w:rsid w:val="009C0B20"/>
    <w:rsid w:val="009C157E"/>
    <w:rsid w:val="009C15F9"/>
    <w:rsid w:val="009C171C"/>
    <w:rsid w:val="009C1C26"/>
    <w:rsid w:val="009C2062"/>
    <w:rsid w:val="009C23C0"/>
    <w:rsid w:val="009C2705"/>
    <w:rsid w:val="009C366F"/>
    <w:rsid w:val="009C3A35"/>
    <w:rsid w:val="009C42B7"/>
    <w:rsid w:val="009C48EC"/>
    <w:rsid w:val="009C4A70"/>
    <w:rsid w:val="009C4B92"/>
    <w:rsid w:val="009C4EB1"/>
    <w:rsid w:val="009C519F"/>
    <w:rsid w:val="009C5230"/>
    <w:rsid w:val="009C5904"/>
    <w:rsid w:val="009C6156"/>
    <w:rsid w:val="009C6C7E"/>
    <w:rsid w:val="009C7EC1"/>
    <w:rsid w:val="009D018C"/>
    <w:rsid w:val="009D0846"/>
    <w:rsid w:val="009D1BB8"/>
    <w:rsid w:val="009D1ED3"/>
    <w:rsid w:val="009D2312"/>
    <w:rsid w:val="009D2A17"/>
    <w:rsid w:val="009D388A"/>
    <w:rsid w:val="009D3D73"/>
    <w:rsid w:val="009D4422"/>
    <w:rsid w:val="009D4B45"/>
    <w:rsid w:val="009D4DF8"/>
    <w:rsid w:val="009D63DA"/>
    <w:rsid w:val="009D6CCF"/>
    <w:rsid w:val="009D7530"/>
    <w:rsid w:val="009E0D09"/>
    <w:rsid w:val="009E288D"/>
    <w:rsid w:val="009E3263"/>
    <w:rsid w:val="009E3F01"/>
    <w:rsid w:val="009E4026"/>
    <w:rsid w:val="009E4781"/>
    <w:rsid w:val="009E4CAE"/>
    <w:rsid w:val="009E6667"/>
    <w:rsid w:val="009E7A63"/>
    <w:rsid w:val="009F02DA"/>
    <w:rsid w:val="009F118D"/>
    <w:rsid w:val="009F122A"/>
    <w:rsid w:val="009F1965"/>
    <w:rsid w:val="009F34B6"/>
    <w:rsid w:val="009F3627"/>
    <w:rsid w:val="009F38FA"/>
    <w:rsid w:val="009F3A1F"/>
    <w:rsid w:val="009F46AD"/>
    <w:rsid w:val="009F58EA"/>
    <w:rsid w:val="009F5C0D"/>
    <w:rsid w:val="009F6104"/>
    <w:rsid w:val="009F71AF"/>
    <w:rsid w:val="009F7396"/>
    <w:rsid w:val="009F7924"/>
    <w:rsid w:val="00A00891"/>
    <w:rsid w:val="00A00ACF"/>
    <w:rsid w:val="00A00D32"/>
    <w:rsid w:val="00A01382"/>
    <w:rsid w:val="00A016E5"/>
    <w:rsid w:val="00A017D5"/>
    <w:rsid w:val="00A01850"/>
    <w:rsid w:val="00A01B78"/>
    <w:rsid w:val="00A01F6B"/>
    <w:rsid w:val="00A024B1"/>
    <w:rsid w:val="00A02561"/>
    <w:rsid w:val="00A027E5"/>
    <w:rsid w:val="00A030CE"/>
    <w:rsid w:val="00A0409B"/>
    <w:rsid w:val="00A04657"/>
    <w:rsid w:val="00A04C2B"/>
    <w:rsid w:val="00A0512D"/>
    <w:rsid w:val="00A05F23"/>
    <w:rsid w:val="00A072F2"/>
    <w:rsid w:val="00A10C36"/>
    <w:rsid w:val="00A11206"/>
    <w:rsid w:val="00A11F30"/>
    <w:rsid w:val="00A11F3F"/>
    <w:rsid w:val="00A11FBA"/>
    <w:rsid w:val="00A120F5"/>
    <w:rsid w:val="00A125E4"/>
    <w:rsid w:val="00A12899"/>
    <w:rsid w:val="00A12D7D"/>
    <w:rsid w:val="00A12D86"/>
    <w:rsid w:val="00A12FCB"/>
    <w:rsid w:val="00A138A5"/>
    <w:rsid w:val="00A1436E"/>
    <w:rsid w:val="00A147D9"/>
    <w:rsid w:val="00A14918"/>
    <w:rsid w:val="00A14961"/>
    <w:rsid w:val="00A15441"/>
    <w:rsid w:val="00A165F4"/>
    <w:rsid w:val="00A168CD"/>
    <w:rsid w:val="00A16DBA"/>
    <w:rsid w:val="00A175C8"/>
    <w:rsid w:val="00A17BEB"/>
    <w:rsid w:val="00A201A4"/>
    <w:rsid w:val="00A202CE"/>
    <w:rsid w:val="00A20420"/>
    <w:rsid w:val="00A20DFB"/>
    <w:rsid w:val="00A213F1"/>
    <w:rsid w:val="00A2170B"/>
    <w:rsid w:val="00A233FC"/>
    <w:rsid w:val="00A23760"/>
    <w:rsid w:val="00A23FAC"/>
    <w:rsid w:val="00A240CB"/>
    <w:rsid w:val="00A2482C"/>
    <w:rsid w:val="00A2498F"/>
    <w:rsid w:val="00A25358"/>
    <w:rsid w:val="00A25487"/>
    <w:rsid w:val="00A25C28"/>
    <w:rsid w:val="00A26D63"/>
    <w:rsid w:val="00A275D3"/>
    <w:rsid w:val="00A27630"/>
    <w:rsid w:val="00A27D0D"/>
    <w:rsid w:val="00A30404"/>
    <w:rsid w:val="00A308BF"/>
    <w:rsid w:val="00A312C5"/>
    <w:rsid w:val="00A31402"/>
    <w:rsid w:val="00A314CA"/>
    <w:rsid w:val="00A315F6"/>
    <w:rsid w:val="00A31C86"/>
    <w:rsid w:val="00A32785"/>
    <w:rsid w:val="00A328C2"/>
    <w:rsid w:val="00A32E94"/>
    <w:rsid w:val="00A33452"/>
    <w:rsid w:val="00A33BF8"/>
    <w:rsid w:val="00A34A6F"/>
    <w:rsid w:val="00A35590"/>
    <w:rsid w:val="00A35858"/>
    <w:rsid w:val="00A3645E"/>
    <w:rsid w:val="00A401EE"/>
    <w:rsid w:val="00A405BF"/>
    <w:rsid w:val="00A407C2"/>
    <w:rsid w:val="00A40E37"/>
    <w:rsid w:val="00A41A3E"/>
    <w:rsid w:val="00A41AAA"/>
    <w:rsid w:val="00A41D14"/>
    <w:rsid w:val="00A41D59"/>
    <w:rsid w:val="00A41E05"/>
    <w:rsid w:val="00A42EAA"/>
    <w:rsid w:val="00A43925"/>
    <w:rsid w:val="00A44228"/>
    <w:rsid w:val="00A44A0E"/>
    <w:rsid w:val="00A44C9F"/>
    <w:rsid w:val="00A44F39"/>
    <w:rsid w:val="00A45161"/>
    <w:rsid w:val="00A45BFC"/>
    <w:rsid w:val="00A45E1D"/>
    <w:rsid w:val="00A460AA"/>
    <w:rsid w:val="00A46771"/>
    <w:rsid w:val="00A46F70"/>
    <w:rsid w:val="00A47666"/>
    <w:rsid w:val="00A47794"/>
    <w:rsid w:val="00A47A6C"/>
    <w:rsid w:val="00A47BB2"/>
    <w:rsid w:val="00A5070B"/>
    <w:rsid w:val="00A5129C"/>
    <w:rsid w:val="00A51866"/>
    <w:rsid w:val="00A51B73"/>
    <w:rsid w:val="00A524E1"/>
    <w:rsid w:val="00A52A4B"/>
    <w:rsid w:val="00A52B67"/>
    <w:rsid w:val="00A5352B"/>
    <w:rsid w:val="00A54A05"/>
    <w:rsid w:val="00A54AC8"/>
    <w:rsid w:val="00A54E25"/>
    <w:rsid w:val="00A54E4D"/>
    <w:rsid w:val="00A55397"/>
    <w:rsid w:val="00A558B6"/>
    <w:rsid w:val="00A566DB"/>
    <w:rsid w:val="00A56B1D"/>
    <w:rsid w:val="00A5721B"/>
    <w:rsid w:val="00A572F3"/>
    <w:rsid w:val="00A574A6"/>
    <w:rsid w:val="00A5762C"/>
    <w:rsid w:val="00A576AB"/>
    <w:rsid w:val="00A624D8"/>
    <w:rsid w:val="00A62BAC"/>
    <w:rsid w:val="00A64806"/>
    <w:rsid w:val="00A6507B"/>
    <w:rsid w:val="00A6519F"/>
    <w:rsid w:val="00A65298"/>
    <w:rsid w:val="00A653C8"/>
    <w:rsid w:val="00A6573D"/>
    <w:rsid w:val="00A6596A"/>
    <w:rsid w:val="00A65CF2"/>
    <w:rsid w:val="00A66671"/>
    <w:rsid w:val="00A669F5"/>
    <w:rsid w:val="00A674AE"/>
    <w:rsid w:val="00A7169D"/>
    <w:rsid w:val="00A71714"/>
    <w:rsid w:val="00A71854"/>
    <w:rsid w:val="00A71FDB"/>
    <w:rsid w:val="00A72121"/>
    <w:rsid w:val="00A72C4E"/>
    <w:rsid w:val="00A7309E"/>
    <w:rsid w:val="00A73106"/>
    <w:rsid w:val="00A734A3"/>
    <w:rsid w:val="00A73770"/>
    <w:rsid w:val="00A73993"/>
    <w:rsid w:val="00A7576A"/>
    <w:rsid w:val="00A761DF"/>
    <w:rsid w:val="00A76302"/>
    <w:rsid w:val="00A768AF"/>
    <w:rsid w:val="00A76CEC"/>
    <w:rsid w:val="00A77001"/>
    <w:rsid w:val="00A80049"/>
    <w:rsid w:val="00A80790"/>
    <w:rsid w:val="00A80AB9"/>
    <w:rsid w:val="00A80B4F"/>
    <w:rsid w:val="00A8198A"/>
    <w:rsid w:val="00A81A1C"/>
    <w:rsid w:val="00A82818"/>
    <w:rsid w:val="00A82934"/>
    <w:rsid w:val="00A83B99"/>
    <w:rsid w:val="00A845A5"/>
    <w:rsid w:val="00A851CE"/>
    <w:rsid w:val="00A870EC"/>
    <w:rsid w:val="00A87633"/>
    <w:rsid w:val="00A92377"/>
    <w:rsid w:val="00A926E6"/>
    <w:rsid w:val="00A92C76"/>
    <w:rsid w:val="00A93294"/>
    <w:rsid w:val="00A93F7E"/>
    <w:rsid w:val="00A94105"/>
    <w:rsid w:val="00A945E2"/>
    <w:rsid w:val="00A95394"/>
    <w:rsid w:val="00A9663A"/>
    <w:rsid w:val="00A96E85"/>
    <w:rsid w:val="00A97128"/>
    <w:rsid w:val="00A97484"/>
    <w:rsid w:val="00A97A4B"/>
    <w:rsid w:val="00A97DC0"/>
    <w:rsid w:val="00AA01D3"/>
    <w:rsid w:val="00AA0230"/>
    <w:rsid w:val="00AA1ADA"/>
    <w:rsid w:val="00AA1D1F"/>
    <w:rsid w:val="00AA1DE9"/>
    <w:rsid w:val="00AA28AF"/>
    <w:rsid w:val="00AA295F"/>
    <w:rsid w:val="00AA2B56"/>
    <w:rsid w:val="00AA3D5D"/>
    <w:rsid w:val="00AA417A"/>
    <w:rsid w:val="00AA4E1D"/>
    <w:rsid w:val="00AA5254"/>
    <w:rsid w:val="00AA5C5D"/>
    <w:rsid w:val="00AA62A3"/>
    <w:rsid w:val="00AA6B98"/>
    <w:rsid w:val="00AA6CE6"/>
    <w:rsid w:val="00AA6E11"/>
    <w:rsid w:val="00AA74E9"/>
    <w:rsid w:val="00AA7D0E"/>
    <w:rsid w:val="00AB0178"/>
    <w:rsid w:val="00AB02F1"/>
    <w:rsid w:val="00AB0645"/>
    <w:rsid w:val="00AB1205"/>
    <w:rsid w:val="00AB1664"/>
    <w:rsid w:val="00AB2803"/>
    <w:rsid w:val="00AB2C2B"/>
    <w:rsid w:val="00AB43A4"/>
    <w:rsid w:val="00AB4470"/>
    <w:rsid w:val="00AB4517"/>
    <w:rsid w:val="00AB46ED"/>
    <w:rsid w:val="00AB4B28"/>
    <w:rsid w:val="00AB58F0"/>
    <w:rsid w:val="00AB5DBF"/>
    <w:rsid w:val="00AB6D7C"/>
    <w:rsid w:val="00AB6EA4"/>
    <w:rsid w:val="00AB7810"/>
    <w:rsid w:val="00AC01D2"/>
    <w:rsid w:val="00AC06A4"/>
    <w:rsid w:val="00AC0768"/>
    <w:rsid w:val="00AC09D7"/>
    <w:rsid w:val="00AC0A25"/>
    <w:rsid w:val="00AC0C06"/>
    <w:rsid w:val="00AC1538"/>
    <w:rsid w:val="00AC173D"/>
    <w:rsid w:val="00AC20C5"/>
    <w:rsid w:val="00AC299D"/>
    <w:rsid w:val="00AC2D96"/>
    <w:rsid w:val="00AC3DB2"/>
    <w:rsid w:val="00AC5273"/>
    <w:rsid w:val="00AC55DB"/>
    <w:rsid w:val="00AC6068"/>
    <w:rsid w:val="00AC6527"/>
    <w:rsid w:val="00AC6885"/>
    <w:rsid w:val="00AC6B08"/>
    <w:rsid w:val="00AC7101"/>
    <w:rsid w:val="00AC7A43"/>
    <w:rsid w:val="00AC7D6D"/>
    <w:rsid w:val="00AC7F3D"/>
    <w:rsid w:val="00AD004D"/>
    <w:rsid w:val="00AD0E53"/>
    <w:rsid w:val="00AD102A"/>
    <w:rsid w:val="00AD19E2"/>
    <w:rsid w:val="00AD28B4"/>
    <w:rsid w:val="00AD2D3D"/>
    <w:rsid w:val="00AD2DA4"/>
    <w:rsid w:val="00AD3260"/>
    <w:rsid w:val="00AD3713"/>
    <w:rsid w:val="00AD3837"/>
    <w:rsid w:val="00AD3F7B"/>
    <w:rsid w:val="00AD4506"/>
    <w:rsid w:val="00AD4858"/>
    <w:rsid w:val="00AD4D8E"/>
    <w:rsid w:val="00AD58A0"/>
    <w:rsid w:val="00AD6169"/>
    <w:rsid w:val="00AD6420"/>
    <w:rsid w:val="00AD644A"/>
    <w:rsid w:val="00AD6F81"/>
    <w:rsid w:val="00AD6FB2"/>
    <w:rsid w:val="00AD7381"/>
    <w:rsid w:val="00AE01AB"/>
    <w:rsid w:val="00AE058D"/>
    <w:rsid w:val="00AE0656"/>
    <w:rsid w:val="00AE0AD2"/>
    <w:rsid w:val="00AE0DA5"/>
    <w:rsid w:val="00AE0F40"/>
    <w:rsid w:val="00AE1212"/>
    <w:rsid w:val="00AE1248"/>
    <w:rsid w:val="00AE12DA"/>
    <w:rsid w:val="00AE1B82"/>
    <w:rsid w:val="00AE2471"/>
    <w:rsid w:val="00AE3024"/>
    <w:rsid w:val="00AE3A99"/>
    <w:rsid w:val="00AE3D58"/>
    <w:rsid w:val="00AE3F56"/>
    <w:rsid w:val="00AE4242"/>
    <w:rsid w:val="00AE43D8"/>
    <w:rsid w:val="00AE46AA"/>
    <w:rsid w:val="00AE4CE6"/>
    <w:rsid w:val="00AE53DE"/>
    <w:rsid w:val="00AE5783"/>
    <w:rsid w:val="00AE589E"/>
    <w:rsid w:val="00AE5924"/>
    <w:rsid w:val="00AE5CA8"/>
    <w:rsid w:val="00AE5E46"/>
    <w:rsid w:val="00AE5ED1"/>
    <w:rsid w:val="00AE6AA1"/>
    <w:rsid w:val="00AE6D7F"/>
    <w:rsid w:val="00AF07B1"/>
    <w:rsid w:val="00AF204D"/>
    <w:rsid w:val="00AF25D8"/>
    <w:rsid w:val="00AF281B"/>
    <w:rsid w:val="00AF2926"/>
    <w:rsid w:val="00AF388F"/>
    <w:rsid w:val="00AF3B4F"/>
    <w:rsid w:val="00AF4399"/>
    <w:rsid w:val="00AF45F4"/>
    <w:rsid w:val="00AF488B"/>
    <w:rsid w:val="00AF4A0D"/>
    <w:rsid w:val="00AF53C0"/>
    <w:rsid w:val="00AF55EE"/>
    <w:rsid w:val="00AF580B"/>
    <w:rsid w:val="00AF64AC"/>
    <w:rsid w:val="00AF64DD"/>
    <w:rsid w:val="00AF64E1"/>
    <w:rsid w:val="00AF6DF5"/>
    <w:rsid w:val="00B001F3"/>
    <w:rsid w:val="00B00598"/>
    <w:rsid w:val="00B01219"/>
    <w:rsid w:val="00B0202E"/>
    <w:rsid w:val="00B026A2"/>
    <w:rsid w:val="00B02A4E"/>
    <w:rsid w:val="00B02AA5"/>
    <w:rsid w:val="00B02C4D"/>
    <w:rsid w:val="00B02DB1"/>
    <w:rsid w:val="00B0367E"/>
    <w:rsid w:val="00B045BC"/>
    <w:rsid w:val="00B04DF4"/>
    <w:rsid w:val="00B05841"/>
    <w:rsid w:val="00B060CA"/>
    <w:rsid w:val="00B061C5"/>
    <w:rsid w:val="00B063BF"/>
    <w:rsid w:val="00B06707"/>
    <w:rsid w:val="00B10A2B"/>
    <w:rsid w:val="00B10AB8"/>
    <w:rsid w:val="00B110C2"/>
    <w:rsid w:val="00B1155E"/>
    <w:rsid w:val="00B11C25"/>
    <w:rsid w:val="00B133C3"/>
    <w:rsid w:val="00B1457F"/>
    <w:rsid w:val="00B1499F"/>
    <w:rsid w:val="00B153D0"/>
    <w:rsid w:val="00B154EE"/>
    <w:rsid w:val="00B1568C"/>
    <w:rsid w:val="00B156AB"/>
    <w:rsid w:val="00B16476"/>
    <w:rsid w:val="00B1665F"/>
    <w:rsid w:val="00B16875"/>
    <w:rsid w:val="00B16B47"/>
    <w:rsid w:val="00B17036"/>
    <w:rsid w:val="00B17810"/>
    <w:rsid w:val="00B207E1"/>
    <w:rsid w:val="00B20955"/>
    <w:rsid w:val="00B20B73"/>
    <w:rsid w:val="00B20D04"/>
    <w:rsid w:val="00B2108B"/>
    <w:rsid w:val="00B21FDA"/>
    <w:rsid w:val="00B22020"/>
    <w:rsid w:val="00B228EE"/>
    <w:rsid w:val="00B22937"/>
    <w:rsid w:val="00B22A2E"/>
    <w:rsid w:val="00B2345D"/>
    <w:rsid w:val="00B23925"/>
    <w:rsid w:val="00B2526B"/>
    <w:rsid w:val="00B2568B"/>
    <w:rsid w:val="00B2589C"/>
    <w:rsid w:val="00B26421"/>
    <w:rsid w:val="00B26658"/>
    <w:rsid w:val="00B268F0"/>
    <w:rsid w:val="00B26D1E"/>
    <w:rsid w:val="00B27B00"/>
    <w:rsid w:val="00B30280"/>
    <w:rsid w:val="00B30537"/>
    <w:rsid w:val="00B31292"/>
    <w:rsid w:val="00B3140C"/>
    <w:rsid w:val="00B3197E"/>
    <w:rsid w:val="00B31990"/>
    <w:rsid w:val="00B31B67"/>
    <w:rsid w:val="00B31FB9"/>
    <w:rsid w:val="00B324C5"/>
    <w:rsid w:val="00B32C1F"/>
    <w:rsid w:val="00B32D00"/>
    <w:rsid w:val="00B336A9"/>
    <w:rsid w:val="00B353D7"/>
    <w:rsid w:val="00B35DFC"/>
    <w:rsid w:val="00B36651"/>
    <w:rsid w:val="00B3757F"/>
    <w:rsid w:val="00B40DCC"/>
    <w:rsid w:val="00B412E3"/>
    <w:rsid w:val="00B4384A"/>
    <w:rsid w:val="00B44306"/>
    <w:rsid w:val="00B44332"/>
    <w:rsid w:val="00B444F2"/>
    <w:rsid w:val="00B44ED8"/>
    <w:rsid w:val="00B45635"/>
    <w:rsid w:val="00B4648B"/>
    <w:rsid w:val="00B47F93"/>
    <w:rsid w:val="00B50166"/>
    <w:rsid w:val="00B506D9"/>
    <w:rsid w:val="00B50C0E"/>
    <w:rsid w:val="00B50FFD"/>
    <w:rsid w:val="00B51727"/>
    <w:rsid w:val="00B52374"/>
    <w:rsid w:val="00B523F0"/>
    <w:rsid w:val="00B52697"/>
    <w:rsid w:val="00B52941"/>
    <w:rsid w:val="00B5395D"/>
    <w:rsid w:val="00B54356"/>
    <w:rsid w:val="00B54D02"/>
    <w:rsid w:val="00B55019"/>
    <w:rsid w:val="00B559A3"/>
    <w:rsid w:val="00B55DE4"/>
    <w:rsid w:val="00B55EF5"/>
    <w:rsid w:val="00B56376"/>
    <w:rsid w:val="00B56A7A"/>
    <w:rsid w:val="00B57E7C"/>
    <w:rsid w:val="00B60273"/>
    <w:rsid w:val="00B60472"/>
    <w:rsid w:val="00B60B34"/>
    <w:rsid w:val="00B60FCA"/>
    <w:rsid w:val="00B6183E"/>
    <w:rsid w:val="00B625DB"/>
    <w:rsid w:val="00B62843"/>
    <w:rsid w:val="00B62EDD"/>
    <w:rsid w:val="00B62FDD"/>
    <w:rsid w:val="00B63381"/>
    <w:rsid w:val="00B63695"/>
    <w:rsid w:val="00B63E2C"/>
    <w:rsid w:val="00B640B0"/>
    <w:rsid w:val="00B663EC"/>
    <w:rsid w:val="00B66483"/>
    <w:rsid w:val="00B6658F"/>
    <w:rsid w:val="00B6698F"/>
    <w:rsid w:val="00B6716B"/>
    <w:rsid w:val="00B70BFD"/>
    <w:rsid w:val="00B7103F"/>
    <w:rsid w:val="00B71437"/>
    <w:rsid w:val="00B71690"/>
    <w:rsid w:val="00B717ED"/>
    <w:rsid w:val="00B7273C"/>
    <w:rsid w:val="00B72918"/>
    <w:rsid w:val="00B72939"/>
    <w:rsid w:val="00B732EE"/>
    <w:rsid w:val="00B733FC"/>
    <w:rsid w:val="00B7354B"/>
    <w:rsid w:val="00B73837"/>
    <w:rsid w:val="00B75995"/>
    <w:rsid w:val="00B76881"/>
    <w:rsid w:val="00B77121"/>
    <w:rsid w:val="00B778DD"/>
    <w:rsid w:val="00B77D2E"/>
    <w:rsid w:val="00B800A7"/>
    <w:rsid w:val="00B803BE"/>
    <w:rsid w:val="00B80527"/>
    <w:rsid w:val="00B8108C"/>
    <w:rsid w:val="00B8111C"/>
    <w:rsid w:val="00B8127C"/>
    <w:rsid w:val="00B81B10"/>
    <w:rsid w:val="00B824FE"/>
    <w:rsid w:val="00B827E4"/>
    <w:rsid w:val="00B83994"/>
    <w:rsid w:val="00B83D28"/>
    <w:rsid w:val="00B83E7E"/>
    <w:rsid w:val="00B84192"/>
    <w:rsid w:val="00B84AE8"/>
    <w:rsid w:val="00B84AF0"/>
    <w:rsid w:val="00B85366"/>
    <w:rsid w:val="00B85545"/>
    <w:rsid w:val="00B85881"/>
    <w:rsid w:val="00B85E7B"/>
    <w:rsid w:val="00B8609C"/>
    <w:rsid w:val="00B86FA6"/>
    <w:rsid w:val="00B8735F"/>
    <w:rsid w:val="00B87670"/>
    <w:rsid w:val="00B87C1E"/>
    <w:rsid w:val="00B90553"/>
    <w:rsid w:val="00B907EE"/>
    <w:rsid w:val="00B91AA1"/>
    <w:rsid w:val="00B91AD5"/>
    <w:rsid w:val="00B92113"/>
    <w:rsid w:val="00B93145"/>
    <w:rsid w:val="00B9347A"/>
    <w:rsid w:val="00B9446C"/>
    <w:rsid w:val="00B94F2F"/>
    <w:rsid w:val="00B95014"/>
    <w:rsid w:val="00B951B7"/>
    <w:rsid w:val="00B95219"/>
    <w:rsid w:val="00B95AB5"/>
    <w:rsid w:val="00B95C18"/>
    <w:rsid w:val="00B974AC"/>
    <w:rsid w:val="00BA02AD"/>
    <w:rsid w:val="00BA0BA6"/>
    <w:rsid w:val="00BA0FF9"/>
    <w:rsid w:val="00BA1A73"/>
    <w:rsid w:val="00BA1F13"/>
    <w:rsid w:val="00BA27FF"/>
    <w:rsid w:val="00BA29A4"/>
    <w:rsid w:val="00BA2B77"/>
    <w:rsid w:val="00BA2F9D"/>
    <w:rsid w:val="00BA3331"/>
    <w:rsid w:val="00BA33A4"/>
    <w:rsid w:val="00BA4034"/>
    <w:rsid w:val="00BA42EA"/>
    <w:rsid w:val="00BA4AD9"/>
    <w:rsid w:val="00BA58FD"/>
    <w:rsid w:val="00BA59CD"/>
    <w:rsid w:val="00BA5B5F"/>
    <w:rsid w:val="00BA5E5F"/>
    <w:rsid w:val="00BA5FB4"/>
    <w:rsid w:val="00BA6165"/>
    <w:rsid w:val="00BA642D"/>
    <w:rsid w:val="00BA6933"/>
    <w:rsid w:val="00BA719F"/>
    <w:rsid w:val="00BB0382"/>
    <w:rsid w:val="00BB04D2"/>
    <w:rsid w:val="00BB0EC7"/>
    <w:rsid w:val="00BB0F78"/>
    <w:rsid w:val="00BB1014"/>
    <w:rsid w:val="00BB14B2"/>
    <w:rsid w:val="00BB1941"/>
    <w:rsid w:val="00BB1C23"/>
    <w:rsid w:val="00BB27A9"/>
    <w:rsid w:val="00BB2826"/>
    <w:rsid w:val="00BB28A4"/>
    <w:rsid w:val="00BB2922"/>
    <w:rsid w:val="00BB2965"/>
    <w:rsid w:val="00BB2EAC"/>
    <w:rsid w:val="00BB32A1"/>
    <w:rsid w:val="00BB4105"/>
    <w:rsid w:val="00BB433D"/>
    <w:rsid w:val="00BB4C70"/>
    <w:rsid w:val="00BB5167"/>
    <w:rsid w:val="00BB557A"/>
    <w:rsid w:val="00BB5D39"/>
    <w:rsid w:val="00BB5F86"/>
    <w:rsid w:val="00BB6945"/>
    <w:rsid w:val="00BB7138"/>
    <w:rsid w:val="00BB715F"/>
    <w:rsid w:val="00BB71DC"/>
    <w:rsid w:val="00BB73FF"/>
    <w:rsid w:val="00BB7EFB"/>
    <w:rsid w:val="00BC0ED2"/>
    <w:rsid w:val="00BC3FFB"/>
    <w:rsid w:val="00BC45C8"/>
    <w:rsid w:val="00BC5039"/>
    <w:rsid w:val="00BC58FC"/>
    <w:rsid w:val="00BC5D56"/>
    <w:rsid w:val="00BC7CEA"/>
    <w:rsid w:val="00BC7FDC"/>
    <w:rsid w:val="00BD07BE"/>
    <w:rsid w:val="00BD109E"/>
    <w:rsid w:val="00BD3516"/>
    <w:rsid w:val="00BD3B5B"/>
    <w:rsid w:val="00BD3E1E"/>
    <w:rsid w:val="00BD4326"/>
    <w:rsid w:val="00BD53DF"/>
    <w:rsid w:val="00BD5583"/>
    <w:rsid w:val="00BD5A3C"/>
    <w:rsid w:val="00BD61ED"/>
    <w:rsid w:val="00BD6FC1"/>
    <w:rsid w:val="00BD7639"/>
    <w:rsid w:val="00BD79E9"/>
    <w:rsid w:val="00BE0790"/>
    <w:rsid w:val="00BE10F0"/>
    <w:rsid w:val="00BE30C6"/>
    <w:rsid w:val="00BE326F"/>
    <w:rsid w:val="00BE3539"/>
    <w:rsid w:val="00BE40B7"/>
    <w:rsid w:val="00BE455A"/>
    <w:rsid w:val="00BE498E"/>
    <w:rsid w:val="00BE49A1"/>
    <w:rsid w:val="00BE4B51"/>
    <w:rsid w:val="00BE54BE"/>
    <w:rsid w:val="00BE568A"/>
    <w:rsid w:val="00BE5EA5"/>
    <w:rsid w:val="00BE6462"/>
    <w:rsid w:val="00BE6F9B"/>
    <w:rsid w:val="00BE72DE"/>
    <w:rsid w:val="00BF015E"/>
    <w:rsid w:val="00BF01BD"/>
    <w:rsid w:val="00BF12E8"/>
    <w:rsid w:val="00BF222C"/>
    <w:rsid w:val="00BF25EF"/>
    <w:rsid w:val="00BF26F6"/>
    <w:rsid w:val="00BF28D7"/>
    <w:rsid w:val="00BF432E"/>
    <w:rsid w:val="00BF4B60"/>
    <w:rsid w:val="00BF511F"/>
    <w:rsid w:val="00BF53D0"/>
    <w:rsid w:val="00BF54BE"/>
    <w:rsid w:val="00BF6E11"/>
    <w:rsid w:val="00BF7793"/>
    <w:rsid w:val="00BF7BCC"/>
    <w:rsid w:val="00C00089"/>
    <w:rsid w:val="00C00EC7"/>
    <w:rsid w:val="00C016BF"/>
    <w:rsid w:val="00C018B4"/>
    <w:rsid w:val="00C01A05"/>
    <w:rsid w:val="00C01E4C"/>
    <w:rsid w:val="00C0220D"/>
    <w:rsid w:val="00C0256F"/>
    <w:rsid w:val="00C02E39"/>
    <w:rsid w:val="00C038CC"/>
    <w:rsid w:val="00C03B26"/>
    <w:rsid w:val="00C03FBB"/>
    <w:rsid w:val="00C04F33"/>
    <w:rsid w:val="00C05198"/>
    <w:rsid w:val="00C05269"/>
    <w:rsid w:val="00C056E7"/>
    <w:rsid w:val="00C058D5"/>
    <w:rsid w:val="00C0752F"/>
    <w:rsid w:val="00C0783C"/>
    <w:rsid w:val="00C100F7"/>
    <w:rsid w:val="00C11672"/>
    <w:rsid w:val="00C11DDA"/>
    <w:rsid w:val="00C12DBE"/>
    <w:rsid w:val="00C13D7B"/>
    <w:rsid w:val="00C140AD"/>
    <w:rsid w:val="00C148E4"/>
    <w:rsid w:val="00C14F88"/>
    <w:rsid w:val="00C160E0"/>
    <w:rsid w:val="00C16B71"/>
    <w:rsid w:val="00C16BF0"/>
    <w:rsid w:val="00C213F3"/>
    <w:rsid w:val="00C216C7"/>
    <w:rsid w:val="00C219F3"/>
    <w:rsid w:val="00C21E6F"/>
    <w:rsid w:val="00C224E4"/>
    <w:rsid w:val="00C22EAD"/>
    <w:rsid w:val="00C233FA"/>
    <w:rsid w:val="00C235ED"/>
    <w:rsid w:val="00C23C8C"/>
    <w:rsid w:val="00C23EEB"/>
    <w:rsid w:val="00C240F6"/>
    <w:rsid w:val="00C24334"/>
    <w:rsid w:val="00C244C3"/>
    <w:rsid w:val="00C244F4"/>
    <w:rsid w:val="00C245A9"/>
    <w:rsid w:val="00C24DED"/>
    <w:rsid w:val="00C2627A"/>
    <w:rsid w:val="00C26624"/>
    <w:rsid w:val="00C26AF5"/>
    <w:rsid w:val="00C26B94"/>
    <w:rsid w:val="00C27234"/>
    <w:rsid w:val="00C2780D"/>
    <w:rsid w:val="00C31739"/>
    <w:rsid w:val="00C31A0C"/>
    <w:rsid w:val="00C31E16"/>
    <w:rsid w:val="00C32095"/>
    <w:rsid w:val="00C33108"/>
    <w:rsid w:val="00C33862"/>
    <w:rsid w:val="00C344BD"/>
    <w:rsid w:val="00C34D64"/>
    <w:rsid w:val="00C35953"/>
    <w:rsid w:val="00C35E92"/>
    <w:rsid w:val="00C37487"/>
    <w:rsid w:val="00C4157E"/>
    <w:rsid w:val="00C4195E"/>
    <w:rsid w:val="00C42017"/>
    <w:rsid w:val="00C4215B"/>
    <w:rsid w:val="00C428CE"/>
    <w:rsid w:val="00C42C0C"/>
    <w:rsid w:val="00C43504"/>
    <w:rsid w:val="00C437CC"/>
    <w:rsid w:val="00C44045"/>
    <w:rsid w:val="00C440D4"/>
    <w:rsid w:val="00C441F7"/>
    <w:rsid w:val="00C442D4"/>
    <w:rsid w:val="00C445BF"/>
    <w:rsid w:val="00C4492D"/>
    <w:rsid w:val="00C44D29"/>
    <w:rsid w:val="00C44DD5"/>
    <w:rsid w:val="00C457FE"/>
    <w:rsid w:val="00C45C06"/>
    <w:rsid w:val="00C46708"/>
    <w:rsid w:val="00C47048"/>
    <w:rsid w:val="00C47CD0"/>
    <w:rsid w:val="00C5025D"/>
    <w:rsid w:val="00C50792"/>
    <w:rsid w:val="00C50B94"/>
    <w:rsid w:val="00C514C7"/>
    <w:rsid w:val="00C516FF"/>
    <w:rsid w:val="00C519D3"/>
    <w:rsid w:val="00C52825"/>
    <w:rsid w:val="00C5333F"/>
    <w:rsid w:val="00C5390D"/>
    <w:rsid w:val="00C53D74"/>
    <w:rsid w:val="00C54AFA"/>
    <w:rsid w:val="00C55464"/>
    <w:rsid w:val="00C5566E"/>
    <w:rsid w:val="00C558BB"/>
    <w:rsid w:val="00C55B26"/>
    <w:rsid w:val="00C55C4A"/>
    <w:rsid w:val="00C565D3"/>
    <w:rsid w:val="00C56DC7"/>
    <w:rsid w:val="00C570C9"/>
    <w:rsid w:val="00C5760A"/>
    <w:rsid w:val="00C5784A"/>
    <w:rsid w:val="00C57985"/>
    <w:rsid w:val="00C57BF7"/>
    <w:rsid w:val="00C60B8C"/>
    <w:rsid w:val="00C60DD6"/>
    <w:rsid w:val="00C61235"/>
    <w:rsid w:val="00C61A34"/>
    <w:rsid w:val="00C6305C"/>
    <w:rsid w:val="00C642BA"/>
    <w:rsid w:val="00C66627"/>
    <w:rsid w:val="00C66706"/>
    <w:rsid w:val="00C66C8B"/>
    <w:rsid w:val="00C67396"/>
    <w:rsid w:val="00C7030F"/>
    <w:rsid w:val="00C70648"/>
    <w:rsid w:val="00C70FFE"/>
    <w:rsid w:val="00C7170C"/>
    <w:rsid w:val="00C723A4"/>
    <w:rsid w:val="00C72918"/>
    <w:rsid w:val="00C73010"/>
    <w:rsid w:val="00C733C9"/>
    <w:rsid w:val="00C73529"/>
    <w:rsid w:val="00C7358A"/>
    <w:rsid w:val="00C73C60"/>
    <w:rsid w:val="00C7480B"/>
    <w:rsid w:val="00C74818"/>
    <w:rsid w:val="00C74C25"/>
    <w:rsid w:val="00C74F35"/>
    <w:rsid w:val="00C75415"/>
    <w:rsid w:val="00C758F5"/>
    <w:rsid w:val="00C75A75"/>
    <w:rsid w:val="00C75BBC"/>
    <w:rsid w:val="00C7671D"/>
    <w:rsid w:val="00C76B28"/>
    <w:rsid w:val="00C77BEF"/>
    <w:rsid w:val="00C801A5"/>
    <w:rsid w:val="00C80600"/>
    <w:rsid w:val="00C8061D"/>
    <w:rsid w:val="00C81743"/>
    <w:rsid w:val="00C81C2F"/>
    <w:rsid w:val="00C82204"/>
    <w:rsid w:val="00C82677"/>
    <w:rsid w:val="00C82D22"/>
    <w:rsid w:val="00C82E85"/>
    <w:rsid w:val="00C837B2"/>
    <w:rsid w:val="00C83B28"/>
    <w:rsid w:val="00C858F6"/>
    <w:rsid w:val="00C85F2F"/>
    <w:rsid w:val="00C86A89"/>
    <w:rsid w:val="00C901CD"/>
    <w:rsid w:val="00C905B9"/>
    <w:rsid w:val="00C917F9"/>
    <w:rsid w:val="00C91D29"/>
    <w:rsid w:val="00C92287"/>
    <w:rsid w:val="00C92D42"/>
    <w:rsid w:val="00C92E55"/>
    <w:rsid w:val="00C9594B"/>
    <w:rsid w:val="00C9598F"/>
    <w:rsid w:val="00C95CE3"/>
    <w:rsid w:val="00C95F1B"/>
    <w:rsid w:val="00C96371"/>
    <w:rsid w:val="00C96532"/>
    <w:rsid w:val="00C96F8D"/>
    <w:rsid w:val="00C97196"/>
    <w:rsid w:val="00C97265"/>
    <w:rsid w:val="00C97271"/>
    <w:rsid w:val="00C9787F"/>
    <w:rsid w:val="00C97A1A"/>
    <w:rsid w:val="00C97C93"/>
    <w:rsid w:val="00CA016E"/>
    <w:rsid w:val="00CA07CE"/>
    <w:rsid w:val="00CA0A60"/>
    <w:rsid w:val="00CA0B04"/>
    <w:rsid w:val="00CA0B18"/>
    <w:rsid w:val="00CA109B"/>
    <w:rsid w:val="00CA1B7F"/>
    <w:rsid w:val="00CA1CDE"/>
    <w:rsid w:val="00CA1E42"/>
    <w:rsid w:val="00CA1EE5"/>
    <w:rsid w:val="00CA1FC7"/>
    <w:rsid w:val="00CA2166"/>
    <w:rsid w:val="00CA28C0"/>
    <w:rsid w:val="00CA2C24"/>
    <w:rsid w:val="00CA2C5A"/>
    <w:rsid w:val="00CA309E"/>
    <w:rsid w:val="00CA3CE8"/>
    <w:rsid w:val="00CA417C"/>
    <w:rsid w:val="00CA4227"/>
    <w:rsid w:val="00CA4284"/>
    <w:rsid w:val="00CA46F3"/>
    <w:rsid w:val="00CA5451"/>
    <w:rsid w:val="00CA5A2D"/>
    <w:rsid w:val="00CA5EA1"/>
    <w:rsid w:val="00CA63FC"/>
    <w:rsid w:val="00CA663A"/>
    <w:rsid w:val="00CA7324"/>
    <w:rsid w:val="00CA754A"/>
    <w:rsid w:val="00CA7609"/>
    <w:rsid w:val="00CA7795"/>
    <w:rsid w:val="00CB0D42"/>
    <w:rsid w:val="00CB1546"/>
    <w:rsid w:val="00CB2105"/>
    <w:rsid w:val="00CB21A7"/>
    <w:rsid w:val="00CB288D"/>
    <w:rsid w:val="00CB2ABB"/>
    <w:rsid w:val="00CB3234"/>
    <w:rsid w:val="00CB4342"/>
    <w:rsid w:val="00CB4F66"/>
    <w:rsid w:val="00CB6C9B"/>
    <w:rsid w:val="00CB6CD6"/>
    <w:rsid w:val="00CB74C1"/>
    <w:rsid w:val="00CC06ED"/>
    <w:rsid w:val="00CC0891"/>
    <w:rsid w:val="00CC0EBB"/>
    <w:rsid w:val="00CC18A6"/>
    <w:rsid w:val="00CC1C30"/>
    <w:rsid w:val="00CC3216"/>
    <w:rsid w:val="00CC3643"/>
    <w:rsid w:val="00CC3E27"/>
    <w:rsid w:val="00CC4CCC"/>
    <w:rsid w:val="00CC4F92"/>
    <w:rsid w:val="00CC5F88"/>
    <w:rsid w:val="00CC6501"/>
    <w:rsid w:val="00CC656A"/>
    <w:rsid w:val="00CC6AAF"/>
    <w:rsid w:val="00CC6F65"/>
    <w:rsid w:val="00CC79FD"/>
    <w:rsid w:val="00CD008D"/>
    <w:rsid w:val="00CD02DA"/>
    <w:rsid w:val="00CD0410"/>
    <w:rsid w:val="00CD084E"/>
    <w:rsid w:val="00CD0F32"/>
    <w:rsid w:val="00CD1311"/>
    <w:rsid w:val="00CD13F5"/>
    <w:rsid w:val="00CD22A0"/>
    <w:rsid w:val="00CD2AF9"/>
    <w:rsid w:val="00CD2D8B"/>
    <w:rsid w:val="00CD2DC8"/>
    <w:rsid w:val="00CD4757"/>
    <w:rsid w:val="00CD555C"/>
    <w:rsid w:val="00CD58E4"/>
    <w:rsid w:val="00CD5FB3"/>
    <w:rsid w:val="00CD6075"/>
    <w:rsid w:val="00CD74D0"/>
    <w:rsid w:val="00CD78E5"/>
    <w:rsid w:val="00CD7C6A"/>
    <w:rsid w:val="00CE0BAA"/>
    <w:rsid w:val="00CE0BE4"/>
    <w:rsid w:val="00CE147D"/>
    <w:rsid w:val="00CE1B3D"/>
    <w:rsid w:val="00CE1E73"/>
    <w:rsid w:val="00CE22B9"/>
    <w:rsid w:val="00CE2A64"/>
    <w:rsid w:val="00CE2D81"/>
    <w:rsid w:val="00CE346F"/>
    <w:rsid w:val="00CE348B"/>
    <w:rsid w:val="00CE3CF6"/>
    <w:rsid w:val="00CE4153"/>
    <w:rsid w:val="00CE5DFF"/>
    <w:rsid w:val="00CE6762"/>
    <w:rsid w:val="00CE797A"/>
    <w:rsid w:val="00CE7AC4"/>
    <w:rsid w:val="00CF1A3F"/>
    <w:rsid w:val="00CF2951"/>
    <w:rsid w:val="00CF2C11"/>
    <w:rsid w:val="00CF3027"/>
    <w:rsid w:val="00CF3E05"/>
    <w:rsid w:val="00CF4398"/>
    <w:rsid w:val="00CF43EC"/>
    <w:rsid w:val="00CF482A"/>
    <w:rsid w:val="00CF5141"/>
    <w:rsid w:val="00CF51BF"/>
    <w:rsid w:val="00CF5C46"/>
    <w:rsid w:val="00CF5E3B"/>
    <w:rsid w:val="00CF60A3"/>
    <w:rsid w:val="00CF7104"/>
    <w:rsid w:val="00CF7B13"/>
    <w:rsid w:val="00D0051C"/>
    <w:rsid w:val="00D006B6"/>
    <w:rsid w:val="00D00717"/>
    <w:rsid w:val="00D00998"/>
    <w:rsid w:val="00D00BDE"/>
    <w:rsid w:val="00D017B9"/>
    <w:rsid w:val="00D01DAF"/>
    <w:rsid w:val="00D029B4"/>
    <w:rsid w:val="00D02FD7"/>
    <w:rsid w:val="00D03288"/>
    <w:rsid w:val="00D035FA"/>
    <w:rsid w:val="00D03768"/>
    <w:rsid w:val="00D042BF"/>
    <w:rsid w:val="00D04C27"/>
    <w:rsid w:val="00D04F1D"/>
    <w:rsid w:val="00D0500E"/>
    <w:rsid w:val="00D05676"/>
    <w:rsid w:val="00D060EE"/>
    <w:rsid w:val="00D071CE"/>
    <w:rsid w:val="00D074BE"/>
    <w:rsid w:val="00D07C4A"/>
    <w:rsid w:val="00D07F00"/>
    <w:rsid w:val="00D07FEE"/>
    <w:rsid w:val="00D101B4"/>
    <w:rsid w:val="00D108E7"/>
    <w:rsid w:val="00D11B90"/>
    <w:rsid w:val="00D14122"/>
    <w:rsid w:val="00D14239"/>
    <w:rsid w:val="00D145C9"/>
    <w:rsid w:val="00D148BA"/>
    <w:rsid w:val="00D14AB2"/>
    <w:rsid w:val="00D14AF4"/>
    <w:rsid w:val="00D14D55"/>
    <w:rsid w:val="00D14DAF"/>
    <w:rsid w:val="00D14EBD"/>
    <w:rsid w:val="00D15475"/>
    <w:rsid w:val="00D15A3D"/>
    <w:rsid w:val="00D1680E"/>
    <w:rsid w:val="00D16A9F"/>
    <w:rsid w:val="00D173EC"/>
    <w:rsid w:val="00D178E2"/>
    <w:rsid w:val="00D17DFF"/>
    <w:rsid w:val="00D20CBC"/>
    <w:rsid w:val="00D2350B"/>
    <w:rsid w:val="00D237F6"/>
    <w:rsid w:val="00D23D74"/>
    <w:rsid w:val="00D246CB"/>
    <w:rsid w:val="00D247AC"/>
    <w:rsid w:val="00D25055"/>
    <w:rsid w:val="00D26A11"/>
    <w:rsid w:val="00D26BCF"/>
    <w:rsid w:val="00D26FC3"/>
    <w:rsid w:val="00D26FD9"/>
    <w:rsid w:val="00D27116"/>
    <w:rsid w:val="00D277B2"/>
    <w:rsid w:val="00D2797F"/>
    <w:rsid w:val="00D308EE"/>
    <w:rsid w:val="00D309AD"/>
    <w:rsid w:val="00D3135C"/>
    <w:rsid w:val="00D313A7"/>
    <w:rsid w:val="00D31D53"/>
    <w:rsid w:val="00D31E19"/>
    <w:rsid w:val="00D32646"/>
    <w:rsid w:val="00D3275D"/>
    <w:rsid w:val="00D32AF1"/>
    <w:rsid w:val="00D32D87"/>
    <w:rsid w:val="00D3322D"/>
    <w:rsid w:val="00D33590"/>
    <w:rsid w:val="00D33717"/>
    <w:rsid w:val="00D3371B"/>
    <w:rsid w:val="00D339AB"/>
    <w:rsid w:val="00D3420A"/>
    <w:rsid w:val="00D34B36"/>
    <w:rsid w:val="00D35D80"/>
    <w:rsid w:val="00D37118"/>
    <w:rsid w:val="00D37D22"/>
    <w:rsid w:val="00D4011B"/>
    <w:rsid w:val="00D407A3"/>
    <w:rsid w:val="00D40DDD"/>
    <w:rsid w:val="00D411CA"/>
    <w:rsid w:val="00D4181B"/>
    <w:rsid w:val="00D42E58"/>
    <w:rsid w:val="00D433E1"/>
    <w:rsid w:val="00D44F7F"/>
    <w:rsid w:val="00D45C90"/>
    <w:rsid w:val="00D466DE"/>
    <w:rsid w:val="00D46CB3"/>
    <w:rsid w:val="00D4721B"/>
    <w:rsid w:val="00D472E8"/>
    <w:rsid w:val="00D4738E"/>
    <w:rsid w:val="00D475E9"/>
    <w:rsid w:val="00D4760C"/>
    <w:rsid w:val="00D47752"/>
    <w:rsid w:val="00D478EE"/>
    <w:rsid w:val="00D47E93"/>
    <w:rsid w:val="00D47EF2"/>
    <w:rsid w:val="00D50DC8"/>
    <w:rsid w:val="00D50EE9"/>
    <w:rsid w:val="00D51D54"/>
    <w:rsid w:val="00D52759"/>
    <w:rsid w:val="00D53333"/>
    <w:rsid w:val="00D535F9"/>
    <w:rsid w:val="00D55B5E"/>
    <w:rsid w:val="00D55B7F"/>
    <w:rsid w:val="00D564A8"/>
    <w:rsid w:val="00D57073"/>
    <w:rsid w:val="00D576EF"/>
    <w:rsid w:val="00D605BB"/>
    <w:rsid w:val="00D61532"/>
    <w:rsid w:val="00D62439"/>
    <w:rsid w:val="00D62D40"/>
    <w:rsid w:val="00D62F4A"/>
    <w:rsid w:val="00D639EA"/>
    <w:rsid w:val="00D63C46"/>
    <w:rsid w:val="00D6499B"/>
    <w:rsid w:val="00D649E6"/>
    <w:rsid w:val="00D64A87"/>
    <w:rsid w:val="00D64E95"/>
    <w:rsid w:val="00D650A0"/>
    <w:rsid w:val="00D657A1"/>
    <w:rsid w:val="00D65EEB"/>
    <w:rsid w:val="00D66393"/>
    <w:rsid w:val="00D663AE"/>
    <w:rsid w:val="00D663C8"/>
    <w:rsid w:val="00D66530"/>
    <w:rsid w:val="00D66B44"/>
    <w:rsid w:val="00D6725F"/>
    <w:rsid w:val="00D6749C"/>
    <w:rsid w:val="00D702AE"/>
    <w:rsid w:val="00D7086E"/>
    <w:rsid w:val="00D70CB7"/>
    <w:rsid w:val="00D71375"/>
    <w:rsid w:val="00D716EF"/>
    <w:rsid w:val="00D71864"/>
    <w:rsid w:val="00D72B4E"/>
    <w:rsid w:val="00D73409"/>
    <w:rsid w:val="00D74137"/>
    <w:rsid w:val="00D74363"/>
    <w:rsid w:val="00D746AB"/>
    <w:rsid w:val="00D7472C"/>
    <w:rsid w:val="00D75082"/>
    <w:rsid w:val="00D759B5"/>
    <w:rsid w:val="00D75DA8"/>
    <w:rsid w:val="00D7645C"/>
    <w:rsid w:val="00D7670D"/>
    <w:rsid w:val="00D801A4"/>
    <w:rsid w:val="00D80673"/>
    <w:rsid w:val="00D80DC5"/>
    <w:rsid w:val="00D81330"/>
    <w:rsid w:val="00D822AB"/>
    <w:rsid w:val="00D82875"/>
    <w:rsid w:val="00D82EFC"/>
    <w:rsid w:val="00D83761"/>
    <w:rsid w:val="00D83A66"/>
    <w:rsid w:val="00D8528B"/>
    <w:rsid w:val="00D854D8"/>
    <w:rsid w:val="00D868DC"/>
    <w:rsid w:val="00D87099"/>
    <w:rsid w:val="00D912EF"/>
    <w:rsid w:val="00D91C7C"/>
    <w:rsid w:val="00D92248"/>
    <w:rsid w:val="00D92587"/>
    <w:rsid w:val="00D925FC"/>
    <w:rsid w:val="00D9386B"/>
    <w:rsid w:val="00D93FF3"/>
    <w:rsid w:val="00D94B29"/>
    <w:rsid w:val="00D950E1"/>
    <w:rsid w:val="00D957B2"/>
    <w:rsid w:val="00D964DD"/>
    <w:rsid w:val="00D96AF3"/>
    <w:rsid w:val="00D9721C"/>
    <w:rsid w:val="00D97ABD"/>
    <w:rsid w:val="00D97C16"/>
    <w:rsid w:val="00D97C26"/>
    <w:rsid w:val="00D97CED"/>
    <w:rsid w:val="00D97DFF"/>
    <w:rsid w:val="00D97EE7"/>
    <w:rsid w:val="00D97F3A"/>
    <w:rsid w:val="00DA02A1"/>
    <w:rsid w:val="00DA0A8F"/>
    <w:rsid w:val="00DA1E74"/>
    <w:rsid w:val="00DA1E84"/>
    <w:rsid w:val="00DA1ED7"/>
    <w:rsid w:val="00DA1F6E"/>
    <w:rsid w:val="00DA21E0"/>
    <w:rsid w:val="00DA2539"/>
    <w:rsid w:val="00DA3936"/>
    <w:rsid w:val="00DA3D7D"/>
    <w:rsid w:val="00DA3EFC"/>
    <w:rsid w:val="00DA4366"/>
    <w:rsid w:val="00DA5DFB"/>
    <w:rsid w:val="00DA67B9"/>
    <w:rsid w:val="00DA69D3"/>
    <w:rsid w:val="00DA7240"/>
    <w:rsid w:val="00DA76DA"/>
    <w:rsid w:val="00DA76F9"/>
    <w:rsid w:val="00DB0067"/>
    <w:rsid w:val="00DB0551"/>
    <w:rsid w:val="00DB118E"/>
    <w:rsid w:val="00DB1429"/>
    <w:rsid w:val="00DB1838"/>
    <w:rsid w:val="00DB27DE"/>
    <w:rsid w:val="00DB284B"/>
    <w:rsid w:val="00DB397F"/>
    <w:rsid w:val="00DB43FF"/>
    <w:rsid w:val="00DB4458"/>
    <w:rsid w:val="00DB459D"/>
    <w:rsid w:val="00DB563C"/>
    <w:rsid w:val="00DB66F6"/>
    <w:rsid w:val="00DB676E"/>
    <w:rsid w:val="00DB6C2C"/>
    <w:rsid w:val="00DB6DD8"/>
    <w:rsid w:val="00DB7245"/>
    <w:rsid w:val="00DB7F0D"/>
    <w:rsid w:val="00DB7F96"/>
    <w:rsid w:val="00DC0999"/>
    <w:rsid w:val="00DC0D29"/>
    <w:rsid w:val="00DC1394"/>
    <w:rsid w:val="00DC139B"/>
    <w:rsid w:val="00DC1572"/>
    <w:rsid w:val="00DC1B34"/>
    <w:rsid w:val="00DC24E0"/>
    <w:rsid w:val="00DC3144"/>
    <w:rsid w:val="00DC35FC"/>
    <w:rsid w:val="00DC3F1F"/>
    <w:rsid w:val="00DC4882"/>
    <w:rsid w:val="00DC5240"/>
    <w:rsid w:val="00DC56CC"/>
    <w:rsid w:val="00DC5AE0"/>
    <w:rsid w:val="00DC5EE1"/>
    <w:rsid w:val="00DC646C"/>
    <w:rsid w:val="00DC6E1F"/>
    <w:rsid w:val="00DC762F"/>
    <w:rsid w:val="00DC7BFE"/>
    <w:rsid w:val="00DC7C6F"/>
    <w:rsid w:val="00DD0E39"/>
    <w:rsid w:val="00DD151B"/>
    <w:rsid w:val="00DD15EF"/>
    <w:rsid w:val="00DD1C94"/>
    <w:rsid w:val="00DD20F7"/>
    <w:rsid w:val="00DD24CB"/>
    <w:rsid w:val="00DD294D"/>
    <w:rsid w:val="00DD2B96"/>
    <w:rsid w:val="00DD39FE"/>
    <w:rsid w:val="00DD3A06"/>
    <w:rsid w:val="00DD4555"/>
    <w:rsid w:val="00DD482E"/>
    <w:rsid w:val="00DD4D19"/>
    <w:rsid w:val="00DD5BEA"/>
    <w:rsid w:val="00DD6BD4"/>
    <w:rsid w:val="00DD761A"/>
    <w:rsid w:val="00DD7FC5"/>
    <w:rsid w:val="00DE0A99"/>
    <w:rsid w:val="00DE0BDA"/>
    <w:rsid w:val="00DE0BEB"/>
    <w:rsid w:val="00DE14F6"/>
    <w:rsid w:val="00DE1742"/>
    <w:rsid w:val="00DE1F61"/>
    <w:rsid w:val="00DE2100"/>
    <w:rsid w:val="00DE261D"/>
    <w:rsid w:val="00DE2E83"/>
    <w:rsid w:val="00DE4679"/>
    <w:rsid w:val="00DE4768"/>
    <w:rsid w:val="00DE4BC1"/>
    <w:rsid w:val="00DE52E6"/>
    <w:rsid w:val="00DE5478"/>
    <w:rsid w:val="00DE572E"/>
    <w:rsid w:val="00DE57F1"/>
    <w:rsid w:val="00DE63D3"/>
    <w:rsid w:val="00DE6EC1"/>
    <w:rsid w:val="00DE7AFA"/>
    <w:rsid w:val="00DF1F11"/>
    <w:rsid w:val="00DF2058"/>
    <w:rsid w:val="00DF21A8"/>
    <w:rsid w:val="00DF2386"/>
    <w:rsid w:val="00DF39B7"/>
    <w:rsid w:val="00DF3C03"/>
    <w:rsid w:val="00DF3C76"/>
    <w:rsid w:val="00DF4998"/>
    <w:rsid w:val="00DF4DE9"/>
    <w:rsid w:val="00DF5251"/>
    <w:rsid w:val="00DF6AD3"/>
    <w:rsid w:val="00DF6E98"/>
    <w:rsid w:val="00DF7343"/>
    <w:rsid w:val="00DF7B13"/>
    <w:rsid w:val="00DF7B47"/>
    <w:rsid w:val="00DF7BDF"/>
    <w:rsid w:val="00E00007"/>
    <w:rsid w:val="00E00254"/>
    <w:rsid w:val="00E007D4"/>
    <w:rsid w:val="00E0084E"/>
    <w:rsid w:val="00E00C77"/>
    <w:rsid w:val="00E013A0"/>
    <w:rsid w:val="00E01574"/>
    <w:rsid w:val="00E01642"/>
    <w:rsid w:val="00E018DA"/>
    <w:rsid w:val="00E01E4B"/>
    <w:rsid w:val="00E0277C"/>
    <w:rsid w:val="00E0373A"/>
    <w:rsid w:val="00E04C4B"/>
    <w:rsid w:val="00E04D9B"/>
    <w:rsid w:val="00E05079"/>
    <w:rsid w:val="00E06C5E"/>
    <w:rsid w:val="00E07602"/>
    <w:rsid w:val="00E1002E"/>
    <w:rsid w:val="00E1006C"/>
    <w:rsid w:val="00E1154A"/>
    <w:rsid w:val="00E115E7"/>
    <w:rsid w:val="00E11B7C"/>
    <w:rsid w:val="00E122C5"/>
    <w:rsid w:val="00E122D8"/>
    <w:rsid w:val="00E12448"/>
    <w:rsid w:val="00E125E1"/>
    <w:rsid w:val="00E12BA2"/>
    <w:rsid w:val="00E15463"/>
    <w:rsid w:val="00E15ABB"/>
    <w:rsid w:val="00E16F97"/>
    <w:rsid w:val="00E21661"/>
    <w:rsid w:val="00E2166F"/>
    <w:rsid w:val="00E22525"/>
    <w:rsid w:val="00E22593"/>
    <w:rsid w:val="00E226BD"/>
    <w:rsid w:val="00E22963"/>
    <w:rsid w:val="00E23617"/>
    <w:rsid w:val="00E23EDE"/>
    <w:rsid w:val="00E23FAC"/>
    <w:rsid w:val="00E24078"/>
    <w:rsid w:val="00E242C5"/>
    <w:rsid w:val="00E25B43"/>
    <w:rsid w:val="00E25F4F"/>
    <w:rsid w:val="00E266FC"/>
    <w:rsid w:val="00E27B9C"/>
    <w:rsid w:val="00E27CE1"/>
    <w:rsid w:val="00E27F6B"/>
    <w:rsid w:val="00E3016C"/>
    <w:rsid w:val="00E3038B"/>
    <w:rsid w:val="00E304CF"/>
    <w:rsid w:val="00E30AAA"/>
    <w:rsid w:val="00E31163"/>
    <w:rsid w:val="00E31B7A"/>
    <w:rsid w:val="00E31E96"/>
    <w:rsid w:val="00E32151"/>
    <w:rsid w:val="00E32B75"/>
    <w:rsid w:val="00E3474B"/>
    <w:rsid w:val="00E35590"/>
    <w:rsid w:val="00E35D11"/>
    <w:rsid w:val="00E363B5"/>
    <w:rsid w:val="00E373DD"/>
    <w:rsid w:val="00E37546"/>
    <w:rsid w:val="00E3755F"/>
    <w:rsid w:val="00E40131"/>
    <w:rsid w:val="00E41009"/>
    <w:rsid w:val="00E41367"/>
    <w:rsid w:val="00E444E3"/>
    <w:rsid w:val="00E4471B"/>
    <w:rsid w:val="00E44929"/>
    <w:rsid w:val="00E45357"/>
    <w:rsid w:val="00E45CB0"/>
    <w:rsid w:val="00E45F8D"/>
    <w:rsid w:val="00E46CB5"/>
    <w:rsid w:val="00E47642"/>
    <w:rsid w:val="00E47D74"/>
    <w:rsid w:val="00E47EA3"/>
    <w:rsid w:val="00E51072"/>
    <w:rsid w:val="00E513F9"/>
    <w:rsid w:val="00E514FC"/>
    <w:rsid w:val="00E51C20"/>
    <w:rsid w:val="00E51ECF"/>
    <w:rsid w:val="00E52CCC"/>
    <w:rsid w:val="00E54B7F"/>
    <w:rsid w:val="00E55BF3"/>
    <w:rsid w:val="00E55E5F"/>
    <w:rsid w:val="00E5670E"/>
    <w:rsid w:val="00E56E2F"/>
    <w:rsid w:val="00E5706E"/>
    <w:rsid w:val="00E57EDE"/>
    <w:rsid w:val="00E57F9B"/>
    <w:rsid w:val="00E602CA"/>
    <w:rsid w:val="00E61889"/>
    <w:rsid w:val="00E61CC3"/>
    <w:rsid w:val="00E623A2"/>
    <w:rsid w:val="00E62CC7"/>
    <w:rsid w:val="00E63597"/>
    <w:rsid w:val="00E64CFB"/>
    <w:rsid w:val="00E6508B"/>
    <w:rsid w:val="00E659A4"/>
    <w:rsid w:val="00E65ACF"/>
    <w:rsid w:val="00E65BEA"/>
    <w:rsid w:val="00E66DC1"/>
    <w:rsid w:val="00E6702D"/>
    <w:rsid w:val="00E67758"/>
    <w:rsid w:val="00E677B0"/>
    <w:rsid w:val="00E700B5"/>
    <w:rsid w:val="00E7161B"/>
    <w:rsid w:val="00E71B7A"/>
    <w:rsid w:val="00E71DA5"/>
    <w:rsid w:val="00E73192"/>
    <w:rsid w:val="00E7323F"/>
    <w:rsid w:val="00E734DF"/>
    <w:rsid w:val="00E7386F"/>
    <w:rsid w:val="00E73DC2"/>
    <w:rsid w:val="00E74230"/>
    <w:rsid w:val="00E74265"/>
    <w:rsid w:val="00E74A16"/>
    <w:rsid w:val="00E74B41"/>
    <w:rsid w:val="00E74D0C"/>
    <w:rsid w:val="00E74D8B"/>
    <w:rsid w:val="00E74F4F"/>
    <w:rsid w:val="00E75D84"/>
    <w:rsid w:val="00E760F6"/>
    <w:rsid w:val="00E765D7"/>
    <w:rsid w:val="00E77E73"/>
    <w:rsid w:val="00E80B6B"/>
    <w:rsid w:val="00E81ABB"/>
    <w:rsid w:val="00E81D47"/>
    <w:rsid w:val="00E8212C"/>
    <w:rsid w:val="00E82D22"/>
    <w:rsid w:val="00E831D4"/>
    <w:rsid w:val="00E857FD"/>
    <w:rsid w:val="00E85A06"/>
    <w:rsid w:val="00E85D74"/>
    <w:rsid w:val="00E867FE"/>
    <w:rsid w:val="00E87777"/>
    <w:rsid w:val="00E8785E"/>
    <w:rsid w:val="00E878DD"/>
    <w:rsid w:val="00E87D02"/>
    <w:rsid w:val="00E90689"/>
    <w:rsid w:val="00E9226F"/>
    <w:rsid w:val="00E9280A"/>
    <w:rsid w:val="00E92869"/>
    <w:rsid w:val="00E92D07"/>
    <w:rsid w:val="00E93038"/>
    <w:rsid w:val="00E93B30"/>
    <w:rsid w:val="00E93E0C"/>
    <w:rsid w:val="00E949C6"/>
    <w:rsid w:val="00E9551E"/>
    <w:rsid w:val="00E966D9"/>
    <w:rsid w:val="00E96DB5"/>
    <w:rsid w:val="00E9724D"/>
    <w:rsid w:val="00E972A3"/>
    <w:rsid w:val="00EA0607"/>
    <w:rsid w:val="00EA0D6D"/>
    <w:rsid w:val="00EA1C61"/>
    <w:rsid w:val="00EA34CB"/>
    <w:rsid w:val="00EA3AA5"/>
    <w:rsid w:val="00EA40CF"/>
    <w:rsid w:val="00EA4B9D"/>
    <w:rsid w:val="00EA5191"/>
    <w:rsid w:val="00EA6A70"/>
    <w:rsid w:val="00EA7704"/>
    <w:rsid w:val="00EB057C"/>
    <w:rsid w:val="00EB0601"/>
    <w:rsid w:val="00EB149B"/>
    <w:rsid w:val="00EB1E91"/>
    <w:rsid w:val="00EB2A16"/>
    <w:rsid w:val="00EB3800"/>
    <w:rsid w:val="00EB3850"/>
    <w:rsid w:val="00EB3CD1"/>
    <w:rsid w:val="00EB3D90"/>
    <w:rsid w:val="00EB4992"/>
    <w:rsid w:val="00EB4B68"/>
    <w:rsid w:val="00EB55A2"/>
    <w:rsid w:val="00EB5CA5"/>
    <w:rsid w:val="00EB75A3"/>
    <w:rsid w:val="00EB76C5"/>
    <w:rsid w:val="00EC0011"/>
    <w:rsid w:val="00EC0562"/>
    <w:rsid w:val="00EC1221"/>
    <w:rsid w:val="00EC12E7"/>
    <w:rsid w:val="00EC1300"/>
    <w:rsid w:val="00EC184B"/>
    <w:rsid w:val="00EC1A11"/>
    <w:rsid w:val="00EC30BC"/>
    <w:rsid w:val="00EC3D6A"/>
    <w:rsid w:val="00EC3F98"/>
    <w:rsid w:val="00EC4041"/>
    <w:rsid w:val="00EC413F"/>
    <w:rsid w:val="00EC43AA"/>
    <w:rsid w:val="00EC4596"/>
    <w:rsid w:val="00EC4F0F"/>
    <w:rsid w:val="00EC4F7A"/>
    <w:rsid w:val="00EC585F"/>
    <w:rsid w:val="00EC6E21"/>
    <w:rsid w:val="00EC77A5"/>
    <w:rsid w:val="00EC7EFF"/>
    <w:rsid w:val="00EC7F3C"/>
    <w:rsid w:val="00ED0285"/>
    <w:rsid w:val="00ED0497"/>
    <w:rsid w:val="00ED0E30"/>
    <w:rsid w:val="00ED0E91"/>
    <w:rsid w:val="00ED120F"/>
    <w:rsid w:val="00ED133E"/>
    <w:rsid w:val="00ED1B46"/>
    <w:rsid w:val="00ED1EDA"/>
    <w:rsid w:val="00ED2082"/>
    <w:rsid w:val="00ED22EF"/>
    <w:rsid w:val="00ED29DB"/>
    <w:rsid w:val="00ED2AF2"/>
    <w:rsid w:val="00ED34ED"/>
    <w:rsid w:val="00ED459B"/>
    <w:rsid w:val="00ED49AC"/>
    <w:rsid w:val="00ED4B37"/>
    <w:rsid w:val="00ED575F"/>
    <w:rsid w:val="00ED59DF"/>
    <w:rsid w:val="00ED68F3"/>
    <w:rsid w:val="00ED72EB"/>
    <w:rsid w:val="00ED7722"/>
    <w:rsid w:val="00ED7D4B"/>
    <w:rsid w:val="00ED7E41"/>
    <w:rsid w:val="00EE0E50"/>
    <w:rsid w:val="00EE0E54"/>
    <w:rsid w:val="00EE108C"/>
    <w:rsid w:val="00EE17B4"/>
    <w:rsid w:val="00EE22D2"/>
    <w:rsid w:val="00EE2BF8"/>
    <w:rsid w:val="00EE3456"/>
    <w:rsid w:val="00EE354E"/>
    <w:rsid w:val="00EE3ACE"/>
    <w:rsid w:val="00EE4700"/>
    <w:rsid w:val="00EE4DAD"/>
    <w:rsid w:val="00EE50CF"/>
    <w:rsid w:val="00EE5824"/>
    <w:rsid w:val="00EE5A3A"/>
    <w:rsid w:val="00EE750B"/>
    <w:rsid w:val="00EE78A6"/>
    <w:rsid w:val="00EF05F7"/>
    <w:rsid w:val="00EF07BA"/>
    <w:rsid w:val="00EF0B1B"/>
    <w:rsid w:val="00EF17BB"/>
    <w:rsid w:val="00EF1DA5"/>
    <w:rsid w:val="00EF2098"/>
    <w:rsid w:val="00EF29C7"/>
    <w:rsid w:val="00EF2D47"/>
    <w:rsid w:val="00EF2FC5"/>
    <w:rsid w:val="00EF3005"/>
    <w:rsid w:val="00EF3560"/>
    <w:rsid w:val="00EF3E91"/>
    <w:rsid w:val="00EF473F"/>
    <w:rsid w:val="00EF49D5"/>
    <w:rsid w:val="00EF4E37"/>
    <w:rsid w:val="00EF58EE"/>
    <w:rsid w:val="00EF5C4A"/>
    <w:rsid w:val="00EF5DE1"/>
    <w:rsid w:val="00EF6081"/>
    <w:rsid w:val="00EF6664"/>
    <w:rsid w:val="00EF68DD"/>
    <w:rsid w:val="00EF73FD"/>
    <w:rsid w:val="00F005A6"/>
    <w:rsid w:val="00F005F8"/>
    <w:rsid w:val="00F00C67"/>
    <w:rsid w:val="00F0150A"/>
    <w:rsid w:val="00F015B2"/>
    <w:rsid w:val="00F0190D"/>
    <w:rsid w:val="00F01A11"/>
    <w:rsid w:val="00F01AEB"/>
    <w:rsid w:val="00F01B12"/>
    <w:rsid w:val="00F01C51"/>
    <w:rsid w:val="00F01F98"/>
    <w:rsid w:val="00F02008"/>
    <w:rsid w:val="00F029D8"/>
    <w:rsid w:val="00F02B56"/>
    <w:rsid w:val="00F02E62"/>
    <w:rsid w:val="00F035D2"/>
    <w:rsid w:val="00F03D09"/>
    <w:rsid w:val="00F04EB2"/>
    <w:rsid w:val="00F050D7"/>
    <w:rsid w:val="00F0550D"/>
    <w:rsid w:val="00F05A43"/>
    <w:rsid w:val="00F062D8"/>
    <w:rsid w:val="00F06A46"/>
    <w:rsid w:val="00F06C1A"/>
    <w:rsid w:val="00F07F75"/>
    <w:rsid w:val="00F10378"/>
    <w:rsid w:val="00F104AC"/>
    <w:rsid w:val="00F109AD"/>
    <w:rsid w:val="00F10CE9"/>
    <w:rsid w:val="00F118A1"/>
    <w:rsid w:val="00F11CA3"/>
    <w:rsid w:val="00F1271A"/>
    <w:rsid w:val="00F12CF8"/>
    <w:rsid w:val="00F13B93"/>
    <w:rsid w:val="00F13E5E"/>
    <w:rsid w:val="00F14C4D"/>
    <w:rsid w:val="00F1594E"/>
    <w:rsid w:val="00F16036"/>
    <w:rsid w:val="00F1669F"/>
    <w:rsid w:val="00F16BC2"/>
    <w:rsid w:val="00F16C54"/>
    <w:rsid w:val="00F172DB"/>
    <w:rsid w:val="00F176C7"/>
    <w:rsid w:val="00F200EC"/>
    <w:rsid w:val="00F201F5"/>
    <w:rsid w:val="00F2065C"/>
    <w:rsid w:val="00F20D42"/>
    <w:rsid w:val="00F20F2D"/>
    <w:rsid w:val="00F2151B"/>
    <w:rsid w:val="00F2172B"/>
    <w:rsid w:val="00F21AC1"/>
    <w:rsid w:val="00F2204F"/>
    <w:rsid w:val="00F2261C"/>
    <w:rsid w:val="00F22B40"/>
    <w:rsid w:val="00F22BE5"/>
    <w:rsid w:val="00F231E2"/>
    <w:rsid w:val="00F23558"/>
    <w:rsid w:val="00F24374"/>
    <w:rsid w:val="00F2484A"/>
    <w:rsid w:val="00F25179"/>
    <w:rsid w:val="00F25D32"/>
    <w:rsid w:val="00F25F6E"/>
    <w:rsid w:val="00F25FC3"/>
    <w:rsid w:val="00F26418"/>
    <w:rsid w:val="00F26C19"/>
    <w:rsid w:val="00F2711D"/>
    <w:rsid w:val="00F27AE5"/>
    <w:rsid w:val="00F27D57"/>
    <w:rsid w:val="00F308F9"/>
    <w:rsid w:val="00F30C79"/>
    <w:rsid w:val="00F30CD8"/>
    <w:rsid w:val="00F30FCF"/>
    <w:rsid w:val="00F3114C"/>
    <w:rsid w:val="00F3136F"/>
    <w:rsid w:val="00F314EC"/>
    <w:rsid w:val="00F32189"/>
    <w:rsid w:val="00F33112"/>
    <w:rsid w:val="00F3334A"/>
    <w:rsid w:val="00F34F6B"/>
    <w:rsid w:val="00F350EE"/>
    <w:rsid w:val="00F356AA"/>
    <w:rsid w:val="00F36A09"/>
    <w:rsid w:val="00F37099"/>
    <w:rsid w:val="00F375F2"/>
    <w:rsid w:val="00F40209"/>
    <w:rsid w:val="00F40A75"/>
    <w:rsid w:val="00F41583"/>
    <w:rsid w:val="00F41808"/>
    <w:rsid w:val="00F4272D"/>
    <w:rsid w:val="00F428FE"/>
    <w:rsid w:val="00F430AF"/>
    <w:rsid w:val="00F4340A"/>
    <w:rsid w:val="00F43918"/>
    <w:rsid w:val="00F440BF"/>
    <w:rsid w:val="00F44397"/>
    <w:rsid w:val="00F44A59"/>
    <w:rsid w:val="00F44D99"/>
    <w:rsid w:val="00F44EF4"/>
    <w:rsid w:val="00F44F74"/>
    <w:rsid w:val="00F452BC"/>
    <w:rsid w:val="00F45ACF"/>
    <w:rsid w:val="00F467E4"/>
    <w:rsid w:val="00F4681F"/>
    <w:rsid w:val="00F46F3F"/>
    <w:rsid w:val="00F4797E"/>
    <w:rsid w:val="00F479A0"/>
    <w:rsid w:val="00F47FEF"/>
    <w:rsid w:val="00F503FC"/>
    <w:rsid w:val="00F50998"/>
    <w:rsid w:val="00F51CFA"/>
    <w:rsid w:val="00F51D7F"/>
    <w:rsid w:val="00F521E0"/>
    <w:rsid w:val="00F5240F"/>
    <w:rsid w:val="00F52551"/>
    <w:rsid w:val="00F52621"/>
    <w:rsid w:val="00F5299E"/>
    <w:rsid w:val="00F52E0C"/>
    <w:rsid w:val="00F533D1"/>
    <w:rsid w:val="00F53B79"/>
    <w:rsid w:val="00F54824"/>
    <w:rsid w:val="00F55316"/>
    <w:rsid w:val="00F559AA"/>
    <w:rsid w:val="00F56406"/>
    <w:rsid w:val="00F57749"/>
    <w:rsid w:val="00F5793B"/>
    <w:rsid w:val="00F57D8B"/>
    <w:rsid w:val="00F605E4"/>
    <w:rsid w:val="00F61F1F"/>
    <w:rsid w:val="00F625F7"/>
    <w:rsid w:val="00F62B2C"/>
    <w:rsid w:val="00F62D14"/>
    <w:rsid w:val="00F632CE"/>
    <w:rsid w:val="00F63420"/>
    <w:rsid w:val="00F63B1F"/>
    <w:rsid w:val="00F64281"/>
    <w:rsid w:val="00F642C2"/>
    <w:rsid w:val="00F64D16"/>
    <w:rsid w:val="00F65271"/>
    <w:rsid w:val="00F65590"/>
    <w:rsid w:val="00F65EF4"/>
    <w:rsid w:val="00F67702"/>
    <w:rsid w:val="00F7035B"/>
    <w:rsid w:val="00F71211"/>
    <w:rsid w:val="00F7169D"/>
    <w:rsid w:val="00F71CE0"/>
    <w:rsid w:val="00F72B19"/>
    <w:rsid w:val="00F72F74"/>
    <w:rsid w:val="00F7304B"/>
    <w:rsid w:val="00F73646"/>
    <w:rsid w:val="00F73930"/>
    <w:rsid w:val="00F748D4"/>
    <w:rsid w:val="00F7504A"/>
    <w:rsid w:val="00F753B7"/>
    <w:rsid w:val="00F75596"/>
    <w:rsid w:val="00F75C4F"/>
    <w:rsid w:val="00F7794E"/>
    <w:rsid w:val="00F7797D"/>
    <w:rsid w:val="00F80252"/>
    <w:rsid w:val="00F81357"/>
    <w:rsid w:val="00F81CA2"/>
    <w:rsid w:val="00F8297B"/>
    <w:rsid w:val="00F82C61"/>
    <w:rsid w:val="00F8305A"/>
    <w:rsid w:val="00F837F1"/>
    <w:rsid w:val="00F83EEB"/>
    <w:rsid w:val="00F846E6"/>
    <w:rsid w:val="00F84958"/>
    <w:rsid w:val="00F84F56"/>
    <w:rsid w:val="00F8534F"/>
    <w:rsid w:val="00F856B8"/>
    <w:rsid w:val="00F85F4A"/>
    <w:rsid w:val="00F86448"/>
    <w:rsid w:val="00F86540"/>
    <w:rsid w:val="00F8685D"/>
    <w:rsid w:val="00F87F56"/>
    <w:rsid w:val="00F87FF2"/>
    <w:rsid w:val="00F90438"/>
    <w:rsid w:val="00F90F33"/>
    <w:rsid w:val="00F911EF"/>
    <w:rsid w:val="00F91717"/>
    <w:rsid w:val="00F91C70"/>
    <w:rsid w:val="00F9263B"/>
    <w:rsid w:val="00F92735"/>
    <w:rsid w:val="00F932BC"/>
    <w:rsid w:val="00F935F6"/>
    <w:rsid w:val="00F952D6"/>
    <w:rsid w:val="00F959F4"/>
    <w:rsid w:val="00F97858"/>
    <w:rsid w:val="00F97DB7"/>
    <w:rsid w:val="00FA15BE"/>
    <w:rsid w:val="00FA178B"/>
    <w:rsid w:val="00FA1F72"/>
    <w:rsid w:val="00FA2442"/>
    <w:rsid w:val="00FA2451"/>
    <w:rsid w:val="00FA252E"/>
    <w:rsid w:val="00FA25A2"/>
    <w:rsid w:val="00FA27A5"/>
    <w:rsid w:val="00FA3A66"/>
    <w:rsid w:val="00FA4679"/>
    <w:rsid w:val="00FA48DE"/>
    <w:rsid w:val="00FA49D2"/>
    <w:rsid w:val="00FA5198"/>
    <w:rsid w:val="00FA5414"/>
    <w:rsid w:val="00FA6347"/>
    <w:rsid w:val="00FA6706"/>
    <w:rsid w:val="00FA6DF3"/>
    <w:rsid w:val="00FA6E3E"/>
    <w:rsid w:val="00FA6E56"/>
    <w:rsid w:val="00FA7249"/>
    <w:rsid w:val="00FA7851"/>
    <w:rsid w:val="00FB0BD6"/>
    <w:rsid w:val="00FB1553"/>
    <w:rsid w:val="00FB2016"/>
    <w:rsid w:val="00FB247A"/>
    <w:rsid w:val="00FB261D"/>
    <w:rsid w:val="00FB2BA2"/>
    <w:rsid w:val="00FB2D2A"/>
    <w:rsid w:val="00FB33F3"/>
    <w:rsid w:val="00FB3698"/>
    <w:rsid w:val="00FB376D"/>
    <w:rsid w:val="00FB3A3D"/>
    <w:rsid w:val="00FB3A52"/>
    <w:rsid w:val="00FB444E"/>
    <w:rsid w:val="00FB4A47"/>
    <w:rsid w:val="00FB5162"/>
    <w:rsid w:val="00FB56B1"/>
    <w:rsid w:val="00FB5E52"/>
    <w:rsid w:val="00FB5EF4"/>
    <w:rsid w:val="00FB65C5"/>
    <w:rsid w:val="00FB771A"/>
    <w:rsid w:val="00FB781D"/>
    <w:rsid w:val="00FB78CA"/>
    <w:rsid w:val="00FC050D"/>
    <w:rsid w:val="00FC0917"/>
    <w:rsid w:val="00FC1865"/>
    <w:rsid w:val="00FC26CA"/>
    <w:rsid w:val="00FC2978"/>
    <w:rsid w:val="00FC2980"/>
    <w:rsid w:val="00FC443F"/>
    <w:rsid w:val="00FC5AFD"/>
    <w:rsid w:val="00FC5B1D"/>
    <w:rsid w:val="00FC6722"/>
    <w:rsid w:val="00FC68F2"/>
    <w:rsid w:val="00FC6F4B"/>
    <w:rsid w:val="00FC7765"/>
    <w:rsid w:val="00FD01BD"/>
    <w:rsid w:val="00FD03D4"/>
    <w:rsid w:val="00FD0A48"/>
    <w:rsid w:val="00FD1384"/>
    <w:rsid w:val="00FD17A7"/>
    <w:rsid w:val="00FD1B1D"/>
    <w:rsid w:val="00FD1F85"/>
    <w:rsid w:val="00FD3000"/>
    <w:rsid w:val="00FD42AF"/>
    <w:rsid w:val="00FD469B"/>
    <w:rsid w:val="00FD61EE"/>
    <w:rsid w:val="00FD6B94"/>
    <w:rsid w:val="00FE0D3A"/>
    <w:rsid w:val="00FE1596"/>
    <w:rsid w:val="00FE1689"/>
    <w:rsid w:val="00FE18E9"/>
    <w:rsid w:val="00FE218E"/>
    <w:rsid w:val="00FE27A7"/>
    <w:rsid w:val="00FE3EE7"/>
    <w:rsid w:val="00FE434C"/>
    <w:rsid w:val="00FE48F6"/>
    <w:rsid w:val="00FE5D1D"/>
    <w:rsid w:val="00FE63E8"/>
    <w:rsid w:val="00FE6A81"/>
    <w:rsid w:val="00FF043B"/>
    <w:rsid w:val="00FF0F66"/>
    <w:rsid w:val="00FF17E1"/>
    <w:rsid w:val="00FF1D38"/>
    <w:rsid w:val="00FF30E1"/>
    <w:rsid w:val="00FF5B74"/>
    <w:rsid w:val="00FF5DF9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EC76063"/>
  <w15:docId w15:val="{62493B17-644D-4D21-BC6A-7A09044B7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757F"/>
    <w:pPr>
      <w:jc w:val="both"/>
    </w:pPr>
    <w:rPr>
      <w:sz w:val="24"/>
    </w:rPr>
  </w:style>
  <w:style w:type="paragraph" w:styleId="1">
    <w:name w:val="heading 1"/>
    <w:basedOn w:val="a1"/>
    <w:next w:val="a1"/>
    <w:link w:val="10"/>
    <w:qFormat/>
    <w:rsid w:val="00F44EF4"/>
    <w:pPr>
      <w:tabs>
        <w:tab w:val="left" w:pos="3969"/>
        <w:tab w:val="left" w:pos="4111"/>
      </w:tabs>
      <w:jc w:val="center"/>
      <w:outlineLvl w:val="0"/>
    </w:pPr>
    <w:rPr>
      <w:b/>
    </w:rPr>
  </w:style>
  <w:style w:type="paragraph" w:styleId="2">
    <w:name w:val="heading 2"/>
    <w:basedOn w:val="a1"/>
    <w:next w:val="a1"/>
    <w:link w:val="20"/>
    <w:uiPriority w:val="9"/>
    <w:qFormat/>
    <w:rsid w:val="00F44EF4"/>
    <w:pPr>
      <w:keepNext/>
      <w:jc w:val="center"/>
      <w:outlineLvl w:val="1"/>
    </w:pPr>
    <w:rPr>
      <w:b/>
    </w:rPr>
  </w:style>
  <w:style w:type="paragraph" w:styleId="3">
    <w:name w:val="heading 3"/>
    <w:basedOn w:val="a1"/>
    <w:next w:val="a1"/>
    <w:link w:val="30"/>
    <w:qFormat/>
    <w:rsid w:val="00F44EF4"/>
    <w:pPr>
      <w:keepNext/>
      <w:jc w:val="center"/>
      <w:outlineLvl w:val="2"/>
    </w:pPr>
    <w:rPr>
      <w:b/>
    </w:rPr>
  </w:style>
  <w:style w:type="paragraph" w:styleId="4">
    <w:name w:val="heading 4"/>
    <w:basedOn w:val="a1"/>
    <w:next w:val="a1"/>
    <w:link w:val="40"/>
    <w:qFormat/>
    <w:rsid w:val="00F44EF4"/>
    <w:pPr>
      <w:keepNext/>
      <w:ind w:right="-524"/>
      <w:jc w:val="right"/>
      <w:outlineLvl w:val="3"/>
    </w:pPr>
    <w:rPr>
      <w:b/>
      <w:bCs/>
      <w:szCs w:val="24"/>
      <w:lang w:val="x-none" w:eastAsia="x-none"/>
    </w:rPr>
  </w:style>
  <w:style w:type="paragraph" w:styleId="5">
    <w:name w:val="heading 5"/>
    <w:basedOn w:val="a1"/>
    <w:next w:val="a1"/>
    <w:link w:val="50"/>
    <w:qFormat/>
    <w:rsid w:val="00F44EF4"/>
    <w:pPr>
      <w:outlineLvl w:val="4"/>
    </w:pPr>
  </w:style>
  <w:style w:type="paragraph" w:styleId="6">
    <w:name w:val="heading 6"/>
    <w:basedOn w:val="a1"/>
    <w:next w:val="a1"/>
    <w:link w:val="60"/>
    <w:qFormat/>
    <w:rsid w:val="00F44EF4"/>
    <w:pPr>
      <w:outlineLvl w:val="5"/>
    </w:pPr>
  </w:style>
  <w:style w:type="paragraph" w:styleId="7">
    <w:name w:val="heading 7"/>
    <w:basedOn w:val="a1"/>
    <w:next w:val="a1"/>
    <w:link w:val="70"/>
    <w:qFormat/>
    <w:rsid w:val="00F44EF4"/>
    <w:pPr>
      <w:keepNext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F44EF4"/>
    <w:pPr>
      <w:keepNext/>
      <w:jc w:val="center"/>
      <w:outlineLvl w:val="7"/>
    </w:pPr>
    <w:rPr>
      <w:rFonts w:ascii="Arial" w:hAnsi="Arial" w:cs="Arial"/>
      <w:b/>
      <w:bCs/>
      <w:szCs w:val="24"/>
    </w:rPr>
  </w:style>
  <w:style w:type="paragraph" w:styleId="9">
    <w:name w:val="heading 9"/>
    <w:basedOn w:val="a1"/>
    <w:next w:val="a1"/>
    <w:link w:val="90"/>
    <w:qFormat/>
    <w:rsid w:val="00F44EF4"/>
    <w:p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Шапка_Тит_Листа"/>
    <w:basedOn w:val="a1"/>
    <w:rsid w:val="00F44EF4"/>
    <w:pPr>
      <w:jc w:val="center"/>
    </w:pPr>
    <w:rPr>
      <w:b/>
      <w:sz w:val="28"/>
    </w:rPr>
  </w:style>
  <w:style w:type="paragraph" w:customStyle="1" w:styleId="a6">
    <w:name w:val="Заголовок_Тит_Лист"/>
    <w:basedOn w:val="a1"/>
    <w:rsid w:val="00F44EF4"/>
    <w:pPr>
      <w:tabs>
        <w:tab w:val="left" w:pos="0"/>
      </w:tabs>
      <w:jc w:val="center"/>
    </w:pPr>
    <w:rPr>
      <w:b/>
      <w:caps/>
      <w:sz w:val="28"/>
    </w:rPr>
  </w:style>
  <w:style w:type="paragraph" w:customStyle="1" w:styleId="a7">
    <w:name w:val="Подзаголовок_Тит_Лист"/>
    <w:basedOn w:val="a1"/>
    <w:rsid w:val="00F44EF4"/>
    <w:pPr>
      <w:jc w:val="center"/>
    </w:pPr>
    <w:rPr>
      <w:b/>
      <w:sz w:val="28"/>
    </w:rPr>
  </w:style>
  <w:style w:type="paragraph" w:styleId="41">
    <w:name w:val="toc 4"/>
    <w:basedOn w:val="a1"/>
    <w:next w:val="a1"/>
    <w:autoRedefine/>
    <w:semiHidden/>
    <w:rsid w:val="00F44EF4"/>
    <w:pPr>
      <w:ind w:left="720"/>
    </w:pPr>
  </w:style>
  <w:style w:type="paragraph" w:styleId="a8">
    <w:name w:val="header"/>
    <w:basedOn w:val="a1"/>
    <w:link w:val="a9"/>
    <w:uiPriority w:val="99"/>
    <w:rsid w:val="00F44EF4"/>
    <w:pPr>
      <w:tabs>
        <w:tab w:val="center" w:pos="4153"/>
        <w:tab w:val="right" w:pos="8306"/>
      </w:tabs>
      <w:jc w:val="center"/>
    </w:pPr>
    <w:rPr>
      <w:color w:val="808080"/>
      <w:sz w:val="18"/>
    </w:rPr>
  </w:style>
  <w:style w:type="paragraph" w:styleId="11">
    <w:name w:val="toc 1"/>
    <w:basedOn w:val="a1"/>
    <w:next w:val="a1"/>
    <w:autoRedefine/>
    <w:uiPriority w:val="39"/>
    <w:qFormat/>
    <w:rsid w:val="00685CC7"/>
    <w:pPr>
      <w:tabs>
        <w:tab w:val="left" w:pos="480"/>
        <w:tab w:val="right" w:leader="dot" w:pos="9356"/>
      </w:tabs>
      <w:spacing w:after="100"/>
      <w:ind w:right="560"/>
      <w:jc w:val="center"/>
    </w:pPr>
    <w:rPr>
      <w:rFonts w:ascii="Tahoma" w:hAnsi="Tahoma" w:cs="Tahoma"/>
      <w:noProof/>
    </w:rPr>
  </w:style>
  <w:style w:type="paragraph" w:styleId="aa">
    <w:name w:val="footer"/>
    <w:basedOn w:val="a1"/>
    <w:link w:val="ab"/>
    <w:rsid w:val="00F44EF4"/>
    <w:pPr>
      <w:tabs>
        <w:tab w:val="center" w:pos="4844"/>
        <w:tab w:val="right" w:pos="9689"/>
      </w:tabs>
    </w:pPr>
    <w:rPr>
      <w:lang w:val="x-none" w:eastAsia="x-none"/>
    </w:rPr>
  </w:style>
  <w:style w:type="paragraph" w:customStyle="1" w:styleId="ac">
    <w:name w:val="Термин"/>
    <w:basedOn w:val="a1"/>
    <w:rsid w:val="00F44EF4"/>
    <w:pPr>
      <w:spacing w:before="180"/>
    </w:pPr>
  </w:style>
  <w:style w:type="paragraph" w:styleId="21">
    <w:name w:val="toc 2"/>
    <w:basedOn w:val="a1"/>
    <w:next w:val="a1"/>
    <w:autoRedefine/>
    <w:uiPriority w:val="39"/>
    <w:qFormat/>
    <w:rsid w:val="00F44EF4"/>
    <w:pPr>
      <w:ind w:left="240"/>
    </w:pPr>
  </w:style>
  <w:style w:type="paragraph" w:customStyle="1" w:styleId="ad">
    <w:name w:val="Методич_Указания"/>
    <w:basedOn w:val="a1"/>
    <w:rsid w:val="00F44EF4"/>
    <w:rPr>
      <w:color w:val="0000FF"/>
      <w:sz w:val="20"/>
      <w:u w:val="single"/>
    </w:rPr>
  </w:style>
  <w:style w:type="paragraph" w:customStyle="1" w:styleId="ae">
    <w:name w:val="Приложение"/>
    <w:basedOn w:val="1"/>
    <w:rsid w:val="00F44EF4"/>
    <w:pPr>
      <w:tabs>
        <w:tab w:val="clear" w:pos="3969"/>
        <w:tab w:val="clear" w:pos="4111"/>
      </w:tabs>
      <w:jc w:val="right"/>
    </w:pPr>
  </w:style>
  <w:style w:type="paragraph" w:styleId="31">
    <w:name w:val="toc 3"/>
    <w:basedOn w:val="a1"/>
    <w:next w:val="a1"/>
    <w:autoRedefine/>
    <w:uiPriority w:val="39"/>
    <w:qFormat/>
    <w:rsid w:val="00F44EF4"/>
    <w:pPr>
      <w:ind w:left="480"/>
    </w:pPr>
  </w:style>
  <w:style w:type="character" w:styleId="af">
    <w:name w:val="footnote reference"/>
    <w:uiPriority w:val="99"/>
    <w:rsid w:val="00F44EF4"/>
    <w:rPr>
      <w:vertAlign w:val="superscript"/>
    </w:rPr>
  </w:style>
  <w:style w:type="paragraph" w:styleId="af0">
    <w:name w:val="footnote text"/>
    <w:aliases w:val="Car"/>
    <w:basedOn w:val="a1"/>
    <w:link w:val="af1"/>
    <w:qFormat/>
    <w:rsid w:val="00F44EF4"/>
    <w:rPr>
      <w:sz w:val="20"/>
    </w:rPr>
  </w:style>
  <w:style w:type="paragraph" w:customStyle="1" w:styleId="af2">
    <w:name w:val="Заголовок_Приложения"/>
    <w:basedOn w:val="ae"/>
    <w:next w:val="a1"/>
    <w:rsid w:val="00F44EF4"/>
    <w:pPr>
      <w:jc w:val="center"/>
    </w:pPr>
  </w:style>
  <w:style w:type="paragraph" w:styleId="51">
    <w:name w:val="toc 5"/>
    <w:basedOn w:val="a1"/>
    <w:next w:val="a1"/>
    <w:autoRedefine/>
    <w:semiHidden/>
    <w:rsid w:val="00F44EF4"/>
    <w:pPr>
      <w:ind w:left="960"/>
    </w:pPr>
  </w:style>
  <w:style w:type="paragraph" w:styleId="61">
    <w:name w:val="toc 6"/>
    <w:basedOn w:val="a1"/>
    <w:next w:val="a1"/>
    <w:autoRedefine/>
    <w:semiHidden/>
    <w:rsid w:val="00F44EF4"/>
    <w:pPr>
      <w:ind w:left="1200"/>
    </w:pPr>
  </w:style>
  <w:style w:type="paragraph" w:styleId="71">
    <w:name w:val="toc 7"/>
    <w:basedOn w:val="a1"/>
    <w:next w:val="a1"/>
    <w:autoRedefine/>
    <w:semiHidden/>
    <w:rsid w:val="00F44EF4"/>
    <w:pPr>
      <w:ind w:left="1440"/>
    </w:pPr>
  </w:style>
  <w:style w:type="paragraph" w:styleId="81">
    <w:name w:val="toc 8"/>
    <w:basedOn w:val="a1"/>
    <w:next w:val="a1"/>
    <w:autoRedefine/>
    <w:semiHidden/>
    <w:rsid w:val="00F44EF4"/>
    <w:pPr>
      <w:ind w:left="1680"/>
    </w:pPr>
  </w:style>
  <w:style w:type="paragraph" w:styleId="91">
    <w:name w:val="toc 9"/>
    <w:basedOn w:val="a1"/>
    <w:next w:val="a1"/>
    <w:autoRedefine/>
    <w:semiHidden/>
    <w:rsid w:val="00F44EF4"/>
    <w:pPr>
      <w:ind w:left="1920"/>
    </w:pPr>
  </w:style>
  <w:style w:type="character" w:styleId="af3">
    <w:name w:val="page number"/>
    <w:basedOn w:val="a2"/>
    <w:rsid w:val="00F44EF4"/>
  </w:style>
  <w:style w:type="paragraph" w:customStyle="1" w:styleId="a0">
    <w:name w:val="Буллет"/>
    <w:basedOn w:val="a1"/>
    <w:rsid w:val="00A01B78"/>
    <w:pPr>
      <w:numPr>
        <w:numId w:val="1"/>
      </w:numPr>
    </w:pPr>
  </w:style>
  <w:style w:type="paragraph" w:styleId="af4">
    <w:name w:val="Body Text Indent"/>
    <w:basedOn w:val="a1"/>
    <w:link w:val="af5"/>
    <w:rsid w:val="00F44EF4"/>
    <w:rPr>
      <w:szCs w:val="24"/>
      <w:lang w:val="x-none" w:eastAsia="x-none"/>
    </w:rPr>
  </w:style>
  <w:style w:type="paragraph" w:styleId="22">
    <w:name w:val="Body Text Indent 2"/>
    <w:basedOn w:val="a1"/>
    <w:link w:val="23"/>
    <w:rsid w:val="00F44EF4"/>
    <w:pPr>
      <w:ind w:firstLine="567"/>
    </w:pPr>
    <w:rPr>
      <w:szCs w:val="24"/>
    </w:rPr>
  </w:style>
  <w:style w:type="paragraph" w:styleId="af6">
    <w:name w:val="Body Text"/>
    <w:basedOn w:val="a1"/>
    <w:link w:val="af7"/>
    <w:rsid w:val="00F44EF4"/>
    <w:pPr>
      <w:jc w:val="left"/>
    </w:pPr>
    <w:rPr>
      <w:b/>
      <w:bCs/>
      <w:szCs w:val="24"/>
    </w:rPr>
  </w:style>
  <w:style w:type="character" w:styleId="af8">
    <w:name w:val="Hyperlink"/>
    <w:uiPriority w:val="99"/>
    <w:rsid w:val="00F44EF4"/>
    <w:rPr>
      <w:color w:val="0000FF"/>
      <w:u w:val="single"/>
    </w:rPr>
  </w:style>
  <w:style w:type="paragraph" w:styleId="32">
    <w:name w:val="Body Text Indent 3"/>
    <w:basedOn w:val="a1"/>
    <w:link w:val="33"/>
    <w:rsid w:val="00F44EF4"/>
    <w:pPr>
      <w:ind w:left="426" w:firstLine="567"/>
    </w:pPr>
    <w:rPr>
      <w:szCs w:val="24"/>
    </w:rPr>
  </w:style>
  <w:style w:type="paragraph" w:customStyle="1" w:styleId="Iacaaieaaieoiaioa">
    <w:name w:val="Iacaaiea aieoiaioa"/>
    <w:basedOn w:val="a1"/>
    <w:next w:val="OaieaIaaay"/>
    <w:rsid w:val="00F44EF4"/>
    <w:pPr>
      <w:keepNext/>
      <w:keepLines/>
      <w:spacing w:before="400" w:after="120" w:line="240" w:lineRule="atLeast"/>
      <w:ind w:left="-840"/>
      <w:jc w:val="left"/>
    </w:pPr>
    <w:rPr>
      <w:rFonts w:ascii="Arial" w:hAnsi="Arial" w:cs="Arial"/>
      <w:spacing w:val="-20"/>
      <w:kern w:val="28"/>
      <w:sz w:val="96"/>
      <w:szCs w:val="96"/>
    </w:rPr>
  </w:style>
  <w:style w:type="paragraph" w:customStyle="1" w:styleId="OaieaIaaay">
    <w:name w:val="OaieaIa?aay"/>
    <w:basedOn w:val="af9"/>
    <w:next w:val="af9"/>
    <w:rsid w:val="00F44EF4"/>
    <w:pPr>
      <w:spacing w:before="220"/>
    </w:pPr>
  </w:style>
  <w:style w:type="paragraph" w:styleId="af9">
    <w:name w:val="Message Header"/>
    <w:basedOn w:val="af6"/>
    <w:link w:val="afa"/>
    <w:rsid w:val="00F44EF4"/>
    <w:pPr>
      <w:keepLines/>
      <w:tabs>
        <w:tab w:val="left" w:pos="720"/>
      </w:tabs>
      <w:spacing w:after="120" w:line="180" w:lineRule="atLeast"/>
      <w:ind w:left="720" w:hanging="720"/>
    </w:pPr>
    <w:rPr>
      <w:rFonts w:ascii="Arial" w:hAnsi="Arial" w:cs="Arial"/>
      <w:b w:val="0"/>
      <w:bCs w:val="0"/>
      <w:sz w:val="20"/>
      <w:szCs w:val="20"/>
    </w:rPr>
  </w:style>
  <w:style w:type="character" w:customStyle="1" w:styleId="OaieaIni">
    <w:name w:val="OaieaIni"/>
    <w:rsid w:val="00F44EF4"/>
    <w:rPr>
      <w:rFonts w:ascii="Arial" w:hAnsi="Arial" w:cs="Arial"/>
      <w:b/>
      <w:bCs/>
      <w:spacing w:val="0"/>
      <w:sz w:val="18"/>
      <w:szCs w:val="18"/>
    </w:rPr>
  </w:style>
  <w:style w:type="paragraph" w:customStyle="1" w:styleId="OaieaIineaaiyy">
    <w:name w:val="OaieaIineaaiyy"/>
    <w:basedOn w:val="af9"/>
    <w:next w:val="af6"/>
    <w:rsid w:val="00F44EF4"/>
    <w:pPr>
      <w:pBdr>
        <w:bottom w:val="single" w:sz="6" w:space="15" w:color="auto"/>
      </w:pBdr>
      <w:spacing w:after="320"/>
    </w:pPr>
  </w:style>
  <w:style w:type="paragraph" w:customStyle="1" w:styleId="font5">
    <w:name w:val="font5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font6">
    <w:name w:val="font6"/>
    <w:basedOn w:val="a1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 w:val="18"/>
      <w:szCs w:val="18"/>
    </w:rPr>
  </w:style>
  <w:style w:type="paragraph" w:customStyle="1" w:styleId="font7">
    <w:name w:val="font7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i/>
      <w:iCs/>
      <w:sz w:val="18"/>
      <w:szCs w:val="18"/>
    </w:rPr>
  </w:style>
  <w:style w:type="paragraph" w:customStyle="1" w:styleId="xl24">
    <w:name w:val="xl24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b/>
      <w:bCs/>
      <w:szCs w:val="24"/>
    </w:rPr>
  </w:style>
  <w:style w:type="paragraph" w:customStyle="1" w:styleId="xl25">
    <w:name w:val="xl25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6">
    <w:name w:val="xl26"/>
    <w:basedOn w:val="a1"/>
    <w:rsid w:val="00F44EF4"/>
    <w:pPr>
      <w:spacing w:before="100" w:beforeAutospacing="1" w:after="100" w:afterAutospacing="1"/>
      <w:jc w:val="left"/>
      <w:textAlignment w:val="top"/>
    </w:pPr>
    <w:rPr>
      <w:rFonts w:eastAsia="Arial Unicode MS"/>
      <w:b/>
      <w:bCs/>
      <w:szCs w:val="24"/>
    </w:rPr>
  </w:style>
  <w:style w:type="paragraph" w:customStyle="1" w:styleId="xl27">
    <w:name w:val="xl27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Cs w:val="24"/>
    </w:rPr>
  </w:style>
  <w:style w:type="paragraph" w:customStyle="1" w:styleId="xl28">
    <w:name w:val="xl28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9">
    <w:name w:val="xl29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color w:val="FF0000"/>
      <w:szCs w:val="24"/>
    </w:rPr>
  </w:style>
  <w:style w:type="paragraph" w:customStyle="1" w:styleId="xl30">
    <w:name w:val="xl30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31">
    <w:name w:val="xl31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32">
    <w:name w:val="xl32"/>
    <w:basedOn w:val="a1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Cs w:val="24"/>
    </w:rPr>
  </w:style>
  <w:style w:type="paragraph" w:customStyle="1" w:styleId="xl33">
    <w:name w:val="xl33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Cs w:val="24"/>
    </w:rPr>
  </w:style>
  <w:style w:type="paragraph" w:customStyle="1" w:styleId="xl34">
    <w:name w:val="xl34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35">
    <w:name w:val="xl35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6">
    <w:name w:val="xl36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7">
    <w:name w:val="xl37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8">
    <w:name w:val="xl38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9">
    <w:name w:val="xl39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0">
    <w:name w:val="xl40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1">
    <w:name w:val="xl41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2">
    <w:name w:val="xl42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3">
    <w:name w:val="xl43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4">
    <w:name w:val="xl44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5">
    <w:name w:val="xl45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6">
    <w:name w:val="xl46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7">
    <w:name w:val="xl47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8">
    <w:name w:val="xl48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9">
    <w:name w:val="xl49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0">
    <w:name w:val="xl50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1">
    <w:name w:val="xl51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2">
    <w:name w:val="xl52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3">
    <w:name w:val="xl53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4">
    <w:name w:val="xl54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5">
    <w:name w:val="xl55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6">
    <w:name w:val="xl56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7">
    <w:name w:val="xl57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8">
    <w:name w:val="xl58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9">
    <w:name w:val="xl59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0">
    <w:name w:val="xl60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1">
    <w:name w:val="xl61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62">
    <w:name w:val="xl62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3">
    <w:name w:val="xl63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4">
    <w:name w:val="xl64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5">
    <w:name w:val="xl65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6">
    <w:name w:val="xl66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7">
    <w:name w:val="xl67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styleId="34">
    <w:name w:val="Body Text 3"/>
    <w:basedOn w:val="a1"/>
    <w:link w:val="35"/>
    <w:rsid w:val="00F44EF4"/>
    <w:pPr>
      <w:jc w:val="left"/>
    </w:pPr>
    <w:rPr>
      <w:b/>
      <w:bCs/>
      <w:szCs w:val="24"/>
    </w:rPr>
  </w:style>
  <w:style w:type="paragraph" w:styleId="afb">
    <w:name w:val="caption"/>
    <w:basedOn w:val="a1"/>
    <w:next w:val="a1"/>
    <w:qFormat/>
    <w:rsid w:val="00F44EF4"/>
    <w:pPr>
      <w:spacing w:after="120"/>
      <w:ind w:left="5103"/>
      <w:jc w:val="left"/>
    </w:pPr>
    <w:rPr>
      <w:sz w:val="28"/>
      <w:szCs w:val="28"/>
    </w:rPr>
  </w:style>
  <w:style w:type="paragraph" w:styleId="afc">
    <w:name w:val="Document Map"/>
    <w:basedOn w:val="a1"/>
    <w:link w:val="afd"/>
    <w:semiHidden/>
    <w:rsid w:val="00F44EF4"/>
    <w:pPr>
      <w:shd w:val="clear" w:color="auto" w:fill="000080"/>
      <w:jc w:val="left"/>
    </w:pPr>
    <w:rPr>
      <w:rFonts w:ascii="Tahoma" w:hAnsi="Tahoma" w:cs="Tahoma"/>
      <w:sz w:val="20"/>
    </w:rPr>
  </w:style>
  <w:style w:type="paragraph" w:styleId="afe">
    <w:name w:val="Title"/>
    <w:basedOn w:val="a1"/>
    <w:link w:val="aff"/>
    <w:qFormat/>
    <w:rsid w:val="00F44EF4"/>
    <w:pPr>
      <w:jc w:val="center"/>
    </w:pPr>
    <w:rPr>
      <w:rFonts w:ascii="Arial" w:hAnsi="Arial" w:cs="Arial"/>
      <w:sz w:val="28"/>
      <w:szCs w:val="28"/>
      <w:u w:val="double"/>
    </w:rPr>
  </w:style>
  <w:style w:type="paragraph" w:styleId="aff0">
    <w:name w:val="annotation text"/>
    <w:basedOn w:val="a1"/>
    <w:link w:val="aff1"/>
    <w:semiHidden/>
    <w:rsid w:val="00F44EF4"/>
    <w:pPr>
      <w:jc w:val="left"/>
    </w:pPr>
    <w:rPr>
      <w:sz w:val="20"/>
    </w:rPr>
  </w:style>
  <w:style w:type="paragraph" w:styleId="aff2">
    <w:name w:val="endnote text"/>
    <w:basedOn w:val="a1"/>
    <w:link w:val="aff3"/>
    <w:semiHidden/>
    <w:rsid w:val="00F44EF4"/>
    <w:pPr>
      <w:jc w:val="left"/>
    </w:pPr>
    <w:rPr>
      <w:sz w:val="20"/>
    </w:rPr>
  </w:style>
  <w:style w:type="character" w:styleId="aff4">
    <w:name w:val="FollowedHyperlink"/>
    <w:rsid w:val="00F44EF4"/>
    <w:rPr>
      <w:color w:val="800080"/>
      <w:u w:val="single"/>
    </w:rPr>
  </w:style>
  <w:style w:type="paragraph" w:styleId="aff5">
    <w:name w:val="Balloon Text"/>
    <w:basedOn w:val="a1"/>
    <w:link w:val="aff6"/>
    <w:rsid w:val="0072320E"/>
    <w:rPr>
      <w:rFonts w:ascii="Tahoma" w:hAnsi="Tahoma"/>
      <w:sz w:val="16"/>
      <w:szCs w:val="16"/>
      <w:lang w:val="x-none" w:eastAsia="x-none"/>
    </w:rPr>
  </w:style>
  <w:style w:type="character" w:customStyle="1" w:styleId="aff6">
    <w:name w:val="Текст выноски Знак"/>
    <w:link w:val="aff5"/>
    <w:rsid w:val="0072320E"/>
    <w:rPr>
      <w:rFonts w:ascii="Tahoma" w:hAnsi="Tahoma" w:cs="Tahoma"/>
      <w:sz w:val="16"/>
      <w:szCs w:val="16"/>
    </w:rPr>
  </w:style>
  <w:style w:type="character" w:styleId="aff7">
    <w:name w:val="annotation reference"/>
    <w:rsid w:val="00494692"/>
    <w:rPr>
      <w:sz w:val="16"/>
      <w:szCs w:val="16"/>
    </w:rPr>
  </w:style>
  <w:style w:type="paragraph" w:styleId="aff8">
    <w:name w:val="annotation subject"/>
    <w:basedOn w:val="aff0"/>
    <w:next w:val="aff0"/>
    <w:link w:val="aff9"/>
    <w:rsid w:val="00494692"/>
    <w:pPr>
      <w:jc w:val="both"/>
    </w:pPr>
    <w:rPr>
      <w:b/>
      <w:bCs/>
      <w:lang w:val="x-none" w:eastAsia="x-none"/>
    </w:rPr>
  </w:style>
  <w:style w:type="character" w:customStyle="1" w:styleId="aff1">
    <w:name w:val="Текст примечания Знак"/>
    <w:basedOn w:val="a2"/>
    <w:link w:val="aff0"/>
    <w:semiHidden/>
    <w:rsid w:val="00494692"/>
  </w:style>
  <w:style w:type="character" w:customStyle="1" w:styleId="aff9">
    <w:name w:val="Тема примечания Знак"/>
    <w:link w:val="aff8"/>
    <w:rsid w:val="00494692"/>
    <w:rPr>
      <w:b/>
      <w:bCs/>
    </w:rPr>
  </w:style>
  <w:style w:type="paragraph" w:styleId="affa">
    <w:name w:val="Normal (Web)"/>
    <w:basedOn w:val="a1"/>
    <w:uiPriority w:val="99"/>
    <w:unhideWhenUsed/>
    <w:rsid w:val="00EE0E50"/>
    <w:pPr>
      <w:spacing w:before="100" w:beforeAutospacing="1" w:after="100" w:afterAutospacing="1"/>
      <w:jc w:val="left"/>
    </w:pPr>
    <w:rPr>
      <w:szCs w:val="24"/>
    </w:rPr>
  </w:style>
  <w:style w:type="paragraph" w:styleId="affb">
    <w:name w:val="TOC Heading"/>
    <w:basedOn w:val="1"/>
    <w:next w:val="a1"/>
    <w:uiPriority w:val="39"/>
    <w:unhideWhenUsed/>
    <w:qFormat/>
    <w:rsid w:val="00A01B78"/>
    <w:pPr>
      <w:keepNext/>
      <w:keepLines/>
      <w:tabs>
        <w:tab w:val="clear" w:pos="3969"/>
        <w:tab w:val="clear" w:pos="4111"/>
      </w:tabs>
      <w:spacing w:before="480" w:line="276" w:lineRule="auto"/>
      <w:jc w:val="left"/>
      <w:outlineLvl w:val="9"/>
    </w:pPr>
    <w:rPr>
      <w:rFonts w:ascii="Cambria" w:eastAsia="MS Gothic" w:hAnsi="Cambria"/>
      <w:bCs/>
      <w:color w:val="365F91"/>
      <w:sz w:val="28"/>
      <w:szCs w:val="28"/>
      <w:lang w:val="en-US" w:eastAsia="ja-JP"/>
    </w:rPr>
  </w:style>
  <w:style w:type="paragraph" w:styleId="affc">
    <w:name w:val="Revision"/>
    <w:hidden/>
    <w:uiPriority w:val="99"/>
    <w:semiHidden/>
    <w:rsid w:val="003D62B4"/>
    <w:rPr>
      <w:sz w:val="24"/>
    </w:rPr>
  </w:style>
  <w:style w:type="paragraph" w:styleId="affd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,2 заголовок"/>
    <w:basedOn w:val="a1"/>
    <w:link w:val="affe"/>
    <w:uiPriority w:val="34"/>
    <w:qFormat/>
    <w:rsid w:val="00C27234"/>
    <w:pPr>
      <w:ind w:left="720"/>
    </w:pPr>
  </w:style>
  <w:style w:type="character" w:customStyle="1" w:styleId="40">
    <w:name w:val="Заголовок 4 Знак"/>
    <w:link w:val="4"/>
    <w:rsid w:val="005A3695"/>
    <w:rPr>
      <w:b/>
      <w:bCs/>
      <w:sz w:val="24"/>
      <w:szCs w:val="24"/>
    </w:rPr>
  </w:style>
  <w:style w:type="character" w:customStyle="1" w:styleId="af1">
    <w:name w:val="Текст сноски Знак"/>
    <w:aliases w:val="Car Знак"/>
    <w:link w:val="af0"/>
    <w:rsid w:val="005A3695"/>
  </w:style>
  <w:style w:type="character" w:customStyle="1" w:styleId="af5">
    <w:name w:val="Основной текст с отступом Знак"/>
    <w:link w:val="af4"/>
    <w:rsid w:val="005A3695"/>
    <w:rPr>
      <w:sz w:val="24"/>
      <w:szCs w:val="24"/>
    </w:rPr>
  </w:style>
  <w:style w:type="paragraph" w:customStyle="1" w:styleId="afff">
    <w:name w:val="Название документа"/>
    <w:basedOn w:val="a1"/>
    <w:next w:val="afff0"/>
    <w:rsid w:val="00A56B1D"/>
    <w:pPr>
      <w:keepNext/>
      <w:keepLines/>
      <w:spacing w:before="400" w:after="120" w:line="240" w:lineRule="atLeast"/>
      <w:ind w:left="-840"/>
      <w:jc w:val="left"/>
    </w:pPr>
    <w:rPr>
      <w:rFonts w:ascii="Arial" w:hAnsi="Arial"/>
      <w:spacing w:val="-20"/>
      <w:kern w:val="28"/>
      <w:sz w:val="96"/>
    </w:rPr>
  </w:style>
  <w:style w:type="paragraph" w:customStyle="1" w:styleId="afff0">
    <w:name w:val="ШапкаПервая"/>
    <w:basedOn w:val="af9"/>
    <w:next w:val="af9"/>
    <w:rsid w:val="00A56B1D"/>
    <w:pPr>
      <w:spacing w:before="220"/>
    </w:pPr>
    <w:rPr>
      <w:rFonts w:cs="Times New Roman"/>
    </w:rPr>
  </w:style>
  <w:style w:type="character" w:customStyle="1" w:styleId="afff1">
    <w:name w:val="ШапкаОсн"/>
    <w:rsid w:val="00A56B1D"/>
    <w:rPr>
      <w:rFonts w:ascii="Arial" w:hAnsi="Arial"/>
      <w:b/>
      <w:spacing w:val="0"/>
      <w:sz w:val="18"/>
    </w:rPr>
  </w:style>
  <w:style w:type="paragraph" w:customStyle="1" w:styleId="afff2">
    <w:name w:val="ШапкаПоследняя"/>
    <w:basedOn w:val="af9"/>
    <w:next w:val="af6"/>
    <w:rsid w:val="00A56B1D"/>
    <w:pPr>
      <w:pBdr>
        <w:bottom w:val="single" w:sz="6" w:space="15" w:color="auto"/>
      </w:pBdr>
      <w:spacing w:after="320"/>
    </w:pPr>
    <w:rPr>
      <w:rFonts w:cs="Times New Roman"/>
    </w:rPr>
  </w:style>
  <w:style w:type="paragraph" w:styleId="afff3">
    <w:name w:val="envelope address"/>
    <w:basedOn w:val="a1"/>
    <w:rsid w:val="00A56B1D"/>
    <w:pPr>
      <w:keepLines/>
      <w:spacing w:before="240" w:after="60"/>
      <w:ind w:left="5046"/>
    </w:pPr>
    <w:rPr>
      <w:b/>
      <w:color w:val="000080"/>
      <w:sz w:val="28"/>
    </w:rPr>
  </w:style>
  <w:style w:type="table" w:styleId="afff4">
    <w:name w:val="Table Grid"/>
    <w:basedOn w:val="a3"/>
    <w:uiPriority w:val="59"/>
    <w:rsid w:val="00791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Нижний колонтитул Знак"/>
    <w:link w:val="aa"/>
    <w:rsid w:val="003C2207"/>
    <w:rPr>
      <w:sz w:val="24"/>
    </w:rPr>
  </w:style>
  <w:style w:type="paragraph" w:customStyle="1" w:styleId="Default">
    <w:name w:val="Default"/>
    <w:rsid w:val="00024BF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5">
    <w:name w:val="Текст таблицы"/>
    <w:basedOn w:val="a1"/>
    <w:rsid w:val="007138C7"/>
    <w:rPr>
      <w:szCs w:val="24"/>
    </w:rPr>
  </w:style>
  <w:style w:type="paragraph" w:customStyle="1" w:styleId="BodyText21">
    <w:name w:val="Body Text 21"/>
    <w:basedOn w:val="a1"/>
    <w:rsid w:val="007138C7"/>
    <w:pPr>
      <w:ind w:left="360"/>
      <w:jc w:val="left"/>
    </w:pPr>
  </w:style>
  <w:style w:type="character" w:styleId="afff6">
    <w:name w:val="endnote reference"/>
    <w:rsid w:val="00C5390D"/>
    <w:rPr>
      <w:vertAlign w:val="superscript"/>
    </w:rPr>
  </w:style>
  <w:style w:type="character" w:styleId="afff7">
    <w:name w:val="Placeholder Text"/>
    <w:uiPriority w:val="99"/>
    <w:semiHidden/>
    <w:rsid w:val="006333ED"/>
    <w:rPr>
      <w:color w:val="808080"/>
    </w:rPr>
  </w:style>
  <w:style w:type="character" w:customStyle="1" w:styleId="10">
    <w:name w:val="Заголовок 1 Знак"/>
    <w:link w:val="1"/>
    <w:rsid w:val="00E5670E"/>
    <w:rPr>
      <w:b/>
      <w:sz w:val="24"/>
    </w:rPr>
  </w:style>
  <w:style w:type="paragraph" w:customStyle="1" w:styleId="12">
    <w:name w:val="Стиль1"/>
    <w:basedOn w:val="a1"/>
    <w:qFormat/>
    <w:rsid w:val="00694EB6"/>
    <w:pPr>
      <w:tabs>
        <w:tab w:val="left" w:pos="0"/>
      </w:tabs>
      <w:spacing w:before="240" w:after="240"/>
      <w:ind w:firstLine="567"/>
      <w:jc w:val="center"/>
    </w:pPr>
    <w:rPr>
      <w:b/>
      <w:szCs w:val="24"/>
    </w:rPr>
  </w:style>
  <w:style w:type="paragraph" w:customStyle="1" w:styleId="36">
    <w:name w:val="Стиль3"/>
    <w:basedOn w:val="a1"/>
    <w:link w:val="37"/>
    <w:qFormat/>
    <w:rsid w:val="00694EB6"/>
    <w:pPr>
      <w:tabs>
        <w:tab w:val="left" w:pos="1560"/>
        <w:tab w:val="left" w:pos="1701"/>
      </w:tabs>
      <w:spacing w:before="120"/>
      <w:ind w:firstLine="567"/>
    </w:pPr>
    <w:rPr>
      <w:szCs w:val="24"/>
      <w:lang w:val="x-none" w:eastAsia="x-none"/>
    </w:rPr>
  </w:style>
  <w:style w:type="paragraph" w:customStyle="1" w:styleId="42">
    <w:name w:val="Стиль4"/>
    <w:basedOn w:val="a1"/>
    <w:qFormat/>
    <w:rsid w:val="00694EB6"/>
    <w:pPr>
      <w:tabs>
        <w:tab w:val="left" w:pos="1560"/>
        <w:tab w:val="left" w:pos="1701"/>
      </w:tabs>
      <w:spacing w:before="120"/>
      <w:ind w:firstLine="709"/>
    </w:pPr>
    <w:rPr>
      <w:szCs w:val="24"/>
    </w:rPr>
  </w:style>
  <w:style w:type="character" w:customStyle="1" w:styleId="37">
    <w:name w:val="Стиль3 Знак"/>
    <w:link w:val="36"/>
    <w:rsid w:val="00694EB6"/>
    <w:rPr>
      <w:sz w:val="24"/>
      <w:szCs w:val="24"/>
    </w:rPr>
  </w:style>
  <w:style w:type="character" w:customStyle="1" w:styleId="20">
    <w:name w:val="Заголовок 2 Знак"/>
    <w:link w:val="2"/>
    <w:rsid w:val="0018149C"/>
    <w:rPr>
      <w:b/>
      <w:sz w:val="24"/>
    </w:rPr>
  </w:style>
  <w:style w:type="character" w:customStyle="1" w:styleId="30">
    <w:name w:val="Заголовок 3 Знак"/>
    <w:link w:val="3"/>
    <w:rsid w:val="0018149C"/>
    <w:rPr>
      <w:b/>
      <w:sz w:val="24"/>
    </w:rPr>
  </w:style>
  <w:style w:type="character" w:customStyle="1" w:styleId="50">
    <w:name w:val="Заголовок 5 Знак"/>
    <w:link w:val="5"/>
    <w:rsid w:val="0018149C"/>
    <w:rPr>
      <w:sz w:val="24"/>
    </w:rPr>
  </w:style>
  <w:style w:type="character" w:customStyle="1" w:styleId="60">
    <w:name w:val="Заголовок 6 Знак"/>
    <w:link w:val="6"/>
    <w:rsid w:val="0018149C"/>
    <w:rPr>
      <w:sz w:val="24"/>
    </w:rPr>
  </w:style>
  <w:style w:type="character" w:customStyle="1" w:styleId="70">
    <w:name w:val="Заголовок 7 Знак"/>
    <w:link w:val="7"/>
    <w:rsid w:val="0018149C"/>
    <w:rPr>
      <w:sz w:val="28"/>
      <w:szCs w:val="28"/>
    </w:rPr>
  </w:style>
  <w:style w:type="character" w:customStyle="1" w:styleId="80">
    <w:name w:val="Заголовок 8 Знак"/>
    <w:link w:val="8"/>
    <w:rsid w:val="0018149C"/>
    <w:rPr>
      <w:rFonts w:ascii="Arial" w:hAnsi="Arial" w:cs="Arial"/>
      <w:b/>
      <w:bCs/>
      <w:sz w:val="24"/>
      <w:szCs w:val="24"/>
    </w:rPr>
  </w:style>
  <w:style w:type="character" w:customStyle="1" w:styleId="90">
    <w:name w:val="Заголовок 9 Знак"/>
    <w:link w:val="9"/>
    <w:rsid w:val="0018149C"/>
    <w:rPr>
      <w:sz w:val="24"/>
    </w:rPr>
  </w:style>
  <w:style w:type="character" w:customStyle="1" w:styleId="a9">
    <w:name w:val="Верхний колонтитул Знак"/>
    <w:link w:val="a8"/>
    <w:uiPriority w:val="99"/>
    <w:rsid w:val="0018149C"/>
    <w:rPr>
      <w:color w:val="808080"/>
      <w:sz w:val="18"/>
    </w:rPr>
  </w:style>
  <w:style w:type="character" w:customStyle="1" w:styleId="23">
    <w:name w:val="Основной текст с отступом 2 Знак"/>
    <w:link w:val="22"/>
    <w:rsid w:val="0018149C"/>
    <w:rPr>
      <w:sz w:val="24"/>
      <w:szCs w:val="24"/>
    </w:rPr>
  </w:style>
  <w:style w:type="character" w:customStyle="1" w:styleId="af7">
    <w:name w:val="Основной текст Знак"/>
    <w:link w:val="af6"/>
    <w:rsid w:val="0018149C"/>
    <w:rPr>
      <w:b/>
      <w:bCs/>
      <w:sz w:val="24"/>
      <w:szCs w:val="24"/>
    </w:rPr>
  </w:style>
  <w:style w:type="character" w:customStyle="1" w:styleId="33">
    <w:name w:val="Основной текст с отступом 3 Знак"/>
    <w:link w:val="32"/>
    <w:rsid w:val="0018149C"/>
    <w:rPr>
      <w:sz w:val="24"/>
      <w:szCs w:val="24"/>
    </w:rPr>
  </w:style>
  <w:style w:type="character" w:customStyle="1" w:styleId="afa">
    <w:name w:val="Шапка Знак"/>
    <w:link w:val="af9"/>
    <w:rsid w:val="0018149C"/>
    <w:rPr>
      <w:rFonts w:ascii="Arial" w:hAnsi="Arial" w:cs="Arial"/>
    </w:rPr>
  </w:style>
  <w:style w:type="character" w:customStyle="1" w:styleId="35">
    <w:name w:val="Основной текст 3 Знак"/>
    <w:link w:val="34"/>
    <w:rsid w:val="0018149C"/>
    <w:rPr>
      <w:b/>
      <w:bCs/>
      <w:sz w:val="24"/>
      <w:szCs w:val="24"/>
    </w:rPr>
  </w:style>
  <w:style w:type="character" w:customStyle="1" w:styleId="afd">
    <w:name w:val="Схема документа Знак"/>
    <w:link w:val="afc"/>
    <w:semiHidden/>
    <w:rsid w:val="0018149C"/>
    <w:rPr>
      <w:rFonts w:ascii="Tahoma" w:hAnsi="Tahoma" w:cs="Tahoma"/>
      <w:shd w:val="clear" w:color="auto" w:fill="000080"/>
    </w:rPr>
  </w:style>
  <w:style w:type="character" w:customStyle="1" w:styleId="aff">
    <w:name w:val="Заголовок Знак"/>
    <w:link w:val="afe"/>
    <w:rsid w:val="0018149C"/>
    <w:rPr>
      <w:rFonts w:ascii="Arial" w:hAnsi="Arial" w:cs="Arial"/>
      <w:sz w:val="28"/>
      <w:szCs w:val="28"/>
      <w:u w:val="double"/>
    </w:rPr>
  </w:style>
  <w:style w:type="character" w:customStyle="1" w:styleId="aff3">
    <w:name w:val="Текст концевой сноски Знак"/>
    <w:basedOn w:val="a2"/>
    <w:link w:val="aff2"/>
    <w:semiHidden/>
    <w:rsid w:val="0018149C"/>
  </w:style>
  <w:style w:type="table" w:customStyle="1" w:styleId="13">
    <w:name w:val="Сетка таблицы1"/>
    <w:basedOn w:val="a3"/>
    <w:next w:val="afff4"/>
    <w:uiPriority w:val="39"/>
    <w:rsid w:val="009C157E"/>
    <w:pPr>
      <w:spacing w:after="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8">
    <w:name w:val="line number"/>
    <w:basedOn w:val="a2"/>
    <w:rsid w:val="00D14239"/>
  </w:style>
  <w:style w:type="paragraph" w:styleId="afff9">
    <w:name w:val="No Spacing"/>
    <w:uiPriority w:val="1"/>
    <w:qFormat/>
    <w:rsid w:val="00F015B2"/>
    <w:rPr>
      <w:rFonts w:ascii="Calibri" w:hAnsi="Calibri" w:cs="Calibri"/>
      <w:i/>
      <w:iCs/>
      <w:lang w:val="en-US" w:eastAsia="en-US"/>
    </w:rPr>
  </w:style>
  <w:style w:type="paragraph" w:customStyle="1" w:styleId="a">
    <w:name w:val="Приложение_Разделы"/>
    <w:basedOn w:val="a1"/>
    <w:rsid w:val="00CA5451"/>
    <w:pPr>
      <w:numPr>
        <w:numId w:val="2"/>
      </w:numPr>
    </w:pPr>
    <w:rPr>
      <w:szCs w:val="24"/>
    </w:rPr>
  </w:style>
  <w:style w:type="character" w:customStyle="1" w:styleId="affe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ffd"/>
    <w:uiPriority w:val="34"/>
    <w:qFormat/>
    <w:locked/>
    <w:rsid w:val="00BF7BCC"/>
    <w:rPr>
      <w:sz w:val="24"/>
    </w:rPr>
  </w:style>
  <w:style w:type="paragraph" w:customStyle="1" w:styleId="-3">
    <w:name w:val="Пункт-3"/>
    <w:basedOn w:val="a1"/>
    <w:rsid w:val="00092765"/>
    <w:pPr>
      <w:tabs>
        <w:tab w:val="num" w:pos="6238"/>
      </w:tabs>
      <w:ind w:left="4253" w:firstLine="709"/>
    </w:pPr>
    <w:rPr>
      <w:sz w:val="28"/>
      <w:szCs w:val="24"/>
    </w:rPr>
  </w:style>
  <w:style w:type="paragraph" w:customStyle="1" w:styleId="-4">
    <w:name w:val="Пункт-4"/>
    <w:basedOn w:val="a1"/>
    <w:rsid w:val="00092765"/>
    <w:pPr>
      <w:tabs>
        <w:tab w:val="num" w:pos="2553"/>
      </w:tabs>
      <w:ind w:left="568" w:firstLine="709"/>
    </w:pPr>
    <w:rPr>
      <w:sz w:val="28"/>
      <w:szCs w:val="24"/>
    </w:rPr>
  </w:style>
  <w:style w:type="paragraph" w:customStyle="1" w:styleId="-5">
    <w:name w:val="Пункт-5"/>
    <w:basedOn w:val="a1"/>
    <w:rsid w:val="00092765"/>
    <w:pPr>
      <w:tabs>
        <w:tab w:val="num" w:pos="1985"/>
      </w:tabs>
      <w:ind w:firstLine="709"/>
    </w:pPr>
    <w:rPr>
      <w:sz w:val="28"/>
      <w:szCs w:val="24"/>
    </w:rPr>
  </w:style>
  <w:style w:type="paragraph" w:customStyle="1" w:styleId="-6">
    <w:name w:val="Пункт-6"/>
    <w:basedOn w:val="a1"/>
    <w:rsid w:val="00092765"/>
    <w:pPr>
      <w:tabs>
        <w:tab w:val="num" w:pos="1986"/>
      </w:tabs>
      <w:ind w:left="1" w:firstLine="709"/>
    </w:pPr>
    <w:rPr>
      <w:sz w:val="28"/>
      <w:szCs w:val="24"/>
    </w:rPr>
  </w:style>
  <w:style w:type="paragraph" w:customStyle="1" w:styleId="-7">
    <w:name w:val="Пункт-7"/>
    <w:basedOn w:val="a1"/>
    <w:rsid w:val="00092765"/>
    <w:pPr>
      <w:tabs>
        <w:tab w:val="num" w:pos="360"/>
      </w:tabs>
    </w:pPr>
    <w:rPr>
      <w:sz w:val="28"/>
      <w:szCs w:val="24"/>
    </w:rPr>
  </w:style>
  <w:style w:type="paragraph" w:customStyle="1" w:styleId="43">
    <w:name w:val="Пункт_4"/>
    <w:basedOn w:val="a1"/>
    <w:link w:val="44"/>
    <w:uiPriority w:val="99"/>
    <w:rsid w:val="00092765"/>
    <w:pPr>
      <w:ind w:left="720" w:hanging="360"/>
    </w:pPr>
    <w:rPr>
      <w:sz w:val="28"/>
      <w:lang w:val="x-none" w:eastAsia="x-none"/>
    </w:rPr>
  </w:style>
  <w:style w:type="paragraph" w:customStyle="1" w:styleId="24">
    <w:name w:val="Подзаголовок_2"/>
    <w:basedOn w:val="a1"/>
    <w:uiPriority w:val="99"/>
    <w:rsid w:val="00092765"/>
    <w:pPr>
      <w:keepNext/>
      <w:suppressAutoHyphens/>
      <w:spacing w:before="360" w:after="120"/>
      <w:ind w:left="720" w:hanging="360"/>
      <w:outlineLvl w:val="1"/>
    </w:pPr>
    <w:rPr>
      <w:b/>
      <w:sz w:val="32"/>
    </w:rPr>
  </w:style>
  <w:style w:type="character" w:customStyle="1" w:styleId="44">
    <w:name w:val="Пункт_4 Знак"/>
    <w:link w:val="43"/>
    <w:uiPriority w:val="99"/>
    <w:locked/>
    <w:rsid w:val="00092765"/>
    <w:rPr>
      <w:sz w:val="28"/>
      <w:lang w:val="x-none" w:eastAsia="x-none"/>
    </w:rPr>
  </w:style>
  <w:style w:type="paragraph" w:customStyle="1" w:styleId="52">
    <w:name w:val="Пункт_5"/>
    <w:basedOn w:val="a1"/>
    <w:uiPriority w:val="99"/>
    <w:rsid w:val="00092765"/>
    <w:pPr>
      <w:ind w:left="720" w:hanging="360"/>
    </w:pPr>
    <w:rPr>
      <w:sz w:val="28"/>
      <w:szCs w:val="24"/>
    </w:rPr>
  </w:style>
  <w:style w:type="paragraph" w:customStyle="1" w:styleId="14">
    <w:name w:val="Заголовок_1"/>
    <w:basedOn w:val="a1"/>
    <w:uiPriority w:val="99"/>
    <w:locked/>
    <w:rsid w:val="00092765"/>
    <w:pPr>
      <w:keepNext/>
      <w:keepLines/>
      <w:tabs>
        <w:tab w:val="num" w:pos="0"/>
        <w:tab w:val="num" w:pos="643"/>
      </w:tabs>
      <w:suppressAutoHyphens/>
      <w:spacing w:before="360" w:after="120"/>
      <w:ind w:left="643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210">
    <w:name w:val="Основной текст 21"/>
    <w:basedOn w:val="a1"/>
    <w:rsid w:val="00092765"/>
    <w:pPr>
      <w:widowControl w:val="0"/>
      <w:spacing w:before="120"/>
      <w:ind w:left="4395"/>
      <w:jc w:val="center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03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79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26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882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3003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58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yperlink" Target="mailto:zakupntpo@nornik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pirinSN@nornik.ru" TargetMode="Externa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yperlink" Target="https://nornickel.ru/suppliers/tenders/loca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nornickel.ru/suppliers/tenders/local/" TargetMode="External"/><Relationship Id="rId20" Type="http://schemas.openxmlformats.org/officeDocument/2006/relationships/hyperlink" Target="https://www.nornickel.ru/suppliers/tenders/instructions-and-templates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1.jpeg"/><Relationship Id="rId23" Type="http://schemas.openxmlformats.org/officeDocument/2006/relationships/fontTable" Target="fontTable.xml"/><Relationship Id="rId10" Type="http://schemas.openxmlformats.org/officeDocument/2006/relationships/styles" Target="styles.xml"/><Relationship Id="rId19" Type="http://schemas.openxmlformats.org/officeDocument/2006/relationships/hyperlink" Target="https://www.nornickel.ru/investors/disclosure/corporate-documents/?sphrase_id=3361501" TargetMode="Externa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hyperlink" Target="mailto:zakupntpo@nornik.r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grul.nalog.ru/index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\notesE97E9E\&#1064;&#1072;&#1073;&#1083;&#1086;&#1085;%20&#1053;&#1052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F80B8-9461-4B56-B4BA-0E54A89A57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C84629-3C85-45DC-8B19-45E8A01B6A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5C9F57-FFD4-463F-BF35-CA656FB03F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54170D-46F9-48F4-B42F-F614FA9468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0BB0D9C-A626-43E6-9C42-5230F3C70E4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69B0792-CFBF-4D60-9BC0-887CA37EF80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57B6045-622F-4E21-9205-BD8212474B36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A370335A-9800-4F68-898E-A11EAAF69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НМД.dot</Template>
  <TotalTime>270</TotalTime>
  <Pages>7</Pages>
  <Words>1902</Words>
  <Characters>14287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НМД</vt:lpstr>
    </vt:vector>
  </TitlesOfParts>
  <Company>MO GMK NN</Company>
  <LinksUpToDate>false</LinksUpToDate>
  <CharactersWithSpaces>16157</CharactersWithSpaces>
  <SharedDoc>false</SharedDoc>
  <HLinks>
    <vt:vector size="168" baseType="variant">
      <vt:variant>
        <vt:i4>2228269</vt:i4>
      </vt:variant>
      <vt:variant>
        <vt:i4>123</vt:i4>
      </vt:variant>
      <vt:variant>
        <vt:i4>0</vt:i4>
      </vt:variant>
      <vt:variant>
        <vt:i4>5</vt:i4>
      </vt:variant>
      <vt:variant>
        <vt:lpwstr>http://dic.academic.ru/dic.nsf/lower/18816</vt:lpwstr>
      </vt:variant>
      <vt:variant>
        <vt:lpwstr/>
      </vt:variant>
      <vt:variant>
        <vt:i4>3014689</vt:i4>
      </vt:variant>
      <vt:variant>
        <vt:i4>120</vt:i4>
      </vt:variant>
      <vt:variant>
        <vt:i4>0</vt:i4>
      </vt:variant>
      <vt:variant>
        <vt:i4>5</vt:i4>
      </vt:variant>
      <vt:variant>
        <vt:lpwstr>http://dic.academic.ru/dic.nsf/lower/16735</vt:lpwstr>
      </vt:variant>
      <vt:variant>
        <vt:lpwstr/>
      </vt:variant>
      <vt:variant>
        <vt:i4>1179710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_Toc384807923</vt:lpwstr>
      </vt:variant>
      <vt:variant>
        <vt:i4>1179710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_Toc384807921</vt:lpwstr>
      </vt:variant>
      <vt:variant>
        <vt:i4>1179710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_Toc384807920</vt:lpwstr>
      </vt:variant>
      <vt:variant>
        <vt:i4>1114174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_Toc384807919</vt:lpwstr>
      </vt:variant>
      <vt:variant>
        <vt:i4>1114174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_Toc384807918</vt:lpwstr>
      </vt:variant>
      <vt:variant>
        <vt:i4>1114174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_Toc384807916</vt:lpwstr>
      </vt:variant>
      <vt:variant>
        <vt:i4>1114174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_Toc384807915</vt:lpwstr>
      </vt:variant>
      <vt:variant>
        <vt:i4>1114174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_Toc384807912</vt:lpwstr>
      </vt:variant>
      <vt:variant>
        <vt:i4>1114174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_Toc384807911</vt:lpwstr>
      </vt:variant>
      <vt:variant>
        <vt:i4>1114174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_Toc384807910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_Toc384807909</vt:lpwstr>
      </vt:variant>
      <vt:variant>
        <vt:i4>1048638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_Toc384807908</vt:lpwstr>
      </vt:variant>
      <vt:variant>
        <vt:i4>1048638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_Toc384807907</vt:lpwstr>
      </vt:variant>
      <vt:variant>
        <vt:i4>1048638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_Toc384807902</vt:lpwstr>
      </vt:variant>
      <vt:variant>
        <vt:i4>1048638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_Toc384807901</vt:lpwstr>
      </vt:variant>
      <vt:variant>
        <vt:i4>1638463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_Toc384807899</vt:lpwstr>
      </vt:variant>
      <vt:variant>
        <vt:i4>1638463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_Toc384807897</vt:lpwstr>
      </vt:variant>
      <vt:variant>
        <vt:i4>1638463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_Toc384807895</vt:lpwstr>
      </vt:variant>
      <vt:variant>
        <vt:i4>1441855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_Toc384807865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_Toc384807861</vt:lpwstr>
      </vt:variant>
      <vt:variant>
        <vt:i4>1376319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_Toc384807859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_Toc384807848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_Toc384807835</vt:lpwstr>
      </vt:variant>
      <vt:variant>
        <vt:i4>1179711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_Toc384807826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_Toc384807825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_Toc384807823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НМД</dc:title>
  <dc:creator>GEF</dc:creator>
  <cp:lastModifiedBy>Иванова Ирина Вячеславовна</cp:lastModifiedBy>
  <cp:revision>29</cp:revision>
  <cp:lastPrinted>2021-06-18T09:41:00Z</cp:lastPrinted>
  <dcterms:created xsi:type="dcterms:W3CDTF">2025-03-11T05:40:00Z</dcterms:created>
  <dcterms:modified xsi:type="dcterms:W3CDTF">2025-06-16T04:36:00Z</dcterms:modified>
</cp:coreProperties>
</file>