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1837" w:rsidRPr="00B62FC3" w:rsidRDefault="00191837" w:rsidP="00DC44B7">
      <w:pPr>
        <w:spacing w:after="0" w:line="240" w:lineRule="auto"/>
        <w:jc w:val="center"/>
        <w:rPr>
          <w:rFonts w:ascii="Tahoma" w:hAnsi="Tahoma" w:cs="Tahoma"/>
          <w:b/>
        </w:rPr>
      </w:pPr>
      <w:r w:rsidRPr="00B62FC3">
        <w:rPr>
          <w:rFonts w:ascii="Tahoma" w:hAnsi="Tahoma" w:cs="Tahoma"/>
          <w:b/>
        </w:rPr>
        <w:t xml:space="preserve">Заявка на участие в закупочной процедуре по </w:t>
      </w:r>
      <w:r w:rsidR="00995911" w:rsidRPr="00B62FC3">
        <w:rPr>
          <w:rFonts w:ascii="Tahoma" w:hAnsi="Tahoma" w:cs="Tahoma"/>
          <w:b/>
        </w:rPr>
        <w:t>конкурсу</w:t>
      </w:r>
      <w:r w:rsidRPr="00B62FC3">
        <w:rPr>
          <w:rFonts w:ascii="Tahoma" w:hAnsi="Tahoma" w:cs="Tahoma"/>
          <w:b/>
        </w:rPr>
        <w:t xml:space="preserve"> </w:t>
      </w:r>
      <w:r w:rsidR="0076711F" w:rsidRPr="00B62FC3">
        <w:rPr>
          <w:rFonts w:ascii="Tahoma" w:hAnsi="Tahoma" w:cs="Tahoma"/>
          <w:b/>
        </w:rPr>
        <w:t>№</w:t>
      </w:r>
      <w:r w:rsidR="000311F2" w:rsidRPr="00D73165">
        <w:rPr>
          <w:rFonts w:ascii="Tahoma" w:hAnsi="Tahoma" w:cs="Tahoma"/>
          <w:b/>
          <w:szCs w:val="20"/>
        </w:rPr>
        <w:t>2004</w:t>
      </w:r>
      <w:r w:rsidR="006A7C26">
        <w:rPr>
          <w:rFonts w:ascii="Tahoma" w:hAnsi="Tahoma" w:cs="Tahoma"/>
          <w:b/>
          <w:szCs w:val="20"/>
        </w:rPr>
        <w:t>66</w:t>
      </w:r>
      <w:r w:rsidR="00FA7F19">
        <w:rPr>
          <w:rFonts w:ascii="Tahoma" w:hAnsi="Tahoma" w:cs="Tahoma"/>
          <w:b/>
          <w:szCs w:val="20"/>
        </w:rPr>
        <w:t>9</w:t>
      </w:r>
      <w:r w:rsidR="006A7C26">
        <w:rPr>
          <w:rFonts w:ascii="Tahoma" w:hAnsi="Tahoma" w:cs="Tahoma"/>
          <w:b/>
          <w:szCs w:val="20"/>
        </w:rPr>
        <w:t>0</w:t>
      </w:r>
      <w:r w:rsidR="00FA7F19">
        <w:rPr>
          <w:rFonts w:ascii="Tahoma" w:hAnsi="Tahoma" w:cs="Tahoma"/>
          <w:b/>
          <w:szCs w:val="20"/>
        </w:rPr>
        <w:t>УпрА</w:t>
      </w:r>
    </w:p>
    <w:p w:rsidR="00191837" w:rsidRPr="00B62FC3" w:rsidRDefault="00191837" w:rsidP="00DC44B7">
      <w:pPr>
        <w:spacing w:after="0" w:line="240" w:lineRule="auto"/>
        <w:rPr>
          <w:rFonts w:ascii="Tahoma" w:hAnsi="Tahoma" w:cs="Tahoma"/>
        </w:rPr>
      </w:pPr>
    </w:p>
    <w:p w:rsidR="00191837" w:rsidRPr="00B62FC3" w:rsidRDefault="00191837" w:rsidP="00DC44B7">
      <w:pPr>
        <w:spacing w:after="0" w:line="360" w:lineRule="auto"/>
        <w:rPr>
          <w:rFonts w:ascii="Tahoma" w:hAnsi="Tahoma" w:cs="Tahoma"/>
        </w:rPr>
      </w:pPr>
      <w:r w:rsidRPr="00B62FC3">
        <w:rPr>
          <w:rFonts w:ascii="Tahoma" w:hAnsi="Tahoma" w:cs="Tahoma"/>
        </w:rPr>
        <w:t>№____________ от 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Наименование организации _______________________________________________________</w:t>
      </w:r>
    </w:p>
    <w:p w:rsidR="00191837" w:rsidRPr="00B62FC3" w:rsidRDefault="00191837" w:rsidP="00DC44B7">
      <w:pPr>
        <w:shd w:val="clear" w:color="auto" w:fill="FFFFFF"/>
        <w:spacing w:after="0" w:line="360" w:lineRule="auto"/>
        <w:rPr>
          <w:rFonts w:ascii="Tahoma" w:hAnsi="Tahoma" w:cs="Tahoma"/>
          <w:color w:val="000000"/>
          <w:spacing w:val="-6"/>
        </w:rPr>
      </w:pPr>
      <w:r w:rsidRPr="00B62FC3">
        <w:rPr>
          <w:rFonts w:ascii="Tahoma" w:hAnsi="Tahoma" w:cs="Tahoma"/>
          <w:color w:val="000000"/>
          <w:spacing w:val="-6"/>
        </w:rPr>
        <w:t>ИНН _________________________________________________________________________  _</w:t>
      </w:r>
    </w:p>
    <w:p w:rsidR="003647C1" w:rsidRPr="00B62FC3" w:rsidRDefault="003647C1" w:rsidP="00DC44B7">
      <w:pPr>
        <w:spacing w:after="0" w:line="360" w:lineRule="auto"/>
        <w:jc w:val="both"/>
        <w:rPr>
          <w:rFonts w:ascii="Tahoma" w:hAnsi="Tahoma" w:cs="Tahoma"/>
          <w:color w:val="000000"/>
          <w:spacing w:val="-6"/>
          <w:u w:val="single"/>
        </w:rPr>
      </w:pPr>
      <w:r w:rsidRPr="00B62FC3">
        <w:rPr>
          <w:rFonts w:ascii="Tahoma" w:hAnsi="Tahoma" w:cs="Tahoma"/>
          <w:color w:val="000000"/>
          <w:spacing w:val="-6"/>
        </w:rPr>
        <w:t>Юридический адрес организации: __________________________________________</w:t>
      </w:r>
      <w:r w:rsidRPr="00B62FC3">
        <w:rPr>
          <w:rFonts w:ascii="Tahoma" w:hAnsi="Tahoma" w:cs="Tahoma"/>
          <w:color w:val="000000"/>
          <w:spacing w:val="-6"/>
          <w:u w:val="single"/>
        </w:rPr>
        <w:t xml:space="preserve">          </w:t>
      </w:r>
      <w:r w:rsidRPr="00B62FC3">
        <w:rPr>
          <w:rFonts w:ascii="Tahoma" w:hAnsi="Tahoma" w:cs="Tahoma"/>
          <w:color w:val="000000"/>
          <w:spacing w:val="-6"/>
        </w:rPr>
        <w:t>_</w:t>
      </w:r>
      <w:r w:rsidRPr="00B62FC3">
        <w:rPr>
          <w:rFonts w:ascii="Tahoma" w:hAnsi="Tahoma" w:cs="Tahoma"/>
          <w:color w:val="000000"/>
          <w:spacing w:val="-6"/>
          <w:u w:val="single"/>
        </w:rPr>
        <w:t xml:space="preserve">    </w:t>
      </w:r>
    </w:p>
    <w:p w:rsidR="003647C1" w:rsidRPr="00B62FC3" w:rsidRDefault="003647C1" w:rsidP="00DC44B7">
      <w:pPr>
        <w:spacing w:after="0" w:line="276" w:lineRule="auto"/>
        <w:jc w:val="both"/>
        <w:rPr>
          <w:rFonts w:ascii="Tahoma" w:hAnsi="Tahoma" w:cs="Tahoma"/>
          <w:i/>
        </w:rPr>
      </w:pPr>
      <w:r w:rsidRPr="00B62FC3">
        <w:rPr>
          <w:rFonts w:ascii="Tahoma" w:hAnsi="Tahoma" w:cs="Tahoma"/>
          <w:i/>
        </w:rPr>
        <w:t>«Подтверждаем участие в Закупочной процедуре</w:t>
      </w:r>
      <w:r w:rsidR="00C46CA8" w:rsidRPr="00B62FC3">
        <w:rPr>
          <w:rFonts w:ascii="Tahoma" w:hAnsi="Tahoma" w:cs="Tahoma"/>
          <w:i/>
        </w:rPr>
        <w:t>,</w:t>
      </w:r>
      <w:r w:rsidRPr="00B62FC3">
        <w:rPr>
          <w:rFonts w:ascii="Tahoma" w:hAnsi="Tahoma" w:cs="Tahoma"/>
          <w:i/>
        </w:rPr>
        <w:t xml:space="preserve"> в соответствии</w:t>
      </w:r>
      <w:r w:rsidR="00995911" w:rsidRPr="00B62FC3">
        <w:rPr>
          <w:rFonts w:ascii="Tahoma" w:hAnsi="Tahoma" w:cs="Tahoma"/>
          <w:i/>
        </w:rPr>
        <w:t xml:space="preserve"> с предъявленными в Приглашении </w:t>
      </w:r>
      <w:r w:rsidRPr="00B62FC3">
        <w:rPr>
          <w:rFonts w:ascii="Tahoma" w:hAnsi="Tahoma" w:cs="Tahoma"/>
          <w:i/>
        </w:rPr>
        <w:t>требованиями, а также выражаем свое согласие на участие в процедуре в соответствии с указанными требованиями. Со следующими условиями проведения Закупочной процедуры согласны:</w:t>
      </w:r>
    </w:p>
    <w:tbl>
      <w:tblPr>
        <w:tblpPr w:leftFromText="180" w:rightFromText="180" w:vertAnchor="text" w:horzAnchor="margin" w:tblpY="163"/>
        <w:tblW w:w="99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6" w:type="dxa"/>
          <w:left w:w="130" w:type="dxa"/>
          <w:bottom w:w="86" w:type="dxa"/>
          <w:right w:w="130" w:type="dxa"/>
        </w:tblCellMar>
        <w:tblLook w:val="04A0" w:firstRow="1" w:lastRow="0" w:firstColumn="1" w:lastColumn="0" w:noHBand="0" w:noVBand="1"/>
      </w:tblPr>
      <w:tblGrid>
        <w:gridCol w:w="7083"/>
        <w:gridCol w:w="2828"/>
      </w:tblGrid>
      <w:tr w:rsidR="003647C1" w:rsidRPr="00251161" w:rsidTr="00251161">
        <w:trPr>
          <w:trHeight w:val="472"/>
        </w:trPr>
        <w:tc>
          <w:tcPr>
            <w:tcW w:w="7083" w:type="dxa"/>
            <w:shd w:val="clear" w:color="auto" w:fill="auto"/>
          </w:tcPr>
          <w:p w:rsidR="003647C1" w:rsidRPr="00251161" w:rsidRDefault="003647C1" w:rsidP="00B10922">
            <w:pPr>
              <w:pStyle w:val="ae"/>
              <w:numPr>
                <w:ilvl w:val="0"/>
                <w:numId w:val="28"/>
              </w:numPr>
              <w:tabs>
                <w:tab w:val="left" w:pos="307"/>
              </w:tabs>
              <w:ind w:hanging="719"/>
              <w:rPr>
                <w:rFonts w:ascii="Tahoma" w:hAnsi="Tahoma" w:cs="Tahoma"/>
                <w:b/>
                <w:sz w:val="22"/>
                <w:szCs w:val="22"/>
              </w:rPr>
            </w:pPr>
            <w:r w:rsidRPr="00251161">
              <w:rPr>
                <w:rFonts w:ascii="Tahoma" w:hAnsi="Tahoma" w:cs="Tahoma"/>
                <w:sz w:val="22"/>
                <w:szCs w:val="22"/>
              </w:rPr>
              <w:t>Предмет закупки</w:t>
            </w:r>
            <w:r w:rsidR="0027492F" w:rsidRPr="00251161">
              <w:rPr>
                <w:rFonts w:ascii="Tahoma" w:hAnsi="Tahoma" w:cs="Tahoma"/>
                <w:sz w:val="22"/>
                <w:szCs w:val="22"/>
              </w:rPr>
              <w:t>.</w:t>
            </w:r>
          </w:p>
          <w:p w:rsidR="003647C1" w:rsidRPr="00E43F2E" w:rsidRDefault="00FA7F19" w:rsidP="00B10922">
            <w:pPr>
              <w:spacing w:after="0" w:line="240" w:lineRule="auto"/>
              <w:jc w:val="both"/>
              <w:rPr>
                <w:rFonts w:ascii="Tahoma" w:hAnsi="Tahoma" w:cs="Tahoma"/>
              </w:rPr>
            </w:pPr>
            <w:r w:rsidRPr="00FA7F19">
              <w:rPr>
                <w:rFonts w:ascii="Tahoma" w:hAnsi="Tahoma" w:cs="Tahoma"/>
              </w:rPr>
              <w:t>Монтаж пробоотборной системы газового анализа водорода ХМЦ, пл. Мончегорск, в соответствии с техническим заданием № 20.05УпрА</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3647C1" w:rsidRPr="00251161" w:rsidTr="00251161">
        <w:trPr>
          <w:trHeight w:val="604"/>
        </w:trPr>
        <w:tc>
          <w:tcPr>
            <w:tcW w:w="7083" w:type="dxa"/>
            <w:shd w:val="clear" w:color="auto" w:fill="auto"/>
          </w:tcPr>
          <w:p w:rsidR="003647C1" w:rsidRPr="00251161" w:rsidRDefault="003647C1" w:rsidP="00B10922">
            <w:pPr>
              <w:pStyle w:val="ae"/>
              <w:numPr>
                <w:ilvl w:val="0"/>
                <w:numId w:val="28"/>
              </w:numPr>
              <w:ind w:hanging="719"/>
              <w:rPr>
                <w:rFonts w:ascii="Tahoma" w:hAnsi="Tahoma" w:cs="Tahoma"/>
                <w:sz w:val="22"/>
                <w:szCs w:val="22"/>
              </w:rPr>
            </w:pPr>
            <w:r w:rsidRPr="00251161">
              <w:rPr>
                <w:rFonts w:ascii="Tahoma" w:hAnsi="Tahoma" w:cs="Tahoma"/>
                <w:sz w:val="22"/>
                <w:szCs w:val="22"/>
              </w:rPr>
              <w:t>График / Срок выполнения работ.</w:t>
            </w:r>
          </w:p>
          <w:p w:rsidR="00DC762F" w:rsidRPr="00251161" w:rsidRDefault="00DC762F" w:rsidP="00B10922">
            <w:pPr>
              <w:pStyle w:val="ae"/>
              <w:ind w:left="0"/>
              <w:rPr>
                <w:rFonts w:ascii="Tahoma" w:hAnsi="Tahoma" w:cs="Tahoma"/>
                <w:sz w:val="22"/>
                <w:szCs w:val="22"/>
              </w:rPr>
            </w:pPr>
          </w:p>
          <w:p w:rsidR="003647C1" w:rsidRPr="00251161" w:rsidRDefault="006A7C26" w:rsidP="00FA7F19">
            <w:pPr>
              <w:spacing w:after="0" w:line="240" w:lineRule="auto"/>
              <w:jc w:val="both"/>
              <w:rPr>
                <w:rFonts w:ascii="Tahoma" w:hAnsi="Tahoma" w:cs="Tahoma"/>
                <w:b/>
              </w:rPr>
            </w:pPr>
            <w:r>
              <w:rPr>
                <w:rFonts w:ascii="Tahoma" w:hAnsi="Tahoma" w:cs="Tahoma"/>
                <w:b/>
                <w:spacing w:val="-5"/>
              </w:rPr>
              <w:t xml:space="preserve">С даты заключения договора, </w:t>
            </w:r>
            <w:r w:rsidR="00FA7F19">
              <w:rPr>
                <w:rFonts w:ascii="Tahoma" w:hAnsi="Tahoma" w:cs="Tahoma"/>
                <w:b/>
                <w:spacing w:val="-5"/>
              </w:rPr>
              <w:t>до 15.11.2025г.</w:t>
            </w:r>
          </w:p>
        </w:tc>
        <w:tc>
          <w:tcPr>
            <w:tcW w:w="2828" w:type="dxa"/>
            <w:shd w:val="clear" w:color="auto" w:fill="auto"/>
          </w:tcPr>
          <w:p w:rsidR="003647C1" w:rsidRPr="00251161" w:rsidRDefault="003647C1" w:rsidP="00251161">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127FD3">
        <w:trPr>
          <w:trHeight w:val="29"/>
        </w:trPr>
        <w:tc>
          <w:tcPr>
            <w:tcW w:w="7083" w:type="dxa"/>
            <w:shd w:val="clear" w:color="auto" w:fill="auto"/>
          </w:tcPr>
          <w:p w:rsidR="00B81A28" w:rsidRPr="00251161" w:rsidRDefault="00B81A28" w:rsidP="00B81A28">
            <w:pPr>
              <w:pStyle w:val="ae"/>
              <w:numPr>
                <w:ilvl w:val="0"/>
                <w:numId w:val="28"/>
              </w:numPr>
              <w:ind w:hanging="719"/>
              <w:rPr>
                <w:rFonts w:ascii="Tahoma" w:hAnsi="Tahoma" w:cs="Tahoma"/>
                <w:sz w:val="22"/>
                <w:szCs w:val="22"/>
              </w:rPr>
            </w:pPr>
            <w:r w:rsidRPr="00251161">
              <w:rPr>
                <w:rFonts w:ascii="Tahoma" w:hAnsi="Tahoma" w:cs="Tahoma"/>
                <w:sz w:val="22"/>
                <w:szCs w:val="22"/>
              </w:rPr>
              <w:t>Базис поставки</w:t>
            </w:r>
          </w:p>
        </w:tc>
        <w:tc>
          <w:tcPr>
            <w:tcW w:w="2828" w:type="dxa"/>
            <w:shd w:val="clear" w:color="auto" w:fill="auto"/>
            <w:vAlign w:val="center"/>
          </w:tcPr>
          <w:p w:rsidR="00B81A28" w:rsidRPr="00731564" w:rsidRDefault="006A7C26" w:rsidP="00B81A28">
            <w:pPr>
              <w:spacing w:after="0" w:line="240" w:lineRule="auto"/>
              <w:jc w:val="both"/>
              <w:rPr>
                <w:rFonts w:ascii="Tahoma" w:hAnsi="Tahoma" w:cs="Tahoma"/>
              </w:rPr>
            </w:pPr>
            <w:r>
              <w:rPr>
                <w:rFonts w:ascii="Tahoma" w:hAnsi="Tahoma" w:cs="Tahoma"/>
                <w:szCs w:val="18"/>
              </w:rPr>
              <w:t>Пл. Мончегорск</w:t>
            </w:r>
          </w:p>
        </w:tc>
      </w:tr>
      <w:tr w:rsidR="00B81A28" w:rsidRPr="00251161" w:rsidTr="00251161">
        <w:trPr>
          <w:trHeight w:val="559"/>
        </w:trPr>
        <w:tc>
          <w:tcPr>
            <w:tcW w:w="7083" w:type="dxa"/>
            <w:shd w:val="clear" w:color="auto" w:fill="auto"/>
          </w:tcPr>
          <w:p w:rsidR="00FA7F19" w:rsidRPr="00512111" w:rsidRDefault="00B81A28" w:rsidP="00FA7F19">
            <w:pPr>
              <w:spacing w:after="0" w:line="240" w:lineRule="auto"/>
              <w:jc w:val="both"/>
              <w:rPr>
                <w:rFonts w:ascii="Tahoma" w:hAnsi="Tahoma" w:cs="Tahoma"/>
              </w:rPr>
            </w:pPr>
            <w:r>
              <w:rPr>
                <w:rFonts w:ascii="Tahoma" w:hAnsi="Tahoma" w:cs="Tahoma"/>
              </w:rPr>
              <w:t xml:space="preserve">4. </w:t>
            </w:r>
            <w:r w:rsidRPr="00251161">
              <w:rPr>
                <w:rFonts w:ascii="Tahoma" w:hAnsi="Tahoma" w:cs="Tahoma"/>
              </w:rPr>
              <w:t>Форма, условия и сроки оплаты.</w:t>
            </w:r>
            <w:r w:rsidRPr="00251161">
              <w:rPr>
                <w:rFonts w:ascii="Tahoma" w:hAnsi="Tahoma" w:cs="Tahoma"/>
              </w:rPr>
              <w:br/>
              <w:t xml:space="preserve"> </w:t>
            </w:r>
            <w:r w:rsidRPr="00B81A28">
              <w:rPr>
                <w:rFonts w:ascii="Tahoma" w:eastAsia="Calibri" w:hAnsi="Tahoma" w:cs="Tahoma"/>
                <w:sz w:val="20"/>
                <w:szCs w:val="20"/>
                <w:lang w:eastAsia="ru-RU"/>
              </w:rPr>
              <w:t xml:space="preserve"> </w:t>
            </w:r>
            <w:r w:rsidR="00FA7F19" w:rsidRPr="00512111">
              <w:rPr>
                <w:rFonts w:ascii="Tahoma" w:hAnsi="Tahoma" w:cs="Tahoma"/>
              </w:rPr>
              <w:t xml:space="preserve"> Расчеты осуществляются в безналичной форме.</w:t>
            </w:r>
          </w:p>
          <w:p w:rsidR="00FA7F19" w:rsidRPr="00512111" w:rsidRDefault="00FA7F19" w:rsidP="00FA7F19">
            <w:pPr>
              <w:spacing w:after="0" w:line="240" w:lineRule="auto"/>
              <w:jc w:val="both"/>
              <w:rPr>
                <w:rFonts w:ascii="Tahoma" w:hAnsi="Tahoma" w:cs="Tahoma"/>
              </w:rPr>
            </w:pPr>
            <w:r w:rsidRPr="00512111">
              <w:rPr>
                <w:rFonts w:ascii="Tahoma" w:hAnsi="Tahoma" w:cs="Tahoma"/>
              </w:rPr>
              <w:t>Без авансирования. Оплата выполненных работ осуществляется:</w:t>
            </w:r>
          </w:p>
          <w:p w:rsidR="00FA7F19" w:rsidRPr="00512111" w:rsidRDefault="00FA7F19" w:rsidP="00FA7F19">
            <w:pPr>
              <w:spacing w:after="0" w:line="240" w:lineRule="auto"/>
              <w:jc w:val="both"/>
              <w:rPr>
                <w:rFonts w:ascii="Tahoma" w:hAnsi="Tahoma" w:cs="Tahoma"/>
              </w:rPr>
            </w:pPr>
            <w:r w:rsidRPr="00512111">
              <w:rPr>
                <w:rFonts w:ascii="Tahoma" w:hAnsi="Tahoma" w:cs="Tahoma"/>
              </w:rPr>
              <w:t>- в размере 90% стоимости выполненных работ по смете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за отчетный период;</w:t>
            </w:r>
          </w:p>
          <w:p w:rsidR="00B81A28" w:rsidRPr="000311F2" w:rsidRDefault="00FA7F19" w:rsidP="00FA7F19">
            <w:pPr>
              <w:spacing w:after="0" w:line="240" w:lineRule="auto"/>
              <w:jc w:val="both"/>
              <w:rPr>
                <w:rFonts w:ascii="Tahoma" w:hAnsi="Tahoma" w:cs="Tahoma"/>
                <w:i/>
              </w:rPr>
            </w:pPr>
            <w:r w:rsidRPr="00512111">
              <w:rPr>
                <w:rFonts w:ascii="Tahoma" w:hAnsi="Tahoma" w:cs="Tahoma"/>
              </w:rPr>
              <w:t>- в размере 10% стоимости выполненных работ (гарантийное удержание) в первый рабочий четверг после истечения 30 (тридцати) календарных дней от даты получения Заказчиком от Подрядчика оригиналов документов на оплату, выставленных на основании подписанных Сторонами актов выполненных работ по всему объему работ.</w:t>
            </w:r>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0" w:firstLine="0"/>
              <w:rPr>
                <w:rFonts w:ascii="Tahoma" w:hAnsi="Tahoma" w:cs="Tahoma"/>
                <w:sz w:val="22"/>
                <w:szCs w:val="22"/>
              </w:rPr>
            </w:pPr>
            <w:r w:rsidRPr="00251161">
              <w:rPr>
                <w:rFonts w:ascii="Tahoma" w:hAnsi="Tahoma" w:cs="Tahoma"/>
                <w:sz w:val="22"/>
                <w:szCs w:val="22"/>
              </w:rPr>
              <w:t>Обязательные специальные требования Заказчика:</w:t>
            </w:r>
          </w:p>
          <w:p w:rsidR="00B81A28" w:rsidRPr="00251161" w:rsidRDefault="00B81A28" w:rsidP="00B81A28">
            <w:pPr>
              <w:pStyle w:val="ae"/>
              <w:ind w:left="360"/>
              <w:rPr>
                <w:rFonts w:ascii="Tahoma" w:hAnsi="Tahoma" w:cs="Tahoma"/>
                <w:sz w:val="22"/>
                <w:szCs w:val="22"/>
              </w:rPr>
            </w:pPr>
          </w:p>
          <w:p w:rsidR="00B81A28" w:rsidRPr="00251161" w:rsidRDefault="00B81A28" w:rsidP="00B81A28">
            <w:pPr>
              <w:spacing w:after="0" w:line="240" w:lineRule="auto"/>
              <w:jc w:val="both"/>
              <w:rPr>
                <w:rFonts w:ascii="Tahoma" w:hAnsi="Tahoma" w:cs="Tahoma"/>
                <w:spacing w:val="-5"/>
              </w:rPr>
            </w:pPr>
            <w:r w:rsidRPr="00251161">
              <w:rPr>
                <w:rFonts w:ascii="Tahoma" w:hAnsi="Tahoma" w:cs="Tahoma"/>
                <w:spacing w:val="-5"/>
              </w:rPr>
              <w:t xml:space="preserve">- Согласие с условиями (в т.ч. с включением их в договор) в области </w:t>
            </w:r>
            <w:r w:rsidRPr="00251161">
              <w:rPr>
                <w:rFonts w:ascii="Tahoma" w:hAnsi="Tahoma" w:cs="Tahoma"/>
                <w:b/>
                <w:spacing w:val="-5"/>
              </w:rPr>
              <w:t>ПБ и ОТ, ООС</w:t>
            </w:r>
            <w:r w:rsidRPr="00251161">
              <w:rPr>
                <w:rFonts w:ascii="Tahoma" w:hAnsi="Tahoma" w:cs="Tahoma"/>
                <w:spacing w:val="-5"/>
              </w:rPr>
              <w:t>, указанные в Приложении №</w:t>
            </w:r>
            <w:r w:rsidR="002C2475">
              <w:rPr>
                <w:rFonts w:ascii="Tahoma" w:hAnsi="Tahoma" w:cs="Tahoma"/>
                <w:spacing w:val="-5"/>
              </w:rPr>
              <w:t xml:space="preserve"> 7</w:t>
            </w:r>
            <w:bookmarkStart w:id="0" w:name="_GoBack"/>
            <w:bookmarkEnd w:id="0"/>
            <w:r w:rsidRPr="00251161">
              <w:rPr>
                <w:rFonts w:ascii="Tahoma" w:hAnsi="Tahoma" w:cs="Tahoma"/>
                <w:spacing w:val="-5"/>
              </w:rPr>
              <w:t xml:space="preserve"> к настоящему Приглашению</w:t>
            </w:r>
          </w:p>
          <w:p w:rsidR="00B81A28" w:rsidRDefault="00B81A28" w:rsidP="00B81A28">
            <w:pPr>
              <w:jc w:val="both"/>
              <w:rPr>
                <w:rFonts w:ascii="Tahoma" w:hAnsi="Tahoma" w:cs="Tahoma"/>
                <w:spacing w:val="-5"/>
              </w:rPr>
            </w:pPr>
            <w:r w:rsidRPr="00251161">
              <w:rPr>
                <w:rFonts w:ascii="Tahoma" w:hAnsi="Tahoma" w:cs="Tahoma"/>
                <w:spacing w:val="-5"/>
              </w:rPr>
              <w:t xml:space="preserve">- Соответствие </w:t>
            </w:r>
            <w:r w:rsidRPr="00251161">
              <w:rPr>
                <w:rFonts w:ascii="Tahoma" w:hAnsi="Tahoma" w:cs="Tahoma"/>
                <w:b/>
                <w:spacing w:val="-5"/>
              </w:rPr>
              <w:t>техническому заданию</w:t>
            </w:r>
            <w:r w:rsidRPr="00251161">
              <w:rPr>
                <w:rFonts w:ascii="Tahoma" w:hAnsi="Tahoma" w:cs="Tahoma"/>
                <w:spacing w:val="-5"/>
              </w:rPr>
              <w:t xml:space="preserve"> (Приложение №</w:t>
            </w:r>
            <w:r w:rsidR="002C2475">
              <w:rPr>
                <w:rFonts w:ascii="Tahoma" w:hAnsi="Tahoma" w:cs="Tahoma"/>
                <w:spacing w:val="-5"/>
              </w:rPr>
              <w:t xml:space="preserve"> </w:t>
            </w:r>
            <w:r w:rsidRPr="00251161">
              <w:rPr>
                <w:rFonts w:ascii="Tahoma" w:hAnsi="Tahoma" w:cs="Tahoma"/>
                <w:spacing w:val="-5"/>
              </w:rPr>
              <w:t xml:space="preserve">1 к настоящему Приглашению) </w:t>
            </w:r>
          </w:p>
          <w:p w:rsidR="00B81A28" w:rsidRPr="00251161" w:rsidRDefault="00B81A28" w:rsidP="002C2475">
            <w:pPr>
              <w:jc w:val="both"/>
              <w:rPr>
                <w:rFonts w:ascii="Tahoma" w:hAnsi="Tahoma" w:cs="Tahoma"/>
              </w:rPr>
            </w:pPr>
            <w:r w:rsidRPr="00787E35">
              <w:rPr>
                <w:rFonts w:ascii="Tahoma" w:hAnsi="Tahoma" w:cs="Tahoma"/>
                <w:spacing w:val="-5"/>
              </w:rPr>
              <w:t xml:space="preserve">- Согласие с условиями </w:t>
            </w:r>
            <w:r w:rsidRPr="00787E35">
              <w:rPr>
                <w:rFonts w:ascii="Tahoma" w:hAnsi="Tahoma" w:cs="Tahoma"/>
                <w:b/>
                <w:spacing w:val="-5"/>
              </w:rPr>
              <w:t>проекта договора</w:t>
            </w:r>
            <w:r w:rsidRPr="00787E35">
              <w:rPr>
                <w:rFonts w:ascii="Tahoma" w:hAnsi="Tahoma" w:cs="Tahoma"/>
                <w:spacing w:val="-5"/>
              </w:rPr>
              <w:t xml:space="preserve"> (Приложение №</w:t>
            </w:r>
            <w:r w:rsidR="002C2475">
              <w:rPr>
                <w:rFonts w:ascii="Tahoma" w:hAnsi="Tahoma" w:cs="Tahoma"/>
                <w:spacing w:val="-5"/>
              </w:rPr>
              <w:t xml:space="preserve"> 6</w:t>
            </w:r>
            <w:r w:rsidRPr="00787E35">
              <w:rPr>
                <w:rFonts w:ascii="Tahoma" w:hAnsi="Tahoma" w:cs="Tahoma"/>
                <w:spacing w:val="-5"/>
              </w:rPr>
              <w:t xml:space="preserve"> к настоящему Приглашению)</w:t>
            </w:r>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285" w:hanging="284"/>
              <w:rPr>
                <w:rFonts w:ascii="Tahoma" w:hAnsi="Tahoma" w:cs="Tahoma"/>
                <w:sz w:val="22"/>
                <w:szCs w:val="22"/>
              </w:rPr>
            </w:pPr>
            <w:r w:rsidRPr="00251161">
              <w:rPr>
                <w:rFonts w:ascii="Tahoma" w:hAnsi="Tahoma" w:cs="Tahoma"/>
                <w:sz w:val="22"/>
                <w:szCs w:val="22"/>
              </w:rPr>
              <w:t>Иные специальные требования Заказчика:</w:t>
            </w:r>
          </w:p>
          <w:p w:rsidR="00B81A28" w:rsidRPr="00251161" w:rsidRDefault="00B81A28" w:rsidP="00B81A28">
            <w:pPr>
              <w:pStyle w:val="ae"/>
              <w:spacing w:line="252" w:lineRule="auto"/>
              <w:ind w:left="0"/>
              <w:rPr>
                <w:rFonts w:ascii="Tahoma" w:hAnsi="Tahoma" w:cs="Tahoma"/>
                <w:sz w:val="22"/>
                <w:szCs w:val="22"/>
              </w:rPr>
            </w:pPr>
            <w:r w:rsidRPr="00251161">
              <w:rPr>
                <w:rFonts w:ascii="Tahoma" w:hAnsi="Tahoma" w:cs="Tahoma"/>
                <w:sz w:val="22"/>
                <w:szCs w:val="22"/>
              </w:rPr>
              <w:t xml:space="preserve">- Обязательное ознакомление и изучение, размещенных на сайте </w:t>
            </w:r>
            <w:hyperlink r:id="rId8" w:history="1">
              <w:r w:rsidRPr="00251161">
                <w:rPr>
                  <w:rStyle w:val="a5"/>
                  <w:rFonts w:ascii="Tahoma" w:hAnsi="Tahoma" w:cs="Tahoma"/>
                  <w:sz w:val="22"/>
                  <w:szCs w:val="22"/>
                </w:rPr>
                <w:t>https://www.kolagmk.ru/suppliers/how-to-become-a-supplier/</w:t>
              </w:r>
            </w:hyperlink>
            <w:r w:rsidRPr="00251161">
              <w:rPr>
                <w:rFonts w:ascii="Tahoma" w:hAnsi="Tahoma" w:cs="Tahoma"/>
                <w:sz w:val="22"/>
                <w:szCs w:val="22"/>
              </w:rPr>
              <w:t xml:space="preserve"> документации «Рекомендации по определению сметной стоимости, </w:t>
            </w:r>
            <w:r w:rsidRPr="00251161">
              <w:rPr>
                <w:rFonts w:ascii="Tahoma" w:hAnsi="Tahoma" w:cs="Tahoma"/>
                <w:sz w:val="22"/>
                <w:szCs w:val="22"/>
              </w:rPr>
              <w:lastRenderedPageBreak/>
              <w:t>выполняемых внешними подрядными организациями, на объектах АО «Кольская ГМК» и дочерних обществ в текущем году»;</w:t>
            </w:r>
          </w:p>
          <w:p w:rsidR="00B81A28" w:rsidRPr="00251161" w:rsidRDefault="00B81A28" w:rsidP="00B81A28">
            <w:pPr>
              <w:tabs>
                <w:tab w:val="left" w:pos="-2268"/>
                <w:tab w:val="left" w:pos="284"/>
              </w:tabs>
              <w:spacing w:before="120" w:line="276" w:lineRule="auto"/>
              <w:contextualSpacing/>
              <w:jc w:val="both"/>
              <w:rPr>
                <w:rFonts w:ascii="Tahoma" w:hAnsi="Tahoma" w:cs="Tahoma"/>
              </w:rPr>
            </w:pPr>
            <w:r w:rsidRPr="00251161">
              <w:rPr>
                <w:rFonts w:ascii="Tahoma" w:hAnsi="Tahoma" w:cs="Tahoma"/>
              </w:rPr>
              <w:t xml:space="preserve">- Обязательное ознакомление и изучение документации для контрагентов, а также с условиями участия в торгах, размещенных на сайте </w:t>
            </w:r>
            <w:hyperlink r:id="rId9" w:history="1">
              <w:r w:rsidRPr="00251161">
                <w:rPr>
                  <w:rStyle w:val="a5"/>
                  <w:rFonts w:ascii="Tahoma" w:hAnsi="Tahoma" w:cs="Tahoma"/>
                </w:rPr>
                <w:t>https://www.kolagmk.ru/suppliers/how-to-become-a-supplier/</w:t>
              </w:r>
            </w:hyperlink>
          </w:p>
          <w:p w:rsidR="00B81A28" w:rsidRPr="0062439D" w:rsidRDefault="00B81A28" w:rsidP="00B81A28">
            <w:pPr>
              <w:jc w:val="both"/>
              <w:rPr>
                <w:rFonts w:ascii="Tahoma" w:eastAsia="Times New Roman" w:hAnsi="Tahoma" w:cs="Tahoma"/>
                <w:color w:val="0000FF"/>
                <w:u w:val="single"/>
              </w:rPr>
            </w:pPr>
            <w:r>
              <w:rPr>
                <w:rFonts w:ascii="Tahoma" w:hAnsi="Tahoma" w:cs="Tahoma"/>
              </w:rPr>
              <w:t>- Обязательное согласие с Общими условия договоров  размещенных</w:t>
            </w:r>
            <w:r w:rsidRPr="00D569F9">
              <w:rPr>
                <w:rFonts w:ascii="Tahoma" w:hAnsi="Tahoma" w:cs="Tahoma"/>
              </w:rPr>
              <w:t xml:space="preserve"> на официальном сайте ПАО «ГМК «Норильский никель» по адресу: </w:t>
            </w:r>
            <w:hyperlink r:id="rId10" w:anchor="obshchie-usloviya-dogovorov" w:history="1">
              <w:r w:rsidRPr="00D569F9">
                <w:rPr>
                  <w:rFonts w:ascii="Tahoma" w:eastAsia="Times New Roman" w:hAnsi="Tahoma" w:cs="Tahoma"/>
                  <w:color w:val="0000FF"/>
                  <w:u w:val="single"/>
                </w:rPr>
                <w:t>https://www.nornickel.ru/suppliers/contractual-documentation/#obshchie-usloviya-dogovorov</w:t>
              </w:r>
            </w:hyperlink>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lastRenderedPageBreak/>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0" w:firstLine="1"/>
              <w:rPr>
                <w:rFonts w:ascii="Tahoma" w:hAnsi="Tahoma" w:cs="Tahoma"/>
                <w:sz w:val="22"/>
                <w:szCs w:val="22"/>
              </w:rPr>
            </w:pPr>
            <w:r w:rsidRPr="00251161">
              <w:rPr>
                <w:rFonts w:ascii="Tahoma" w:hAnsi="Tahoma" w:cs="Tahoma"/>
                <w:sz w:val="22"/>
                <w:szCs w:val="22"/>
              </w:rPr>
              <w:t>Требование о представлении документов, подтверждающих благонадежность:</w:t>
            </w:r>
          </w:p>
          <w:p w:rsidR="00B81A28" w:rsidRPr="00251161" w:rsidRDefault="00B81A28" w:rsidP="00B81A28">
            <w:pPr>
              <w:spacing w:after="0" w:line="240" w:lineRule="auto"/>
              <w:ind w:firstLine="1"/>
              <w:jc w:val="both"/>
              <w:rPr>
                <w:rFonts w:ascii="Tahoma" w:hAnsi="Tahoma" w:cs="Tahoma"/>
                <w:spacing w:val="-5"/>
              </w:rPr>
            </w:pPr>
            <w:r w:rsidRPr="00251161">
              <w:rPr>
                <w:rFonts w:ascii="Tahoma" w:hAnsi="Tahoma" w:cs="Tahoma"/>
                <w:spacing w:val="-5"/>
              </w:rPr>
              <w:t>- бухгалтерский баланс, отчет о финансовых результатах за последний отчетный период (копия, заверенная уполномоченным лицом или главным бухгалтером Поставщика с указанием даты заверения;</w:t>
            </w:r>
          </w:p>
          <w:p w:rsidR="00B81A28" w:rsidRPr="00251161" w:rsidRDefault="00B81A28" w:rsidP="00B81A28">
            <w:pPr>
              <w:ind w:firstLine="1"/>
              <w:jc w:val="both"/>
              <w:rPr>
                <w:rFonts w:ascii="Tahoma" w:hAnsi="Tahoma" w:cs="Tahoma"/>
              </w:rPr>
            </w:pPr>
            <w:r w:rsidRPr="00251161">
              <w:rPr>
                <w:rFonts w:ascii="Tahoma" w:hAnsi="Tahoma" w:cs="Tahoma"/>
                <w:spacing w:val="-5"/>
              </w:rPr>
              <w:t>- справка об исполнении налогоплательщиком (плательщиком сборов, налоговым агентом) обязанности по уплате налогов, сборов, пеней, штрафов, выданную не ранее, чем за три месяца до даты подачи Заявки на участие в закупочной процедуре по форме, утверждённой соответствующим приказом ФНС России.</w:t>
            </w:r>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0" w:firstLine="1"/>
              <w:rPr>
                <w:rFonts w:ascii="Tahoma" w:hAnsi="Tahoma" w:cs="Tahoma"/>
                <w:sz w:val="22"/>
                <w:szCs w:val="22"/>
              </w:rPr>
            </w:pPr>
            <w:r w:rsidRPr="00251161">
              <w:rPr>
                <w:rFonts w:ascii="Tahoma" w:hAnsi="Tahoma" w:cs="Tahoma"/>
                <w:sz w:val="22"/>
                <w:szCs w:val="22"/>
              </w:rPr>
              <w:t>Условия ответственности за нарушение обязательств, применимое право и подсудность.</w:t>
            </w:r>
            <w:r w:rsidRPr="00251161">
              <w:rPr>
                <w:rFonts w:ascii="Tahoma" w:hAnsi="Tahoma" w:cs="Tahoma"/>
                <w:sz w:val="22"/>
                <w:szCs w:val="22"/>
              </w:rPr>
              <w:br/>
            </w:r>
          </w:p>
          <w:p w:rsidR="00B81A28" w:rsidRPr="00251161" w:rsidRDefault="00B81A28" w:rsidP="00B81A28">
            <w:pPr>
              <w:spacing w:after="0" w:line="240" w:lineRule="auto"/>
              <w:ind w:firstLine="1"/>
              <w:jc w:val="both"/>
              <w:rPr>
                <w:rFonts w:ascii="Tahoma" w:hAnsi="Tahoma" w:cs="Tahoma"/>
              </w:rPr>
            </w:pPr>
            <w:r w:rsidRPr="00251161">
              <w:rPr>
                <w:rFonts w:ascii="Tahoma" w:hAnsi="Tahoma" w:cs="Tahoma"/>
              </w:rPr>
              <w:t>Применимым правом является материальное и процессуальное право Российской Федерации.</w:t>
            </w:r>
          </w:p>
          <w:p w:rsidR="00B81A28" w:rsidRPr="00251161" w:rsidRDefault="00B81A28" w:rsidP="00B81A28">
            <w:pPr>
              <w:spacing w:after="0" w:line="240" w:lineRule="auto"/>
              <w:ind w:firstLine="1"/>
              <w:jc w:val="both"/>
              <w:rPr>
                <w:rFonts w:ascii="Tahoma" w:hAnsi="Tahoma" w:cs="Tahoma"/>
              </w:rPr>
            </w:pPr>
            <w:r w:rsidRPr="00251161">
              <w:rPr>
                <w:rFonts w:ascii="Tahoma" w:hAnsi="Tahoma" w:cs="Tahoma"/>
              </w:rPr>
              <w:t>Споры будут разрешаться в Арбитражном суде Мурманской области.</w:t>
            </w:r>
          </w:p>
          <w:p w:rsidR="00B81A28" w:rsidRPr="00251161" w:rsidRDefault="00B81A28" w:rsidP="00B81A28">
            <w:pPr>
              <w:spacing w:after="0" w:line="240" w:lineRule="auto"/>
              <w:ind w:firstLine="1"/>
              <w:jc w:val="both"/>
              <w:rPr>
                <w:rFonts w:ascii="Tahoma" w:hAnsi="Tahoma" w:cs="Tahoma"/>
              </w:rPr>
            </w:pPr>
            <w:r w:rsidRPr="00251161">
              <w:rPr>
                <w:rFonts w:ascii="Tahoma" w:hAnsi="Tahoma" w:cs="Tahoma"/>
              </w:rPr>
              <w:t xml:space="preserve">Условия ответственности за нарушение обязательств, в соответствии с общими условиями договора, размещенными на официальном сайте ПАО «ГМК «Норильский никель» по адресу: </w:t>
            </w:r>
            <w:hyperlink r:id="rId11" w:anchor="obshchie-usloviya-dogovorov" w:history="1">
              <w:r w:rsidRPr="00251161">
                <w:rPr>
                  <w:rStyle w:val="a5"/>
                  <w:rFonts w:ascii="Tahoma" w:hAnsi="Tahoma" w:cs="Tahoma"/>
                  <w:lang w:eastAsia="ru-RU"/>
                </w:rPr>
                <w:t>https://www.nornickel.ru/suppliers/contractual-documentation/#obshchie-usloviya-dogovorov</w:t>
              </w:r>
            </w:hyperlink>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0" w:firstLine="0"/>
              <w:rPr>
                <w:rFonts w:ascii="Tahoma" w:hAnsi="Tahoma" w:cs="Tahoma"/>
                <w:sz w:val="22"/>
                <w:szCs w:val="22"/>
              </w:rPr>
            </w:pPr>
            <w:r w:rsidRPr="00251161">
              <w:rPr>
                <w:rFonts w:ascii="Tahoma" w:hAnsi="Tahoma" w:cs="Tahoma"/>
                <w:sz w:val="22"/>
                <w:szCs w:val="22"/>
              </w:rPr>
              <w:t>Прочие необходимые требования:</w:t>
            </w:r>
          </w:p>
        </w:tc>
        <w:tc>
          <w:tcPr>
            <w:tcW w:w="2828" w:type="dxa"/>
            <w:shd w:val="clear" w:color="auto" w:fill="auto"/>
          </w:tcPr>
          <w:p w:rsidR="00B81A28" w:rsidRPr="00DD1635" w:rsidRDefault="00B81A28" w:rsidP="00B81A28">
            <w:pPr>
              <w:spacing w:after="0"/>
              <w:rPr>
                <w:rFonts w:ascii="Tahoma" w:hAnsi="Tahoma" w:cs="Tahoma"/>
                <w:color w:val="FF0000"/>
              </w:rPr>
            </w:pPr>
            <w:r w:rsidRPr="00DD1635">
              <w:rPr>
                <w:rFonts w:ascii="Tahoma" w:hAnsi="Tahoma" w:cs="Tahoma"/>
                <w:color w:val="FF0000"/>
              </w:rPr>
              <w:t xml:space="preserve">Указывать систему налогообложения (с НДС, либо без НДС, </w:t>
            </w:r>
          </w:p>
          <w:p w:rsidR="00B81A28" w:rsidRPr="00DD1635" w:rsidRDefault="00B81A28" w:rsidP="00B81A28">
            <w:pPr>
              <w:spacing w:after="0" w:line="240" w:lineRule="auto"/>
              <w:rPr>
                <w:rFonts w:ascii="Tahoma" w:hAnsi="Tahoma" w:cs="Tahoma"/>
                <w:color w:val="FF0000"/>
              </w:rPr>
            </w:pPr>
            <w:r w:rsidRPr="00DD1635">
              <w:rPr>
                <w:rFonts w:ascii="Tahoma" w:hAnsi="Tahoma" w:cs="Tahoma"/>
                <w:color w:val="FF0000"/>
              </w:rPr>
              <w:t>для УСН также указывать ставку налогообложения)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1" w:hanging="1"/>
              <w:rPr>
                <w:rFonts w:ascii="Tahoma" w:hAnsi="Tahoma" w:cs="Tahoma"/>
                <w:sz w:val="22"/>
                <w:szCs w:val="22"/>
              </w:rPr>
            </w:pPr>
            <w:r w:rsidRPr="00251161">
              <w:rPr>
                <w:rFonts w:ascii="Tahoma" w:hAnsi="Tahoma" w:cs="Tahoma"/>
                <w:sz w:val="22"/>
                <w:szCs w:val="22"/>
              </w:rPr>
              <w:t xml:space="preserve">Готовность использовать Личный кабинет поставщика SRM Норникель при исполнении договоров </w:t>
            </w:r>
            <w:r w:rsidRPr="00251161">
              <w:rPr>
                <w:rFonts w:ascii="Tahoma" w:hAnsi="Tahoma" w:cs="Tahoma"/>
                <w:color w:val="FF0000"/>
                <w:sz w:val="22"/>
                <w:szCs w:val="22"/>
              </w:rPr>
              <w:t>*</w:t>
            </w:r>
          </w:p>
          <w:p w:rsidR="00B81A28" w:rsidRPr="00251161" w:rsidRDefault="00B81A28" w:rsidP="00B81A28">
            <w:pPr>
              <w:jc w:val="both"/>
              <w:rPr>
                <w:rFonts w:ascii="Tahoma" w:hAnsi="Tahoma" w:cs="Tahoma"/>
              </w:rPr>
            </w:pPr>
            <w:r w:rsidRPr="00251161">
              <w:rPr>
                <w:rFonts w:ascii="Tahoma" w:hAnsi="Tahoma" w:cs="Tahoma"/>
              </w:rPr>
              <w:t xml:space="preserve">Подробности: </w:t>
            </w:r>
            <w:hyperlink r:id="rId12" w:history="1">
              <w:r w:rsidRPr="00251161">
                <w:rPr>
                  <w:rFonts w:ascii="Tahoma" w:hAnsi="Tahoma" w:cs="Tahoma"/>
                  <w:color w:val="0000FF"/>
                  <w:u w:val="single"/>
                </w:rPr>
                <w:t>Личный кабинет поставщика - Норникель (nornickel.ru)</w:t>
              </w:r>
            </w:hyperlink>
          </w:p>
          <w:p w:rsidR="00B81A28" w:rsidRPr="00251161" w:rsidRDefault="00B81A28" w:rsidP="00B81A28">
            <w:pPr>
              <w:jc w:val="both"/>
              <w:rPr>
                <w:rFonts w:ascii="Tahoma" w:hAnsi="Tahoma" w:cs="Tahoma"/>
              </w:rPr>
            </w:pPr>
            <w:r w:rsidRPr="00251161">
              <w:rPr>
                <w:rFonts w:ascii="Tahoma" w:hAnsi="Tahoma" w:cs="Tahoma"/>
              </w:rPr>
              <w:t>Требуется включение в договор пункта об исполнении договора в ЛК SRM:</w:t>
            </w:r>
          </w:p>
          <w:p w:rsidR="00B81A28" w:rsidRPr="00251161" w:rsidRDefault="00B81A28" w:rsidP="00B81A28">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lastRenderedPageBreak/>
              <w:t>«В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АО «Кольская ГМК» копии претензии, направляемой другой Стороной, - для приема-передачи используется личный кабинет поставщика в системе управления закупками «</w:t>
            </w:r>
            <w:r w:rsidRPr="00251161">
              <w:rPr>
                <w:rFonts w:ascii="Tahoma" w:hAnsi="Tahoma" w:cs="Tahoma"/>
                <w:color w:val="000000"/>
                <w:lang w:val="en-US" w:eastAsia="ru-RU"/>
              </w:rPr>
              <w:t>SRM</w:t>
            </w:r>
            <w:r w:rsidRPr="00251161">
              <w:rPr>
                <w:rFonts w:ascii="Tahoma" w:hAnsi="Tahoma" w:cs="Tahoma"/>
                <w:color w:val="000000"/>
                <w:lang w:eastAsia="ru-RU"/>
              </w:rPr>
              <w:t xml:space="preserve"> Норникель» (</w:t>
            </w:r>
            <w:hyperlink r:id="rId13"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(далее – Личный кабинет), и соответствующие положения договора об их передаче электронной почтой/факсом не применяются.</w:t>
            </w:r>
          </w:p>
          <w:p w:rsidR="00B81A28" w:rsidRPr="00251161" w:rsidRDefault="00B81A28" w:rsidP="00B81A28">
            <w:pPr>
              <w:autoSpaceDE w:val="0"/>
              <w:autoSpaceDN w:val="0"/>
              <w:spacing w:after="0" w:line="240" w:lineRule="auto"/>
              <w:jc w:val="both"/>
              <w:rPr>
                <w:rFonts w:ascii="Tahoma" w:hAnsi="Tahoma" w:cs="Tahoma"/>
                <w:color w:val="000000"/>
                <w:lang w:eastAsia="ru-RU"/>
              </w:rPr>
            </w:pPr>
            <w:r w:rsidRPr="00251161">
              <w:rPr>
                <w:rFonts w:ascii="Tahoma" w:hAnsi="Tahoma" w:cs="Tahoma"/>
                <w:color w:val="000000"/>
                <w:lang w:eastAsia="ru-RU"/>
              </w:rPr>
              <w:t xml:space="preserve">Стороны соглашаются следовать правилам регистрации и работы в Личном кабинете, размещенным по адресу: </w:t>
            </w:r>
            <w:hyperlink r:id="rId14" w:history="1">
              <w:r w:rsidRPr="00251161">
                <w:rPr>
                  <w:rFonts w:ascii="Tahoma" w:hAnsi="Tahoma" w:cs="Tahoma"/>
                  <w:color w:val="0000FF"/>
                  <w:u w:val="single"/>
                  <w:lang w:eastAsia="ru-RU"/>
                </w:rPr>
                <w:t>https://srm.nornik.ru</w:t>
              </w:r>
            </w:hyperlink>
            <w:r w:rsidRPr="00251161">
              <w:rPr>
                <w:rFonts w:ascii="Tahoma" w:hAnsi="Tahoma" w:cs="Tahoma"/>
                <w:color w:val="000000"/>
                <w:lang w:eastAsia="ru-RU"/>
              </w:rPr>
              <w:t xml:space="preserve">.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                                         </w:t>
            </w:r>
            <w:r w:rsidRPr="00251161">
              <w:rPr>
                <w:rFonts w:ascii="Tahoma" w:hAnsi="Tahoma" w:cs="Tahoma"/>
              </w:rPr>
              <w:t>В случае временной недоступности Личного кабинета по техническим или иным причинам Стороны используют электронную почту/факс согласно положениям соответствующих условий договора.»</w:t>
            </w:r>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lastRenderedPageBreak/>
              <w:t>(Указать либо согласны, либо указать предмет разногласия)</w:t>
            </w:r>
          </w:p>
        </w:tc>
      </w:tr>
      <w:tr w:rsidR="00B81A28" w:rsidRPr="00251161" w:rsidTr="00251161">
        <w:trPr>
          <w:trHeight w:val="516"/>
        </w:trPr>
        <w:tc>
          <w:tcPr>
            <w:tcW w:w="7083" w:type="dxa"/>
            <w:shd w:val="clear" w:color="auto" w:fill="auto"/>
          </w:tcPr>
          <w:p w:rsidR="00B81A28" w:rsidRPr="00251161" w:rsidRDefault="00B81A28" w:rsidP="00B81A28">
            <w:pPr>
              <w:pStyle w:val="ae"/>
              <w:numPr>
                <w:ilvl w:val="0"/>
                <w:numId w:val="30"/>
              </w:numPr>
              <w:ind w:left="1" w:hanging="1"/>
              <w:rPr>
                <w:rFonts w:ascii="Tahoma" w:hAnsi="Tahoma" w:cs="Tahoma"/>
                <w:sz w:val="22"/>
                <w:szCs w:val="22"/>
              </w:rPr>
            </w:pPr>
            <w:r w:rsidRPr="00251161">
              <w:rPr>
                <w:rFonts w:ascii="Tahoma" w:hAnsi="Tahoma" w:cs="Tahoma"/>
                <w:sz w:val="22"/>
                <w:szCs w:val="22"/>
              </w:rPr>
              <w:t xml:space="preserve">Согласие использовать электронный документооборот </w:t>
            </w:r>
            <w:r w:rsidRPr="00251161">
              <w:rPr>
                <w:rFonts w:ascii="Tahoma" w:hAnsi="Tahoma" w:cs="Tahoma"/>
                <w:color w:val="FF0000"/>
                <w:sz w:val="22"/>
                <w:szCs w:val="22"/>
              </w:rPr>
              <w:t>*</w:t>
            </w:r>
          </w:p>
          <w:p w:rsidR="00B81A28" w:rsidRPr="00251161" w:rsidRDefault="00B81A28" w:rsidP="00B81A28">
            <w:pPr>
              <w:pStyle w:val="ae"/>
              <w:ind w:left="0"/>
              <w:rPr>
                <w:rFonts w:ascii="Tahoma" w:hAnsi="Tahoma" w:cs="Tahoma"/>
                <w:sz w:val="22"/>
                <w:szCs w:val="22"/>
              </w:rPr>
            </w:pPr>
          </w:p>
          <w:p w:rsidR="00B81A28" w:rsidRPr="00251161" w:rsidRDefault="00B81A28" w:rsidP="00B81A28">
            <w:pPr>
              <w:pStyle w:val="ae"/>
              <w:ind w:left="0"/>
              <w:rPr>
                <w:rFonts w:ascii="Tahoma" w:hAnsi="Tahoma" w:cs="Tahoma"/>
                <w:sz w:val="22"/>
                <w:szCs w:val="22"/>
              </w:rPr>
            </w:pPr>
            <w:r w:rsidRPr="00251161">
              <w:rPr>
                <w:rFonts w:ascii="Tahoma" w:hAnsi="Tahoma" w:cs="Tahoma"/>
                <w:sz w:val="22"/>
                <w:szCs w:val="22"/>
              </w:rPr>
              <w:t>Требуется заключение соглашения об ЭДО:</w:t>
            </w:r>
          </w:p>
          <w:p w:rsidR="00B81A28" w:rsidRPr="00251161" w:rsidRDefault="00B81A28" w:rsidP="00B81A28">
            <w:pPr>
              <w:pStyle w:val="ae"/>
              <w:ind w:left="0"/>
              <w:rPr>
                <w:rFonts w:ascii="Tahoma" w:hAnsi="Tahoma" w:cs="Tahoma"/>
                <w:sz w:val="22"/>
                <w:szCs w:val="22"/>
              </w:rPr>
            </w:pPr>
          </w:p>
          <w:p w:rsidR="00B81A28" w:rsidRPr="00251161" w:rsidRDefault="002C2475" w:rsidP="00B81A28">
            <w:pPr>
              <w:jc w:val="both"/>
              <w:rPr>
                <w:rFonts w:ascii="Tahoma" w:hAnsi="Tahoma" w:cs="Tahoma"/>
              </w:rPr>
            </w:pPr>
            <w:hyperlink r:id="rId15" w:anchor="edo" w:history="1">
              <w:r w:rsidR="00B81A28" w:rsidRPr="00251161">
                <w:rPr>
                  <w:rStyle w:val="a5"/>
                  <w:rFonts w:ascii="Tahoma" w:hAnsi="Tahoma" w:cs="Tahoma"/>
                </w:rPr>
                <w:t>Договорная документация - Кольская ГМК (kolagmk.ru)</w:t>
              </w:r>
            </w:hyperlink>
          </w:p>
        </w:tc>
        <w:tc>
          <w:tcPr>
            <w:tcW w:w="2828" w:type="dxa"/>
            <w:shd w:val="clear" w:color="auto" w:fill="auto"/>
          </w:tcPr>
          <w:p w:rsidR="00B81A28" w:rsidRPr="00251161" w:rsidRDefault="00B81A28" w:rsidP="00B81A28">
            <w:pPr>
              <w:spacing w:after="0" w:line="240" w:lineRule="auto"/>
              <w:rPr>
                <w:rFonts w:ascii="Tahoma" w:hAnsi="Tahoma" w:cs="Tahoma"/>
              </w:rPr>
            </w:pPr>
            <w:r w:rsidRPr="00251161">
              <w:rPr>
                <w:rFonts w:ascii="Tahoma" w:hAnsi="Tahoma" w:cs="Tahoma"/>
              </w:rPr>
              <w:t>(Указать либо согласны, либо указать предмет разногласия)</w:t>
            </w:r>
          </w:p>
        </w:tc>
      </w:tr>
      <w:tr w:rsidR="00B81A28" w:rsidRPr="00251161" w:rsidTr="00251161">
        <w:trPr>
          <w:trHeight w:val="447"/>
        </w:trPr>
        <w:tc>
          <w:tcPr>
            <w:tcW w:w="7083" w:type="dxa"/>
            <w:shd w:val="clear" w:color="auto" w:fill="auto"/>
          </w:tcPr>
          <w:p w:rsidR="00B81A28" w:rsidRPr="002D11F4" w:rsidRDefault="00B81A28" w:rsidP="00B81A28">
            <w:pPr>
              <w:pStyle w:val="ae"/>
              <w:numPr>
                <w:ilvl w:val="0"/>
                <w:numId w:val="30"/>
              </w:numPr>
              <w:ind w:hanging="720"/>
              <w:rPr>
                <w:rFonts w:ascii="Tahoma" w:hAnsi="Tahoma" w:cs="Tahoma"/>
              </w:rPr>
            </w:pPr>
            <w:r w:rsidRPr="002D11F4">
              <w:rPr>
                <w:rFonts w:ascii="Tahoma" w:hAnsi="Tahoma" w:cs="Tahoma"/>
              </w:rPr>
              <w:t xml:space="preserve">Срок действия КП/ТКП </w:t>
            </w:r>
          </w:p>
          <w:p w:rsidR="00B81A28" w:rsidRPr="002D11F4" w:rsidRDefault="00B81A28" w:rsidP="00B81A28">
            <w:pPr>
              <w:ind w:left="360"/>
              <w:jc w:val="both"/>
              <w:rPr>
                <w:rFonts w:ascii="Tahoma" w:hAnsi="Tahoma" w:cs="Tahoma"/>
              </w:rPr>
            </w:pPr>
          </w:p>
        </w:tc>
        <w:tc>
          <w:tcPr>
            <w:tcW w:w="2828" w:type="dxa"/>
            <w:shd w:val="clear" w:color="auto" w:fill="auto"/>
          </w:tcPr>
          <w:p w:rsidR="00B81A28" w:rsidRPr="00251161" w:rsidRDefault="00B81A28" w:rsidP="00B81A28">
            <w:pPr>
              <w:rPr>
                <w:rFonts w:ascii="Tahoma" w:hAnsi="Tahoma" w:cs="Tahoma"/>
              </w:rPr>
            </w:pPr>
            <w:r>
              <w:rPr>
                <w:rFonts w:ascii="Tahoma" w:hAnsi="Tahoma" w:cs="Tahoma"/>
              </w:rPr>
              <w:t>Не менее 90 календарных дней</w:t>
            </w:r>
          </w:p>
        </w:tc>
      </w:tr>
    </w:tbl>
    <w:p w:rsidR="00FB798A" w:rsidRDefault="00FB798A" w:rsidP="003773F1">
      <w:pPr>
        <w:tabs>
          <w:tab w:val="left" w:pos="10206"/>
        </w:tabs>
        <w:spacing w:after="0"/>
        <w:jc w:val="both"/>
        <w:rPr>
          <w:rFonts w:ascii="Tahoma" w:hAnsi="Tahoma" w:cs="Tahoma"/>
          <w:b/>
        </w:rPr>
      </w:pPr>
    </w:p>
    <w:p w:rsidR="005B6D17" w:rsidRPr="005B6D17" w:rsidRDefault="005B6D17" w:rsidP="005B6D17">
      <w:pPr>
        <w:ind w:firstLine="709"/>
        <w:jc w:val="both"/>
        <w:rPr>
          <w:rFonts w:ascii="Tahoma" w:hAnsi="Tahoma" w:cs="Tahoma"/>
        </w:rPr>
      </w:pPr>
      <w:r w:rsidRPr="005B6D17">
        <w:rPr>
          <w:rFonts w:ascii="Tahoma" w:hAnsi="Tahoma" w:cs="Tahoma"/>
        </w:rPr>
        <w:t>Настоящим ______________ (указать наименование поставщика) подтверждает, что он [и планируемые к привлечению им для исполнения обязательств по договору субподрядчики]</w:t>
      </w:r>
      <w:r w:rsidRPr="005B6D17">
        <w:rPr>
          <w:rFonts w:ascii="Tahoma" w:eastAsia="Calibri" w:hAnsi="Tahoma" w:cs="Tahoma"/>
          <w:vertAlign w:val="superscript"/>
        </w:rPr>
        <w:footnoteReference w:id="1"/>
      </w:r>
      <w:r w:rsidRPr="005B6D17">
        <w:rPr>
          <w:rFonts w:ascii="Tahoma" w:hAnsi="Tahoma" w:cs="Tahoma"/>
          <w:vertAlign w:val="superscript"/>
        </w:rPr>
        <w:t xml:space="preserve"> </w:t>
      </w:r>
      <w:r w:rsidRPr="005B6D17">
        <w:rPr>
          <w:rFonts w:ascii="Tahoma" w:hAnsi="Tahoma" w:cs="Tahoma"/>
        </w:rPr>
        <w:t>действуют добросовестно, обладают надлежащей деловой репутацией, финансовыми, технологическими и иными ресурсами, достаточными для исполнения ими соответствующих обязательств в полном объеме в установленные сроки, подтверждает отсутствие обстоятельств, которые могут препятствовать исполнению ими обязательств, а также что вся предоставленная в составе заявки на участие в закупочной процедуре информация является достоверной. В случае выявления на любой стадии проведения закупочной процедуры (до заключения договора)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w:t>
      </w:r>
    </w:p>
    <w:p w:rsidR="005B6D17" w:rsidRPr="005B6D17" w:rsidRDefault="005B6D17" w:rsidP="005B6D17">
      <w:pPr>
        <w:ind w:firstLine="709"/>
        <w:jc w:val="both"/>
        <w:rPr>
          <w:rFonts w:ascii="Tahoma" w:hAnsi="Tahoma" w:cs="Tahoma"/>
          <w:highlight w:val="yellow"/>
        </w:rPr>
      </w:pPr>
      <w:r w:rsidRPr="005B6D17">
        <w:rPr>
          <w:rFonts w:ascii="Tahoma" w:hAnsi="Tahoma" w:cs="Tahoma"/>
          <w:highlight w:val="yellow"/>
        </w:rPr>
        <w:t>______________ (</w:t>
      </w:r>
      <w:r w:rsidRPr="005B6D17">
        <w:rPr>
          <w:rFonts w:ascii="Tahoma" w:hAnsi="Tahoma" w:cs="Tahoma"/>
          <w:i/>
          <w:highlight w:val="yellow"/>
        </w:rPr>
        <w:t>указать наименование поставщика</w:t>
      </w:r>
      <w:r w:rsidRPr="005B6D17">
        <w:rPr>
          <w:rFonts w:ascii="Tahoma" w:hAnsi="Tahoma" w:cs="Tahoma"/>
          <w:highlight w:val="yellow"/>
        </w:rPr>
        <w:t>) также подтверждает, что:</w:t>
      </w:r>
    </w:p>
    <w:p w:rsidR="005B6D17" w:rsidRPr="005B6D17" w:rsidRDefault="005B6D17" w:rsidP="005B6D17">
      <w:pPr>
        <w:pStyle w:val="ae"/>
        <w:numPr>
          <w:ilvl w:val="0"/>
          <w:numId w:val="31"/>
        </w:numPr>
        <w:ind w:left="0" w:firstLine="851"/>
        <w:rPr>
          <w:rStyle w:val="a5"/>
          <w:rFonts w:ascii="Tahoma" w:hAnsi="Tahoma" w:cs="Tahoma"/>
          <w:sz w:val="22"/>
          <w:szCs w:val="22"/>
          <w:highlight w:val="yellow"/>
        </w:rPr>
      </w:pPr>
      <w:r w:rsidRPr="005B6D17">
        <w:rPr>
          <w:rFonts w:ascii="Tahoma" w:hAnsi="Tahoma" w:cs="Tahoma"/>
          <w:sz w:val="22"/>
          <w:szCs w:val="22"/>
          <w:highlight w:val="yellow"/>
        </w:rPr>
        <w:t xml:space="preserve">ознакомлен с нижеуказанными основаниями для включения в реестр недобросовестных контрагентов Группы компаний «Норильский никель» (далее – Реестр), размещенными в информационно-телекоммуникационной сети «Интернет» по адресу: </w:t>
      </w:r>
      <w:hyperlink r:id="rId16" w:history="1">
        <w:r w:rsidRPr="005B6D17">
          <w:rPr>
            <w:rStyle w:val="a5"/>
            <w:rFonts w:ascii="Tahoma" w:hAnsi="Tahoma" w:cs="Tahoma"/>
            <w:sz w:val="22"/>
            <w:szCs w:val="22"/>
            <w:highlight w:val="yellow"/>
          </w:rPr>
          <w:t>https://www.nornickel.ru/suppliers/register-dishonest-counterparties/</w:t>
        </w:r>
      </w:hyperlink>
      <w:r w:rsidRPr="005B6D17">
        <w:rPr>
          <w:rStyle w:val="a5"/>
          <w:rFonts w:ascii="Tahoma" w:hAnsi="Tahoma" w:cs="Tahoma"/>
          <w:sz w:val="22"/>
          <w:szCs w:val="22"/>
          <w:highlight w:val="yellow"/>
        </w:rPr>
        <w:t>:</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lastRenderedPageBreak/>
        <w:t>Уклонение победителя закупки от заключения договора с Компанией/РОКС НН, выражающееся, включая, но не ограничиваясь, в следующем:</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а) прямом письменном отказе от подписания договора на условиях, согласованных участником закупки в процессе ее проведения;</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б) неподписании договора (на условиях, согласованных участником закупки в процессе ее проведения) в течение срока, указанного в направленном уведомлении или ином документе о необходимости подписания договора;</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в) предъявлении при подписании договора требований о внесении изменений в условия договора, по которым в процессе проведения закупки участник давал свое согласие;</w:t>
      </w:r>
    </w:p>
    <w:p w:rsidR="005B6D17" w:rsidRPr="005B6D17" w:rsidRDefault="005B6D17" w:rsidP="005B6D17">
      <w:pPr>
        <w:pStyle w:val="ae"/>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г) непредставлении документов, обязательных к предоставлению до заключения договора и предусмотренных закупочной документацией и (или) в заявке такого участника.</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Предоставление заведомо недостоверных сведений для участия в закупочных процедурах Компании/РОКС НН.</w:t>
      </w:r>
    </w:p>
    <w:p w:rsidR="005B6D17" w:rsidRPr="005B6D17" w:rsidRDefault="005B6D17" w:rsidP="005B6D17">
      <w:pPr>
        <w:pStyle w:val="ae"/>
        <w:numPr>
          <w:ilvl w:val="0"/>
          <w:numId w:val="32"/>
        </w:numPr>
        <w:ind w:left="0" w:firstLine="567"/>
        <w:rPr>
          <w:rStyle w:val="a5"/>
          <w:rFonts w:ascii="Tahoma" w:hAnsi="Tahoma" w:cs="Tahoma"/>
          <w:sz w:val="22"/>
          <w:szCs w:val="22"/>
          <w:highlight w:val="yellow"/>
        </w:rPr>
      </w:pPr>
      <w:r w:rsidRPr="005B6D17">
        <w:rPr>
          <w:rStyle w:val="a5"/>
          <w:rFonts w:ascii="Tahoma" w:hAnsi="Tahoma" w:cs="Tahoma"/>
          <w:sz w:val="22"/>
          <w:szCs w:val="22"/>
          <w:highlight w:val="yellow"/>
        </w:rPr>
        <w:t>Нарушение условий договора, повлекшее за собой причинение убытков, начисление неустойки либо возникновение иных требований Компании/РОКС НН к Контрагенту, не урегулированных во внесудебном порядке, установленном действующим законодательством либо договором.</w:t>
      </w:r>
    </w:p>
    <w:p w:rsidR="005B6D17" w:rsidRPr="005B6D17" w:rsidRDefault="005B6D17" w:rsidP="005B6D17">
      <w:pPr>
        <w:pStyle w:val="ae"/>
        <w:numPr>
          <w:ilvl w:val="0"/>
          <w:numId w:val="32"/>
        </w:numPr>
        <w:ind w:left="0" w:firstLine="567"/>
        <w:rPr>
          <w:rFonts w:ascii="Tahoma" w:hAnsi="Tahoma" w:cs="Tahoma"/>
          <w:sz w:val="22"/>
          <w:szCs w:val="22"/>
          <w:highlight w:val="yellow"/>
        </w:rPr>
      </w:pPr>
      <w:r w:rsidRPr="005B6D17">
        <w:rPr>
          <w:rStyle w:val="a5"/>
          <w:rFonts w:ascii="Tahoma" w:hAnsi="Tahoma" w:cs="Tahoma"/>
          <w:sz w:val="22"/>
          <w:szCs w:val="22"/>
          <w:highlight w:val="yellow"/>
        </w:rPr>
        <w:t>Разглашение полученной от Компании/РОКС НН конфиденциальной информации в нарушение закона или соответствующего соглашения.</w:t>
      </w:r>
    </w:p>
    <w:p w:rsidR="005B6D17" w:rsidRPr="005B6D17" w:rsidRDefault="005B6D17" w:rsidP="005B6D17">
      <w:pPr>
        <w:pStyle w:val="ae"/>
        <w:numPr>
          <w:ilvl w:val="0"/>
          <w:numId w:val="31"/>
        </w:numPr>
        <w:ind w:left="0" w:firstLine="851"/>
        <w:rPr>
          <w:rFonts w:ascii="Tahoma" w:hAnsi="Tahoma" w:cs="Tahoma"/>
          <w:sz w:val="22"/>
          <w:szCs w:val="22"/>
          <w:highlight w:val="yellow"/>
        </w:rPr>
      </w:pPr>
      <w:r w:rsidRPr="005B6D17">
        <w:rPr>
          <w:rFonts w:ascii="Tahoma" w:hAnsi="Tahoma" w:cs="Tahoma"/>
          <w:sz w:val="22"/>
          <w:szCs w:val="22"/>
          <w:highlight w:val="yellow"/>
        </w:rPr>
        <w:t>уведомлен о том, что вследствие возникновения вышеуказанных оснований, в т.ч. при отказе от заключения договора на условиях, согласованных ______________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в процессе проведения закупочной процедуры, ___________ (</w:t>
      </w:r>
      <w:r w:rsidRPr="005B6D17">
        <w:rPr>
          <w:rFonts w:ascii="Tahoma" w:hAnsi="Tahoma" w:cs="Tahoma"/>
          <w:i/>
          <w:sz w:val="22"/>
          <w:szCs w:val="22"/>
          <w:highlight w:val="yellow"/>
        </w:rPr>
        <w:t>указать наименование поставщика</w:t>
      </w:r>
      <w:r w:rsidRPr="005B6D17">
        <w:rPr>
          <w:rFonts w:ascii="Tahoma" w:hAnsi="Tahoma" w:cs="Tahoma"/>
          <w:sz w:val="22"/>
          <w:szCs w:val="22"/>
          <w:highlight w:val="yellow"/>
        </w:rPr>
        <w:t xml:space="preserve">) будет внесен/-но  в Реестр. </w:t>
      </w:r>
    </w:p>
    <w:p w:rsidR="005B6D17" w:rsidRDefault="005B6D17" w:rsidP="003773F1">
      <w:pPr>
        <w:tabs>
          <w:tab w:val="left" w:pos="10206"/>
        </w:tabs>
        <w:spacing w:after="0"/>
        <w:jc w:val="both"/>
        <w:rPr>
          <w:rFonts w:ascii="Tahoma" w:hAnsi="Tahoma" w:cs="Tahoma"/>
          <w:b/>
        </w:rPr>
      </w:pPr>
    </w:p>
    <w:p w:rsidR="003773F1" w:rsidRDefault="003773F1" w:rsidP="003773F1">
      <w:pPr>
        <w:tabs>
          <w:tab w:val="left" w:pos="10206"/>
        </w:tabs>
        <w:spacing w:after="0"/>
        <w:jc w:val="both"/>
        <w:rPr>
          <w:rFonts w:ascii="Tahoma" w:hAnsi="Tahoma" w:cs="Tahoma"/>
          <w:b/>
        </w:rPr>
      </w:pPr>
    </w:p>
    <w:p w:rsidR="002D685F" w:rsidRDefault="008B5C75" w:rsidP="003773F1">
      <w:pPr>
        <w:tabs>
          <w:tab w:val="left" w:pos="10206"/>
        </w:tabs>
        <w:spacing w:after="0"/>
        <w:jc w:val="both"/>
        <w:rPr>
          <w:rFonts w:ascii="Tahoma" w:hAnsi="Tahoma" w:cs="Tahoma"/>
          <w:b/>
          <w:bCs/>
        </w:rPr>
      </w:pPr>
      <w:r>
        <w:rPr>
          <w:rFonts w:ascii="Tahoma" w:hAnsi="Tahoma" w:cs="Tahoma"/>
          <w:b/>
        </w:rPr>
        <w:t>Д</w:t>
      </w:r>
      <w:r w:rsidR="00723311" w:rsidRPr="00FE15C0">
        <w:rPr>
          <w:rFonts w:ascii="Tahoma" w:hAnsi="Tahoma" w:cs="Tahoma"/>
          <w:b/>
        </w:rPr>
        <w:t>олжность (Пос</w:t>
      </w:r>
      <w:r w:rsidR="007F7016">
        <w:rPr>
          <w:rFonts w:ascii="Tahoma" w:hAnsi="Tahoma" w:cs="Tahoma"/>
          <w:b/>
        </w:rPr>
        <w:t xml:space="preserve">тавщик)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Подпись    </w:t>
      </w:r>
      <w:r w:rsidR="00723311">
        <w:rPr>
          <w:rFonts w:ascii="Tahoma" w:hAnsi="Tahoma" w:cs="Tahoma"/>
          <w:b/>
        </w:rPr>
        <w:t xml:space="preserve">                </w:t>
      </w:r>
      <w:r w:rsidR="007A0398">
        <w:rPr>
          <w:rFonts w:ascii="Tahoma" w:hAnsi="Tahoma" w:cs="Tahoma"/>
          <w:b/>
        </w:rPr>
        <w:t xml:space="preserve"> </w:t>
      </w:r>
      <w:r w:rsidR="00723311">
        <w:rPr>
          <w:rFonts w:ascii="Tahoma" w:hAnsi="Tahoma" w:cs="Tahoma"/>
          <w:b/>
        </w:rPr>
        <w:t xml:space="preserve">              </w:t>
      </w:r>
      <w:r w:rsidR="00723311" w:rsidRPr="00FE15C0">
        <w:rPr>
          <w:rFonts w:ascii="Tahoma" w:hAnsi="Tahoma" w:cs="Tahoma"/>
          <w:b/>
        </w:rPr>
        <w:t xml:space="preserve"> </w:t>
      </w:r>
      <w:r w:rsidR="00430D26">
        <w:rPr>
          <w:rFonts w:ascii="Tahoma" w:hAnsi="Tahoma" w:cs="Tahoma"/>
          <w:b/>
        </w:rPr>
        <w:t xml:space="preserve">  </w:t>
      </w:r>
      <w:r w:rsidR="00723311" w:rsidRPr="00FE15C0">
        <w:rPr>
          <w:rFonts w:ascii="Tahoma" w:hAnsi="Tahoma" w:cs="Tahoma"/>
          <w:b/>
        </w:rPr>
        <w:t xml:space="preserve">   </w:t>
      </w:r>
      <w:r w:rsidR="00723311" w:rsidRPr="00FE15C0">
        <w:rPr>
          <w:rFonts w:ascii="Tahoma" w:hAnsi="Tahoma" w:cs="Tahoma"/>
          <w:b/>
          <w:bCs/>
        </w:rPr>
        <w:t>ФИО</w:t>
      </w:r>
    </w:p>
    <w:p w:rsidR="008B5C75" w:rsidRDefault="008B5C75" w:rsidP="003773F1">
      <w:pPr>
        <w:tabs>
          <w:tab w:val="left" w:pos="10206"/>
        </w:tabs>
        <w:spacing w:after="0"/>
        <w:jc w:val="both"/>
        <w:rPr>
          <w:rFonts w:ascii="Tahoma" w:hAnsi="Tahoma" w:cs="Tahoma"/>
          <w:b/>
          <w:bCs/>
        </w:rPr>
      </w:pPr>
    </w:p>
    <w:p w:rsidR="008B5C75" w:rsidRPr="008B5C75" w:rsidRDefault="008B5C75" w:rsidP="003773F1">
      <w:pPr>
        <w:tabs>
          <w:tab w:val="left" w:pos="10206"/>
        </w:tabs>
        <w:spacing w:after="0"/>
        <w:jc w:val="both"/>
        <w:rPr>
          <w:rFonts w:ascii="Tahoma" w:hAnsi="Tahoma" w:cs="Tahoma"/>
          <w:bCs/>
        </w:rPr>
      </w:pPr>
      <w:r w:rsidRPr="008B5C75">
        <w:rPr>
          <w:rFonts w:ascii="Tahoma" w:hAnsi="Tahoma" w:cs="Tahoma"/>
          <w:bCs/>
          <w:highlight w:val="yellow"/>
        </w:rPr>
        <w:t>Настоящим заявляем о своем полном и безоговорочном присоединении к Декларации участника закупочной процедуры, размещенной на сайте по адресу https://nornickel.ru/suppliers/contractual-documentation/. Настоящим подтверждаем, что с условиями Декларации участника закупочной процедуры ознакомлены, полностью согласны без каких-либо изъятий или ограничений и принимаем ее требования в полном объеме</w:t>
      </w:r>
    </w:p>
    <w:p w:rsidR="008B5C75" w:rsidRDefault="008B5C75" w:rsidP="003773F1">
      <w:pPr>
        <w:tabs>
          <w:tab w:val="left" w:pos="10206"/>
        </w:tabs>
        <w:spacing w:after="0"/>
        <w:jc w:val="both"/>
        <w:rPr>
          <w:rFonts w:ascii="Tahoma" w:hAnsi="Tahoma" w:cs="Tahoma"/>
          <w:b/>
        </w:rPr>
      </w:pPr>
    </w:p>
    <w:p w:rsidR="008B5C75" w:rsidRDefault="008B5C75" w:rsidP="003773F1">
      <w:pPr>
        <w:tabs>
          <w:tab w:val="left" w:pos="10206"/>
        </w:tabs>
        <w:spacing w:after="0"/>
        <w:jc w:val="both"/>
        <w:rPr>
          <w:rFonts w:ascii="Tahoma" w:hAnsi="Tahoma" w:cs="Tahoma"/>
          <w:b/>
        </w:rPr>
      </w:pPr>
    </w:p>
    <w:p w:rsidR="008B5C75" w:rsidRDefault="008B5C75" w:rsidP="008B5C75">
      <w:pPr>
        <w:tabs>
          <w:tab w:val="left" w:pos="10206"/>
        </w:tabs>
        <w:spacing w:after="0"/>
        <w:jc w:val="both"/>
        <w:rPr>
          <w:rFonts w:ascii="Tahoma" w:hAnsi="Tahoma" w:cs="Tahoma"/>
          <w:b/>
          <w:bCs/>
        </w:rPr>
      </w:pPr>
      <w:r>
        <w:rPr>
          <w:rFonts w:ascii="Tahoma" w:hAnsi="Tahoma" w:cs="Tahoma"/>
          <w:b/>
        </w:rPr>
        <w:t>Д</w:t>
      </w:r>
      <w:r w:rsidRPr="00FE15C0">
        <w:rPr>
          <w:rFonts w:ascii="Tahoma" w:hAnsi="Tahoma" w:cs="Tahoma"/>
          <w:b/>
        </w:rPr>
        <w:t>олжность (Пос</w:t>
      </w:r>
      <w:r>
        <w:rPr>
          <w:rFonts w:ascii="Tahoma" w:hAnsi="Tahoma" w:cs="Tahoma"/>
          <w:b/>
        </w:rPr>
        <w:t xml:space="preserve">тавщик)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Подпись    </w:t>
      </w:r>
      <w:r>
        <w:rPr>
          <w:rFonts w:ascii="Tahoma" w:hAnsi="Tahoma" w:cs="Tahoma"/>
          <w:b/>
        </w:rPr>
        <w:t xml:space="preserve">                               </w:t>
      </w:r>
      <w:r w:rsidRPr="00FE15C0">
        <w:rPr>
          <w:rFonts w:ascii="Tahoma" w:hAnsi="Tahoma" w:cs="Tahoma"/>
          <w:b/>
        </w:rPr>
        <w:t xml:space="preserve"> </w:t>
      </w:r>
      <w:r>
        <w:rPr>
          <w:rFonts w:ascii="Tahoma" w:hAnsi="Tahoma" w:cs="Tahoma"/>
          <w:b/>
        </w:rPr>
        <w:t xml:space="preserve">  </w:t>
      </w:r>
      <w:r w:rsidRPr="00FE15C0">
        <w:rPr>
          <w:rFonts w:ascii="Tahoma" w:hAnsi="Tahoma" w:cs="Tahoma"/>
          <w:b/>
        </w:rPr>
        <w:t xml:space="preserve">   </w:t>
      </w:r>
      <w:r w:rsidRPr="00FE15C0">
        <w:rPr>
          <w:rFonts w:ascii="Tahoma" w:hAnsi="Tahoma" w:cs="Tahoma"/>
          <w:b/>
          <w:bCs/>
        </w:rPr>
        <w:t>ФИО</w:t>
      </w:r>
    </w:p>
    <w:p w:rsidR="008B5C75" w:rsidRDefault="008B5C75" w:rsidP="003773F1">
      <w:pPr>
        <w:tabs>
          <w:tab w:val="left" w:pos="10206"/>
        </w:tabs>
        <w:spacing w:after="0"/>
        <w:jc w:val="both"/>
        <w:rPr>
          <w:rFonts w:ascii="Tahoma" w:hAnsi="Tahoma" w:cs="Tahoma"/>
          <w:b/>
        </w:rPr>
      </w:pPr>
    </w:p>
    <w:p w:rsidR="003773F1" w:rsidRDefault="008B5C75" w:rsidP="00E43F2E">
      <w:pPr>
        <w:tabs>
          <w:tab w:val="left" w:pos="10206"/>
        </w:tabs>
        <w:spacing w:after="0"/>
        <w:jc w:val="both"/>
        <w:rPr>
          <w:rFonts w:ascii="Tahoma" w:hAnsi="Tahoma" w:cs="Tahoma"/>
          <w:b/>
        </w:rPr>
      </w:pPr>
      <w:r w:rsidRPr="007D7E18">
        <w:rPr>
          <w:rFonts w:ascii="Tahoma" w:hAnsi="Tahoma" w:cs="Tahoma"/>
          <w:b/>
        </w:rPr>
        <w:t>Приложения (при наличии):</w:t>
      </w:r>
      <w:r w:rsidRPr="007D7E18">
        <w:rPr>
          <w:rFonts w:ascii="Tahoma" w:hAnsi="Tahoma" w:cs="Tahoma"/>
        </w:rPr>
        <w:t xml:space="preserve"> </w:t>
      </w:r>
    </w:p>
    <w:sectPr w:rsidR="003773F1" w:rsidSect="006850C3">
      <w:headerReference w:type="even" r:id="rId17"/>
      <w:headerReference w:type="default" r:id="rId18"/>
      <w:footerReference w:type="even" r:id="rId19"/>
      <w:footerReference w:type="default" r:id="rId20"/>
      <w:headerReference w:type="first" r:id="rId21"/>
      <w:footerReference w:type="first" r:id="rId22"/>
      <w:pgSz w:w="11906" w:h="16838"/>
      <w:pgMar w:top="1134" w:right="1134" w:bottom="1134" w:left="1701" w:header="709" w:footer="19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7FD3" w:rsidRDefault="00127FD3" w:rsidP="00EF71FD">
      <w:pPr>
        <w:spacing w:after="0" w:line="240" w:lineRule="auto"/>
      </w:pPr>
      <w:r>
        <w:separator/>
      </w:r>
    </w:p>
  </w:endnote>
  <w:endnote w:type="continuationSeparator" w:id="0">
    <w:p w:rsidR="00127FD3" w:rsidRDefault="00127FD3" w:rsidP="00EF71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CC"/>
    <w:family w:val="swiss"/>
    <w:pitch w:val="variable"/>
    <w:sig w:usb0="E0002AFF" w:usb1="C000247B" w:usb2="00000009" w:usb3="00000000" w:csb0="000001FF" w:csb1="00000000"/>
  </w:font>
  <w:font w:name="MS Mincho">
    <w:altName w:val="Yu Gothic UI"/>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Default="00127FD3">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Pr="00BC4268" w:rsidRDefault="00127FD3" w:rsidP="00BC4268">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Default="00127FD3">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7FD3" w:rsidRDefault="00127FD3" w:rsidP="00EF71FD">
      <w:pPr>
        <w:spacing w:after="0" w:line="240" w:lineRule="auto"/>
      </w:pPr>
      <w:r>
        <w:separator/>
      </w:r>
    </w:p>
  </w:footnote>
  <w:footnote w:type="continuationSeparator" w:id="0">
    <w:p w:rsidR="00127FD3" w:rsidRDefault="00127FD3" w:rsidP="00EF71FD">
      <w:pPr>
        <w:spacing w:after="0" w:line="240" w:lineRule="auto"/>
      </w:pPr>
      <w:r>
        <w:continuationSeparator/>
      </w:r>
    </w:p>
  </w:footnote>
  <w:footnote w:id="1">
    <w:p w:rsidR="00127FD3" w:rsidRPr="00E129BC" w:rsidRDefault="00127FD3" w:rsidP="005B6D17">
      <w:pPr>
        <w:pStyle w:val="ac"/>
      </w:pPr>
      <w:r>
        <w:rPr>
          <w:rStyle w:val="ab"/>
        </w:rPr>
        <w:footnoteRef/>
      </w:r>
      <w:r>
        <w:t xml:space="preserve"> Указывается в случае, если условия Закупочной процедуры не запрещают привлечение субподрядчиков.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Default="00127FD3">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Default="00127FD3">
    <w:pPr>
      <w:pStyle w:val="a6"/>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FD3" w:rsidRDefault="00127FD3">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CA9D62"/>
    <w:lvl w:ilvl="0">
      <w:numFmt w:val="bullet"/>
      <w:lvlText w:val="*"/>
      <w:lvlJc w:val="left"/>
    </w:lvl>
  </w:abstractNum>
  <w:abstractNum w:abstractNumId="1" w15:restartNumberingAfterBreak="0">
    <w:nsid w:val="02B04778"/>
    <w:multiLevelType w:val="hybridMultilevel"/>
    <w:tmpl w:val="7A30F66E"/>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2B16ED7"/>
    <w:multiLevelType w:val="hybridMultilevel"/>
    <w:tmpl w:val="FB4C4FC4"/>
    <w:lvl w:ilvl="0" w:tplc="065AF4E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02E70DA7"/>
    <w:multiLevelType w:val="hybridMultilevel"/>
    <w:tmpl w:val="6F48A21C"/>
    <w:lvl w:ilvl="0" w:tplc="D894503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5361887"/>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9D6EFB"/>
    <w:multiLevelType w:val="hybridMultilevel"/>
    <w:tmpl w:val="74568A0E"/>
    <w:lvl w:ilvl="0" w:tplc="14D0C796">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89978F8"/>
    <w:multiLevelType w:val="hybridMultilevel"/>
    <w:tmpl w:val="321A8A1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15:restartNumberingAfterBreak="0">
    <w:nsid w:val="08B0688D"/>
    <w:multiLevelType w:val="hybridMultilevel"/>
    <w:tmpl w:val="89D2ADE0"/>
    <w:lvl w:ilvl="0" w:tplc="04190001">
      <w:start w:val="1"/>
      <w:numFmt w:val="bullet"/>
      <w:lvlText w:val=""/>
      <w:lvlJc w:val="left"/>
      <w:pPr>
        <w:ind w:left="1288"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8" w15:restartNumberingAfterBreak="0">
    <w:nsid w:val="0B131046"/>
    <w:multiLevelType w:val="hybridMultilevel"/>
    <w:tmpl w:val="0F9AD224"/>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26C6192"/>
    <w:multiLevelType w:val="hybridMultilevel"/>
    <w:tmpl w:val="C12C3F8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59A7B43"/>
    <w:multiLevelType w:val="hybridMultilevel"/>
    <w:tmpl w:val="DFA078C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7D759EC"/>
    <w:multiLevelType w:val="hybridMultilevel"/>
    <w:tmpl w:val="C6FC6C3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93B1FE2"/>
    <w:multiLevelType w:val="multilevel"/>
    <w:tmpl w:val="A89E31E0"/>
    <w:lvl w:ilvl="0">
      <w:start w:val="1"/>
      <w:numFmt w:val="decimal"/>
      <w:lvlText w:val="%1."/>
      <w:lvlJc w:val="left"/>
      <w:pPr>
        <w:ind w:left="927" w:hanging="360"/>
      </w:pPr>
      <w:rPr>
        <w:rFonts w:ascii="Tahoma" w:eastAsiaTheme="minorHAnsi" w:hAnsi="Tahoma" w:cs="Tahoma"/>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13" w15:restartNumberingAfterBreak="0">
    <w:nsid w:val="19EF1635"/>
    <w:multiLevelType w:val="hybridMultilevel"/>
    <w:tmpl w:val="0822559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F2F791A"/>
    <w:multiLevelType w:val="hybridMultilevel"/>
    <w:tmpl w:val="13DE73FC"/>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0337021"/>
    <w:multiLevelType w:val="hybridMultilevel"/>
    <w:tmpl w:val="03681618"/>
    <w:lvl w:ilvl="0" w:tplc="805E2E0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10A3DC3"/>
    <w:multiLevelType w:val="hybridMultilevel"/>
    <w:tmpl w:val="2D0228A6"/>
    <w:lvl w:ilvl="0" w:tplc="04190001">
      <w:start w:val="1"/>
      <w:numFmt w:val="bullet"/>
      <w:lvlText w:val=""/>
      <w:lvlJc w:val="left"/>
      <w:pPr>
        <w:ind w:left="1364" w:hanging="360"/>
      </w:pPr>
      <w:rPr>
        <w:rFonts w:ascii="Symbol" w:hAnsi="Symbol" w:hint="default"/>
      </w:rPr>
    </w:lvl>
    <w:lvl w:ilvl="1" w:tplc="04190003" w:tentative="1">
      <w:start w:val="1"/>
      <w:numFmt w:val="bullet"/>
      <w:lvlText w:val="o"/>
      <w:lvlJc w:val="left"/>
      <w:pPr>
        <w:ind w:left="2084" w:hanging="360"/>
      </w:pPr>
      <w:rPr>
        <w:rFonts w:ascii="Courier New" w:hAnsi="Courier New" w:cs="Courier New" w:hint="default"/>
      </w:rPr>
    </w:lvl>
    <w:lvl w:ilvl="2" w:tplc="04190005" w:tentative="1">
      <w:start w:val="1"/>
      <w:numFmt w:val="bullet"/>
      <w:lvlText w:val=""/>
      <w:lvlJc w:val="left"/>
      <w:pPr>
        <w:ind w:left="2804" w:hanging="360"/>
      </w:pPr>
      <w:rPr>
        <w:rFonts w:ascii="Wingdings" w:hAnsi="Wingdings" w:hint="default"/>
      </w:rPr>
    </w:lvl>
    <w:lvl w:ilvl="3" w:tplc="4F640214">
      <w:start w:val="1"/>
      <w:numFmt w:val="bullet"/>
      <w:suff w:val="space"/>
      <w:lvlText w:val=""/>
      <w:lvlJc w:val="left"/>
      <w:pPr>
        <w:ind w:left="0" w:firstLine="0"/>
      </w:pPr>
      <w:rPr>
        <w:rFonts w:ascii="Symbol" w:hAnsi="Symbol" w:hint="default"/>
      </w:rPr>
    </w:lvl>
    <w:lvl w:ilvl="4" w:tplc="04190003" w:tentative="1">
      <w:start w:val="1"/>
      <w:numFmt w:val="bullet"/>
      <w:lvlText w:val="o"/>
      <w:lvlJc w:val="left"/>
      <w:pPr>
        <w:ind w:left="4244" w:hanging="360"/>
      </w:pPr>
      <w:rPr>
        <w:rFonts w:ascii="Courier New" w:hAnsi="Courier New" w:cs="Courier New" w:hint="default"/>
      </w:rPr>
    </w:lvl>
    <w:lvl w:ilvl="5" w:tplc="04190005" w:tentative="1">
      <w:start w:val="1"/>
      <w:numFmt w:val="bullet"/>
      <w:lvlText w:val=""/>
      <w:lvlJc w:val="left"/>
      <w:pPr>
        <w:ind w:left="4964" w:hanging="360"/>
      </w:pPr>
      <w:rPr>
        <w:rFonts w:ascii="Wingdings" w:hAnsi="Wingdings" w:hint="default"/>
      </w:rPr>
    </w:lvl>
    <w:lvl w:ilvl="6" w:tplc="04190001" w:tentative="1">
      <w:start w:val="1"/>
      <w:numFmt w:val="bullet"/>
      <w:lvlText w:val=""/>
      <w:lvlJc w:val="left"/>
      <w:pPr>
        <w:ind w:left="5684" w:hanging="360"/>
      </w:pPr>
      <w:rPr>
        <w:rFonts w:ascii="Symbol" w:hAnsi="Symbol" w:hint="default"/>
      </w:rPr>
    </w:lvl>
    <w:lvl w:ilvl="7" w:tplc="04190003" w:tentative="1">
      <w:start w:val="1"/>
      <w:numFmt w:val="bullet"/>
      <w:lvlText w:val="o"/>
      <w:lvlJc w:val="left"/>
      <w:pPr>
        <w:ind w:left="6404" w:hanging="360"/>
      </w:pPr>
      <w:rPr>
        <w:rFonts w:ascii="Courier New" w:hAnsi="Courier New" w:cs="Courier New" w:hint="default"/>
      </w:rPr>
    </w:lvl>
    <w:lvl w:ilvl="8" w:tplc="04190005" w:tentative="1">
      <w:start w:val="1"/>
      <w:numFmt w:val="bullet"/>
      <w:lvlText w:val=""/>
      <w:lvlJc w:val="left"/>
      <w:pPr>
        <w:ind w:left="7124" w:hanging="360"/>
      </w:pPr>
      <w:rPr>
        <w:rFonts w:ascii="Wingdings" w:hAnsi="Wingdings" w:hint="default"/>
      </w:rPr>
    </w:lvl>
  </w:abstractNum>
  <w:abstractNum w:abstractNumId="17" w15:restartNumberingAfterBreak="0">
    <w:nsid w:val="24772422"/>
    <w:multiLevelType w:val="hybridMultilevel"/>
    <w:tmpl w:val="7D78F738"/>
    <w:lvl w:ilvl="0" w:tplc="87CC1AB8">
      <w:start w:val="1"/>
      <w:numFmt w:val="bullet"/>
      <w:suff w:val="space"/>
      <w:lvlText w:val=""/>
      <w:lvlJc w:val="left"/>
      <w:pPr>
        <w:ind w:left="0" w:firstLine="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35221C25"/>
    <w:multiLevelType w:val="hybridMultilevel"/>
    <w:tmpl w:val="DC10D66A"/>
    <w:lvl w:ilvl="0" w:tplc="B9D84C5C">
      <w:start w:val="1"/>
      <w:numFmt w:val="decimal"/>
      <w:suff w:val="space"/>
      <w:lvlText w:val="%1."/>
      <w:lvlJc w:val="left"/>
      <w:pPr>
        <w:ind w:left="0" w:firstLine="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37D0536D"/>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FF3204D"/>
    <w:multiLevelType w:val="hybridMultilevel"/>
    <w:tmpl w:val="DB18D0B0"/>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A1D762B"/>
    <w:multiLevelType w:val="hybridMultilevel"/>
    <w:tmpl w:val="5C9ADF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0830082"/>
    <w:multiLevelType w:val="hybridMultilevel"/>
    <w:tmpl w:val="7436D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2DF7705"/>
    <w:multiLevelType w:val="hybridMultilevel"/>
    <w:tmpl w:val="E57C4CE2"/>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5B6210B8"/>
    <w:multiLevelType w:val="hybridMultilevel"/>
    <w:tmpl w:val="A0F43C04"/>
    <w:lvl w:ilvl="0" w:tplc="CC52F11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15:restartNumberingAfterBreak="0">
    <w:nsid w:val="5BCE3805"/>
    <w:multiLevelType w:val="multilevel"/>
    <w:tmpl w:val="BD8C34C8"/>
    <w:lvl w:ilvl="0">
      <w:start w:val="1"/>
      <w:numFmt w:val="decimal"/>
      <w:lvlText w:val="%1."/>
      <w:lvlJc w:val="left"/>
      <w:pPr>
        <w:ind w:left="927" w:hanging="360"/>
      </w:pPr>
      <w:rPr>
        <w:rFonts w:hint="default"/>
      </w:rPr>
    </w:lvl>
    <w:lvl w:ilvl="1">
      <w:start w:val="1"/>
      <w:numFmt w:val="decimal"/>
      <w:isLgl/>
      <w:lvlText w:val="%2."/>
      <w:lvlJc w:val="left"/>
      <w:pPr>
        <w:ind w:left="927" w:hanging="360"/>
      </w:pPr>
      <w:rPr>
        <w:rFonts w:ascii="Times New Roman" w:eastAsia="Times New Roman" w:hAnsi="Times New Roman" w:cs="Times New Roman"/>
        <w:sz w:val="20"/>
        <w:szCs w:val="20"/>
      </w:rPr>
    </w:lvl>
    <w:lvl w:ilvl="2">
      <w:start w:val="1"/>
      <w:numFmt w:val="decimal"/>
      <w:isLgl/>
      <w:lvlText w:val="%1.%2.%3."/>
      <w:lvlJc w:val="left"/>
      <w:pPr>
        <w:ind w:left="1287" w:hanging="720"/>
      </w:pPr>
      <w:rPr>
        <w:rFonts w:hint="default"/>
        <w:sz w:val="20"/>
      </w:rPr>
    </w:lvl>
    <w:lvl w:ilvl="3">
      <w:start w:val="1"/>
      <w:numFmt w:val="decimal"/>
      <w:isLgl/>
      <w:lvlText w:val="%1.%2.%3.%4."/>
      <w:lvlJc w:val="left"/>
      <w:pPr>
        <w:ind w:left="1287" w:hanging="720"/>
      </w:pPr>
      <w:rPr>
        <w:rFonts w:hint="default"/>
        <w:sz w:val="20"/>
      </w:rPr>
    </w:lvl>
    <w:lvl w:ilvl="4">
      <w:start w:val="1"/>
      <w:numFmt w:val="decimal"/>
      <w:isLgl/>
      <w:lvlText w:val="%1.%2.%3.%4.%5."/>
      <w:lvlJc w:val="left"/>
      <w:pPr>
        <w:ind w:left="1647" w:hanging="1080"/>
      </w:pPr>
      <w:rPr>
        <w:rFonts w:hint="default"/>
        <w:sz w:val="20"/>
      </w:rPr>
    </w:lvl>
    <w:lvl w:ilvl="5">
      <w:start w:val="1"/>
      <w:numFmt w:val="decimal"/>
      <w:isLgl/>
      <w:lvlText w:val="%1.%2.%3.%4.%5.%6."/>
      <w:lvlJc w:val="left"/>
      <w:pPr>
        <w:ind w:left="1647" w:hanging="1080"/>
      </w:pPr>
      <w:rPr>
        <w:rFonts w:hint="default"/>
        <w:sz w:val="20"/>
      </w:rPr>
    </w:lvl>
    <w:lvl w:ilvl="6">
      <w:start w:val="1"/>
      <w:numFmt w:val="decimal"/>
      <w:isLgl/>
      <w:lvlText w:val="%1.%2.%3.%4.%5.%6.%7."/>
      <w:lvlJc w:val="left"/>
      <w:pPr>
        <w:ind w:left="2007" w:hanging="1440"/>
      </w:pPr>
      <w:rPr>
        <w:rFonts w:hint="default"/>
        <w:sz w:val="20"/>
      </w:rPr>
    </w:lvl>
    <w:lvl w:ilvl="7">
      <w:start w:val="1"/>
      <w:numFmt w:val="decimal"/>
      <w:isLgl/>
      <w:lvlText w:val="%1.%2.%3.%4.%5.%6.%7.%8."/>
      <w:lvlJc w:val="left"/>
      <w:pPr>
        <w:ind w:left="2007" w:hanging="1440"/>
      </w:pPr>
      <w:rPr>
        <w:rFonts w:hint="default"/>
        <w:sz w:val="20"/>
      </w:rPr>
    </w:lvl>
    <w:lvl w:ilvl="8">
      <w:start w:val="1"/>
      <w:numFmt w:val="decimal"/>
      <w:isLgl/>
      <w:lvlText w:val="%1.%2.%3.%4.%5.%6.%7.%8.%9."/>
      <w:lvlJc w:val="left"/>
      <w:pPr>
        <w:ind w:left="2367" w:hanging="1800"/>
      </w:pPr>
      <w:rPr>
        <w:rFonts w:hint="default"/>
        <w:sz w:val="20"/>
      </w:rPr>
    </w:lvl>
  </w:abstractNum>
  <w:abstractNum w:abstractNumId="26" w15:restartNumberingAfterBreak="0">
    <w:nsid w:val="5CC82123"/>
    <w:multiLevelType w:val="hybridMultilevel"/>
    <w:tmpl w:val="ACCC89CA"/>
    <w:lvl w:ilvl="0" w:tplc="E68E600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499115C"/>
    <w:multiLevelType w:val="hybridMultilevel"/>
    <w:tmpl w:val="5802C2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B4B6259"/>
    <w:multiLevelType w:val="hybridMultilevel"/>
    <w:tmpl w:val="6F14C34A"/>
    <w:lvl w:ilvl="0" w:tplc="A4CE1CA4">
      <w:start w:val="1"/>
      <w:numFmt w:val="decimal"/>
      <w:lvlText w:val="1.%1."/>
      <w:lvlJc w:val="left"/>
      <w:pPr>
        <w:ind w:left="1080" w:hanging="360"/>
      </w:pPr>
      <w:rPr>
        <w:rFonts w:hint="default"/>
        <w:color w:val="000000"/>
        <w:kern w:val="16"/>
        <w:position w:val="-2"/>
        <w:sz w:val="22"/>
        <w:szCs w:val="22"/>
      </w:rPr>
    </w:lvl>
    <w:lvl w:ilvl="1" w:tplc="31F8719C">
      <w:start w:val="1"/>
      <w:numFmt w:val="decimal"/>
      <w:lvlText w:val="1.%2."/>
      <w:lvlJc w:val="left"/>
      <w:pPr>
        <w:ind w:left="1800" w:hanging="360"/>
      </w:pPr>
      <w:rPr>
        <w:rFonts w:hint="default"/>
        <w:color w:val="000000"/>
        <w:kern w:val="16"/>
        <w:position w:val="-2"/>
        <w:sz w:val="24"/>
        <w:szCs w:val="24"/>
      </w:r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9" w15:restartNumberingAfterBreak="0">
    <w:nsid w:val="6B7C37AC"/>
    <w:multiLevelType w:val="hybridMultilevel"/>
    <w:tmpl w:val="B85C3878"/>
    <w:lvl w:ilvl="0" w:tplc="D8FA869C">
      <w:start w:val="1"/>
      <w:numFmt w:val="decimal"/>
      <w:suff w:val="space"/>
      <w:lvlText w:val="%1."/>
      <w:lvlJc w:val="left"/>
      <w:pPr>
        <w:ind w:left="0" w:firstLine="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BE177AB"/>
    <w:multiLevelType w:val="hybridMultilevel"/>
    <w:tmpl w:val="3AF6601A"/>
    <w:lvl w:ilvl="0" w:tplc="04190001">
      <w:start w:val="1"/>
      <w:numFmt w:val="bullet"/>
      <w:lvlText w:val=""/>
      <w:lvlJc w:val="left"/>
      <w:pPr>
        <w:ind w:left="1480" w:hanging="360"/>
      </w:pPr>
      <w:rPr>
        <w:rFonts w:ascii="Symbol" w:hAnsi="Symbol" w:hint="default"/>
      </w:rPr>
    </w:lvl>
    <w:lvl w:ilvl="1" w:tplc="04190003" w:tentative="1">
      <w:start w:val="1"/>
      <w:numFmt w:val="bullet"/>
      <w:lvlText w:val="o"/>
      <w:lvlJc w:val="left"/>
      <w:pPr>
        <w:ind w:left="2200" w:hanging="360"/>
      </w:pPr>
      <w:rPr>
        <w:rFonts w:ascii="Courier New" w:hAnsi="Courier New" w:cs="Courier New" w:hint="default"/>
      </w:rPr>
    </w:lvl>
    <w:lvl w:ilvl="2" w:tplc="04190005" w:tentative="1">
      <w:start w:val="1"/>
      <w:numFmt w:val="bullet"/>
      <w:lvlText w:val=""/>
      <w:lvlJc w:val="left"/>
      <w:pPr>
        <w:ind w:left="2920" w:hanging="360"/>
      </w:pPr>
      <w:rPr>
        <w:rFonts w:ascii="Wingdings" w:hAnsi="Wingdings" w:hint="default"/>
      </w:rPr>
    </w:lvl>
    <w:lvl w:ilvl="3" w:tplc="04190001" w:tentative="1">
      <w:start w:val="1"/>
      <w:numFmt w:val="bullet"/>
      <w:lvlText w:val=""/>
      <w:lvlJc w:val="left"/>
      <w:pPr>
        <w:ind w:left="3640" w:hanging="360"/>
      </w:pPr>
      <w:rPr>
        <w:rFonts w:ascii="Symbol" w:hAnsi="Symbol" w:hint="default"/>
      </w:rPr>
    </w:lvl>
    <w:lvl w:ilvl="4" w:tplc="04190003" w:tentative="1">
      <w:start w:val="1"/>
      <w:numFmt w:val="bullet"/>
      <w:lvlText w:val="o"/>
      <w:lvlJc w:val="left"/>
      <w:pPr>
        <w:ind w:left="4360" w:hanging="360"/>
      </w:pPr>
      <w:rPr>
        <w:rFonts w:ascii="Courier New" w:hAnsi="Courier New" w:cs="Courier New" w:hint="default"/>
      </w:rPr>
    </w:lvl>
    <w:lvl w:ilvl="5" w:tplc="04190005" w:tentative="1">
      <w:start w:val="1"/>
      <w:numFmt w:val="bullet"/>
      <w:lvlText w:val=""/>
      <w:lvlJc w:val="left"/>
      <w:pPr>
        <w:ind w:left="5080" w:hanging="360"/>
      </w:pPr>
      <w:rPr>
        <w:rFonts w:ascii="Wingdings" w:hAnsi="Wingdings" w:hint="default"/>
      </w:rPr>
    </w:lvl>
    <w:lvl w:ilvl="6" w:tplc="04190001" w:tentative="1">
      <w:start w:val="1"/>
      <w:numFmt w:val="bullet"/>
      <w:lvlText w:val=""/>
      <w:lvlJc w:val="left"/>
      <w:pPr>
        <w:ind w:left="5800" w:hanging="360"/>
      </w:pPr>
      <w:rPr>
        <w:rFonts w:ascii="Symbol" w:hAnsi="Symbol" w:hint="default"/>
      </w:rPr>
    </w:lvl>
    <w:lvl w:ilvl="7" w:tplc="04190003" w:tentative="1">
      <w:start w:val="1"/>
      <w:numFmt w:val="bullet"/>
      <w:lvlText w:val="o"/>
      <w:lvlJc w:val="left"/>
      <w:pPr>
        <w:ind w:left="6520" w:hanging="360"/>
      </w:pPr>
      <w:rPr>
        <w:rFonts w:ascii="Courier New" w:hAnsi="Courier New" w:cs="Courier New" w:hint="default"/>
      </w:rPr>
    </w:lvl>
    <w:lvl w:ilvl="8" w:tplc="04190005" w:tentative="1">
      <w:start w:val="1"/>
      <w:numFmt w:val="bullet"/>
      <w:lvlText w:val=""/>
      <w:lvlJc w:val="left"/>
      <w:pPr>
        <w:ind w:left="7240" w:hanging="360"/>
      </w:pPr>
      <w:rPr>
        <w:rFonts w:ascii="Wingdings" w:hAnsi="Wingdings" w:hint="default"/>
      </w:rPr>
    </w:lvl>
  </w:abstractNum>
  <w:abstractNum w:abstractNumId="31" w15:restartNumberingAfterBreak="0">
    <w:nsid w:val="7FC0419A"/>
    <w:multiLevelType w:val="hybridMultilevel"/>
    <w:tmpl w:val="6C4073B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28"/>
  </w:num>
  <w:num w:numId="3">
    <w:abstractNumId w:val="0"/>
    <w:lvlOverride w:ilvl="0">
      <w:lvl w:ilvl="0">
        <w:start w:val="65535"/>
        <w:numFmt w:val="bullet"/>
        <w:lvlText w:val="-"/>
        <w:legacy w:legacy="1" w:legacySpace="0" w:legacyIndent="273"/>
        <w:lvlJc w:val="left"/>
        <w:rPr>
          <w:rFonts w:ascii="Times New Roman" w:hAnsi="Times New Roman" w:cs="Times New Roman" w:hint="default"/>
        </w:rPr>
      </w:lvl>
    </w:lvlOverride>
  </w:num>
  <w:num w:numId="4">
    <w:abstractNumId w:val="24"/>
  </w:num>
  <w:num w:numId="5">
    <w:abstractNumId w:val="12"/>
  </w:num>
  <w:num w:numId="6">
    <w:abstractNumId w:val="10"/>
  </w:num>
  <w:num w:numId="7">
    <w:abstractNumId w:val="6"/>
  </w:num>
  <w:num w:numId="8">
    <w:abstractNumId w:val="3"/>
  </w:num>
  <w:num w:numId="9">
    <w:abstractNumId w:val="25"/>
  </w:num>
  <w:num w:numId="10">
    <w:abstractNumId w:val="20"/>
  </w:num>
  <w:num w:numId="11">
    <w:abstractNumId w:val="26"/>
  </w:num>
  <w:num w:numId="12">
    <w:abstractNumId w:val="15"/>
  </w:num>
  <w:num w:numId="13">
    <w:abstractNumId w:val="5"/>
  </w:num>
  <w:num w:numId="14">
    <w:abstractNumId w:val="9"/>
  </w:num>
  <w:num w:numId="15">
    <w:abstractNumId w:val="22"/>
  </w:num>
  <w:num w:numId="16">
    <w:abstractNumId w:val="29"/>
  </w:num>
  <w:num w:numId="17">
    <w:abstractNumId w:val="16"/>
  </w:num>
  <w:num w:numId="18">
    <w:abstractNumId w:val="7"/>
  </w:num>
  <w:num w:numId="19">
    <w:abstractNumId w:val="17"/>
  </w:num>
  <w:num w:numId="20">
    <w:abstractNumId w:val="18"/>
  </w:num>
  <w:num w:numId="21">
    <w:abstractNumId w:val="21"/>
  </w:num>
  <w:num w:numId="22">
    <w:abstractNumId w:val="14"/>
  </w:num>
  <w:num w:numId="23">
    <w:abstractNumId w:val="11"/>
  </w:num>
  <w:num w:numId="24">
    <w:abstractNumId w:val="1"/>
  </w:num>
  <w:num w:numId="25">
    <w:abstractNumId w:val="19"/>
  </w:num>
  <w:num w:numId="26">
    <w:abstractNumId w:val="13"/>
  </w:num>
  <w:num w:numId="27">
    <w:abstractNumId w:val="4"/>
  </w:num>
  <w:num w:numId="28">
    <w:abstractNumId w:val="23"/>
  </w:num>
  <w:num w:numId="29">
    <w:abstractNumId w:val="31"/>
  </w:num>
  <w:num w:numId="30">
    <w:abstractNumId w:val="8"/>
  </w:num>
  <w:num w:numId="31">
    <w:abstractNumId w:val="30"/>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153C"/>
    <w:rsid w:val="00005001"/>
    <w:rsid w:val="00012582"/>
    <w:rsid w:val="000154E6"/>
    <w:rsid w:val="00024F17"/>
    <w:rsid w:val="00025D7B"/>
    <w:rsid w:val="000311F2"/>
    <w:rsid w:val="000328B5"/>
    <w:rsid w:val="000540CB"/>
    <w:rsid w:val="00055AAF"/>
    <w:rsid w:val="00057F17"/>
    <w:rsid w:val="00061866"/>
    <w:rsid w:val="00072323"/>
    <w:rsid w:val="00074CAF"/>
    <w:rsid w:val="000778EB"/>
    <w:rsid w:val="00081557"/>
    <w:rsid w:val="00081629"/>
    <w:rsid w:val="0009421B"/>
    <w:rsid w:val="00094BCC"/>
    <w:rsid w:val="00095E0C"/>
    <w:rsid w:val="000A71B9"/>
    <w:rsid w:val="000A7CE7"/>
    <w:rsid w:val="000B6D50"/>
    <w:rsid w:val="000C12E6"/>
    <w:rsid w:val="000C5E19"/>
    <w:rsid w:val="000C6A97"/>
    <w:rsid w:val="000C6FBA"/>
    <w:rsid w:val="000D0AAB"/>
    <w:rsid w:val="000E47EE"/>
    <w:rsid w:val="000F25C1"/>
    <w:rsid w:val="000F3DDC"/>
    <w:rsid w:val="000F4250"/>
    <w:rsid w:val="000F7BDD"/>
    <w:rsid w:val="001074A3"/>
    <w:rsid w:val="00107FBB"/>
    <w:rsid w:val="0011153C"/>
    <w:rsid w:val="00115B51"/>
    <w:rsid w:val="00115E16"/>
    <w:rsid w:val="001174A3"/>
    <w:rsid w:val="00126010"/>
    <w:rsid w:val="00126023"/>
    <w:rsid w:val="00127FD3"/>
    <w:rsid w:val="001351EF"/>
    <w:rsid w:val="00137456"/>
    <w:rsid w:val="00146907"/>
    <w:rsid w:val="00150F1B"/>
    <w:rsid w:val="001601AA"/>
    <w:rsid w:val="00173B19"/>
    <w:rsid w:val="00177003"/>
    <w:rsid w:val="00183077"/>
    <w:rsid w:val="00185CF4"/>
    <w:rsid w:val="00191837"/>
    <w:rsid w:val="0019481F"/>
    <w:rsid w:val="0019651C"/>
    <w:rsid w:val="001A0069"/>
    <w:rsid w:val="001A0485"/>
    <w:rsid w:val="001A0F29"/>
    <w:rsid w:val="001A2540"/>
    <w:rsid w:val="001A6A41"/>
    <w:rsid w:val="001A6FC4"/>
    <w:rsid w:val="001B0A9E"/>
    <w:rsid w:val="001B3199"/>
    <w:rsid w:val="001B5D2F"/>
    <w:rsid w:val="001B63BA"/>
    <w:rsid w:val="001C2C09"/>
    <w:rsid w:val="001C5C97"/>
    <w:rsid w:val="001C7DC3"/>
    <w:rsid w:val="001E5700"/>
    <w:rsid w:val="002109BE"/>
    <w:rsid w:val="00213391"/>
    <w:rsid w:val="00214349"/>
    <w:rsid w:val="00220A55"/>
    <w:rsid w:val="00220FA8"/>
    <w:rsid w:val="0022434B"/>
    <w:rsid w:val="00224CF9"/>
    <w:rsid w:val="002365DA"/>
    <w:rsid w:val="0023786D"/>
    <w:rsid w:val="00237BA3"/>
    <w:rsid w:val="00251161"/>
    <w:rsid w:val="00255026"/>
    <w:rsid w:val="00260322"/>
    <w:rsid w:val="00264B05"/>
    <w:rsid w:val="002706FE"/>
    <w:rsid w:val="0027492F"/>
    <w:rsid w:val="0027660F"/>
    <w:rsid w:val="002772E6"/>
    <w:rsid w:val="00290E03"/>
    <w:rsid w:val="0029589D"/>
    <w:rsid w:val="002A1D22"/>
    <w:rsid w:val="002A2B70"/>
    <w:rsid w:val="002A4F6F"/>
    <w:rsid w:val="002A5890"/>
    <w:rsid w:val="002B2977"/>
    <w:rsid w:val="002C138A"/>
    <w:rsid w:val="002C2279"/>
    <w:rsid w:val="002C2475"/>
    <w:rsid w:val="002C53EF"/>
    <w:rsid w:val="002D11F4"/>
    <w:rsid w:val="002D685F"/>
    <w:rsid w:val="002E7B0D"/>
    <w:rsid w:val="002F086A"/>
    <w:rsid w:val="002F2B20"/>
    <w:rsid w:val="00315454"/>
    <w:rsid w:val="00326453"/>
    <w:rsid w:val="00332AF8"/>
    <w:rsid w:val="0033528E"/>
    <w:rsid w:val="00343BB4"/>
    <w:rsid w:val="0034429B"/>
    <w:rsid w:val="00355CED"/>
    <w:rsid w:val="00356702"/>
    <w:rsid w:val="00357F51"/>
    <w:rsid w:val="003647C1"/>
    <w:rsid w:val="00365F9C"/>
    <w:rsid w:val="00367C0F"/>
    <w:rsid w:val="00374BBE"/>
    <w:rsid w:val="00376AFA"/>
    <w:rsid w:val="003773F1"/>
    <w:rsid w:val="00383814"/>
    <w:rsid w:val="003937EE"/>
    <w:rsid w:val="003946A1"/>
    <w:rsid w:val="003A0072"/>
    <w:rsid w:val="003A1BCB"/>
    <w:rsid w:val="003A70D4"/>
    <w:rsid w:val="003B36B2"/>
    <w:rsid w:val="003B38FB"/>
    <w:rsid w:val="003B4E6E"/>
    <w:rsid w:val="003C236D"/>
    <w:rsid w:val="003D381F"/>
    <w:rsid w:val="003E5614"/>
    <w:rsid w:val="003F2A08"/>
    <w:rsid w:val="003F6E18"/>
    <w:rsid w:val="0040108A"/>
    <w:rsid w:val="00403DD1"/>
    <w:rsid w:val="0040411F"/>
    <w:rsid w:val="00416B2F"/>
    <w:rsid w:val="004208D4"/>
    <w:rsid w:val="00430D26"/>
    <w:rsid w:val="0043268A"/>
    <w:rsid w:val="004354B8"/>
    <w:rsid w:val="004366ED"/>
    <w:rsid w:val="0043798B"/>
    <w:rsid w:val="00437BBF"/>
    <w:rsid w:val="00440918"/>
    <w:rsid w:val="0044134F"/>
    <w:rsid w:val="004513CF"/>
    <w:rsid w:val="00452237"/>
    <w:rsid w:val="00453765"/>
    <w:rsid w:val="00453E3D"/>
    <w:rsid w:val="004541AE"/>
    <w:rsid w:val="00472624"/>
    <w:rsid w:val="0047543D"/>
    <w:rsid w:val="004833FF"/>
    <w:rsid w:val="00491398"/>
    <w:rsid w:val="004948C8"/>
    <w:rsid w:val="004956BC"/>
    <w:rsid w:val="004A1BDD"/>
    <w:rsid w:val="004A5531"/>
    <w:rsid w:val="004A5A98"/>
    <w:rsid w:val="004B6E12"/>
    <w:rsid w:val="004C2819"/>
    <w:rsid w:val="004E45A2"/>
    <w:rsid w:val="004E53A4"/>
    <w:rsid w:val="004F12EF"/>
    <w:rsid w:val="004F28E7"/>
    <w:rsid w:val="004F7981"/>
    <w:rsid w:val="0051388E"/>
    <w:rsid w:val="00520FE2"/>
    <w:rsid w:val="005211E9"/>
    <w:rsid w:val="005237E9"/>
    <w:rsid w:val="0052645F"/>
    <w:rsid w:val="0052650A"/>
    <w:rsid w:val="00536689"/>
    <w:rsid w:val="00541FD4"/>
    <w:rsid w:val="00544253"/>
    <w:rsid w:val="005455FC"/>
    <w:rsid w:val="00556C99"/>
    <w:rsid w:val="00561102"/>
    <w:rsid w:val="005703BD"/>
    <w:rsid w:val="005712E3"/>
    <w:rsid w:val="00575AA8"/>
    <w:rsid w:val="005907D0"/>
    <w:rsid w:val="00590982"/>
    <w:rsid w:val="00591175"/>
    <w:rsid w:val="00591982"/>
    <w:rsid w:val="005A227C"/>
    <w:rsid w:val="005B3E34"/>
    <w:rsid w:val="005B3ED5"/>
    <w:rsid w:val="005B4AEA"/>
    <w:rsid w:val="005B6D17"/>
    <w:rsid w:val="005D0221"/>
    <w:rsid w:val="005D5412"/>
    <w:rsid w:val="005E4720"/>
    <w:rsid w:val="005F5530"/>
    <w:rsid w:val="00600DCC"/>
    <w:rsid w:val="0060643C"/>
    <w:rsid w:val="00611A41"/>
    <w:rsid w:val="00615654"/>
    <w:rsid w:val="0062439D"/>
    <w:rsid w:val="00626A6A"/>
    <w:rsid w:val="00633107"/>
    <w:rsid w:val="0063706B"/>
    <w:rsid w:val="006411E8"/>
    <w:rsid w:val="0064259B"/>
    <w:rsid w:val="00643849"/>
    <w:rsid w:val="00644896"/>
    <w:rsid w:val="006633D4"/>
    <w:rsid w:val="00664617"/>
    <w:rsid w:val="00667D2B"/>
    <w:rsid w:val="006727B3"/>
    <w:rsid w:val="006850C3"/>
    <w:rsid w:val="006A53D8"/>
    <w:rsid w:val="006A7C26"/>
    <w:rsid w:val="006B39B9"/>
    <w:rsid w:val="006C5BDB"/>
    <w:rsid w:val="006D3E69"/>
    <w:rsid w:val="006D48F0"/>
    <w:rsid w:val="006D496B"/>
    <w:rsid w:val="006D5F10"/>
    <w:rsid w:val="006D76C6"/>
    <w:rsid w:val="006E2C75"/>
    <w:rsid w:val="006E5FA2"/>
    <w:rsid w:val="006E621F"/>
    <w:rsid w:val="006F3CBD"/>
    <w:rsid w:val="006F40D6"/>
    <w:rsid w:val="00713460"/>
    <w:rsid w:val="00713CE3"/>
    <w:rsid w:val="0071733B"/>
    <w:rsid w:val="00720D95"/>
    <w:rsid w:val="007231E8"/>
    <w:rsid w:val="00723311"/>
    <w:rsid w:val="00727B46"/>
    <w:rsid w:val="00731AAE"/>
    <w:rsid w:val="00734DE5"/>
    <w:rsid w:val="007410FB"/>
    <w:rsid w:val="00743D6D"/>
    <w:rsid w:val="00743DE7"/>
    <w:rsid w:val="0074448F"/>
    <w:rsid w:val="00747453"/>
    <w:rsid w:val="00762C95"/>
    <w:rsid w:val="0076711F"/>
    <w:rsid w:val="00771314"/>
    <w:rsid w:val="00773F19"/>
    <w:rsid w:val="00775790"/>
    <w:rsid w:val="007770D9"/>
    <w:rsid w:val="00786A82"/>
    <w:rsid w:val="00787E35"/>
    <w:rsid w:val="00790F7F"/>
    <w:rsid w:val="007939CC"/>
    <w:rsid w:val="007A0398"/>
    <w:rsid w:val="007A18DD"/>
    <w:rsid w:val="007A254E"/>
    <w:rsid w:val="007A2AEE"/>
    <w:rsid w:val="007A300A"/>
    <w:rsid w:val="007A65DD"/>
    <w:rsid w:val="007C0F67"/>
    <w:rsid w:val="007C43C5"/>
    <w:rsid w:val="007C5393"/>
    <w:rsid w:val="007C7B0A"/>
    <w:rsid w:val="007D7E18"/>
    <w:rsid w:val="007E2F99"/>
    <w:rsid w:val="007E429E"/>
    <w:rsid w:val="007E5E5A"/>
    <w:rsid w:val="007F0401"/>
    <w:rsid w:val="007F58A4"/>
    <w:rsid w:val="007F7016"/>
    <w:rsid w:val="00803D16"/>
    <w:rsid w:val="00807800"/>
    <w:rsid w:val="00811631"/>
    <w:rsid w:val="00812E5D"/>
    <w:rsid w:val="00816A49"/>
    <w:rsid w:val="00833ADB"/>
    <w:rsid w:val="00835C35"/>
    <w:rsid w:val="00836C19"/>
    <w:rsid w:val="0084111F"/>
    <w:rsid w:val="008432F3"/>
    <w:rsid w:val="008509A8"/>
    <w:rsid w:val="00851B44"/>
    <w:rsid w:val="00851DC6"/>
    <w:rsid w:val="00851E4C"/>
    <w:rsid w:val="00855371"/>
    <w:rsid w:val="00860137"/>
    <w:rsid w:val="00881B0C"/>
    <w:rsid w:val="00890FC2"/>
    <w:rsid w:val="008972D1"/>
    <w:rsid w:val="008A0E32"/>
    <w:rsid w:val="008A11E0"/>
    <w:rsid w:val="008A126D"/>
    <w:rsid w:val="008A1999"/>
    <w:rsid w:val="008A73BB"/>
    <w:rsid w:val="008A7484"/>
    <w:rsid w:val="008B0BF2"/>
    <w:rsid w:val="008B5C75"/>
    <w:rsid w:val="008C27C8"/>
    <w:rsid w:val="008D005F"/>
    <w:rsid w:val="008D3023"/>
    <w:rsid w:val="008D5327"/>
    <w:rsid w:val="008E00B7"/>
    <w:rsid w:val="008E7D93"/>
    <w:rsid w:val="0090037E"/>
    <w:rsid w:val="0090321A"/>
    <w:rsid w:val="00903610"/>
    <w:rsid w:val="00927680"/>
    <w:rsid w:val="00927B91"/>
    <w:rsid w:val="00931CB3"/>
    <w:rsid w:val="00931F69"/>
    <w:rsid w:val="00932E28"/>
    <w:rsid w:val="00934512"/>
    <w:rsid w:val="00935703"/>
    <w:rsid w:val="00940AA2"/>
    <w:rsid w:val="00955BF8"/>
    <w:rsid w:val="00957E06"/>
    <w:rsid w:val="009607D4"/>
    <w:rsid w:val="00962324"/>
    <w:rsid w:val="0096533A"/>
    <w:rsid w:val="0097046F"/>
    <w:rsid w:val="00973EE8"/>
    <w:rsid w:val="00981749"/>
    <w:rsid w:val="00982251"/>
    <w:rsid w:val="00991FDC"/>
    <w:rsid w:val="00992267"/>
    <w:rsid w:val="00994815"/>
    <w:rsid w:val="00995911"/>
    <w:rsid w:val="00995B26"/>
    <w:rsid w:val="00995BE4"/>
    <w:rsid w:val="009A3E00"/>
    <w:rsid w:val="009C4442"/>
    <w:rsid w:val="009D008F"/>
    <w:rsid w:val="009D5418"/>
    <w:rsid w:val="009D5427"/>
    <w:rsid w:val="009E3198"/>
    <w:rsid w:val="009E6084"/>
    <w:rsid w:val="009F07A0"/>
    <w:rsid w:val="009F3D86"/>
    <w:rsid w:val="00A07A50"/>
    <w:rsid w:val="00A1650F"/>
    <w:rsid w:val="00A1767E"/>
    <w:rsid w:val="00A316F8"/>
    <w:rsid w:val="00A359A0"/>
    <w:rsid w:val="00A3669E"/>
    <w:rsid w:val="00A437F2"/>
    <w:rsid w:val="00A507D8"/>
    <w:rsid w:val="00A53651"/>
    <w:rsid w:val="00A61BFD"/>
    <w:rsid w:val="00A73F3E"/>
    <w:rsid w:val="00A7480F"/>
    <w:rsid w:val="00A77C27"/>
    <w:rsid w:val="00A858A0"/>
    <w:rsid w:val="00A87487"/>
    <w:rsid w:val="00A94519"/>
    <w:rsid w:val="00AA7725"/>
    <w:rsid w:val="00AB2FF3"/>
    <w:rsid w:val="00AB6412"/>
    <w:rsid w:val="00AC3E6E"/>
    <w:rsid w:val="00AD460E"/>
    <w:rsid w:val="00AD6B03"/>
    <w:rsid w:val="00AE08DA"/>
    <w:rsid w:val="00AE3B6A"/>
    <w:rsid w:val="00AF3A2A"/>
    <w:rsid w:val="00AF7215"/>
    <w:rsid w:val="00B013DF"/>
    <w:rsid w:val="00B041F9"/>
    <w:rsid w:val="00B10922"/>
    <w:rsid w:val="00B208BA"/>
    <w:rsid w:val="00B217C6"/>
    <w:rsid w:val="00B21B20"/>
    <w:rsid w:val="00B24B6C"/>
    <w:rsid w:val="00B26C4F"/>
    <w:rsid w:val="00B4267C"/>
    <w:rsid w:val="00B62FC3"/>
    <w:rsid w:val="00B65DE9"/>
    <w:rsid w:val="00B66BC7"/>
    <w:rsid w:val="00B816FC"/>
    <w:rsid w:val="00B81A28"/>
    <w:rsid w:val="00B83D8B"/>
    <w:rsid w:val="00B93F29"/>
    <w:rsid w:val="00B9587F"/>
    <w:rsid w:val="00BA027E"/>
    <w:rsid w:val="00BA11B4"/>
    <w:rsid w:val="00BA1995"/>
    <w:rsid w:val="00BB7458"/>
    <w:rsid w:val="00BC1E83"/>
    <w:rsid w:val="00BC4268"/>
    <w:rsid w:val="00BC684D"/>
    <w:rsid w:val="00BD412E"/>
    <w:rsid w:val="00BE5677"/>
    <w:rsid w:val="00BF3A27"/>
    <w:rsid w:val="00C04918"/>
    <w:rsid w:val="00C117A9"/>
    <w:rsid w:val="00C20E0F"/>
    <w:rsid w:val="00C245B2"/>
    <w:rsid w:val="00C251E6"/>
    <w:rsid w:val="00C313B2"/>
    <w:rsid w:val="00C31BA0"/>
    <w:rsid w:val="00C32810"/>
    <w:rsid w:val="00C37420"/>
    <w:rsid w:val="00C40B97"/>
    <w:rsid w:val="00C46CA8"/>
    <w:rsid w:val="00C675FC"/>
    <w:rsid w:val="00C87441"/>
    <w:rsid w:val="00C954C0"/>
    <w:rsid w:val="00CA32B7"/>
    <w:rsid w:val="00CB218F"/>
    <w:rsid w:val="00CC47B9"/>
    <w:rsid w:val="00CC4CF7"/>
    <w:rsid w:val="00CD04FD"/>
    <w:rsid w:val="00CD1F6F"/>
    <w:rsid w:val="00CE0764"/>
    <w:rsid w:val="00CF4487"/>
    <w:rsid w:val="00CF5DE8"/>
    <w:rsid w:val="00D201C7"/>
    <w:rsid w:val="00D21ABE"/>
    <w:rsid w:val="00D26414"/>
    <w:rsid w:val="00D32F38"/>
    <w:rsid w:val="00D45FA2"/>
    <w:rsid w:val="00D5228B"/>
    <w:rsid w:val="00D53832"/>
    <w:rsid w:val="00D6016F"/>
    <w:rsid w:val="00D602ED"/>
    <w:rsid w:val="00D61F97"/>
    <w:rsid w:val="00D62A39"/>
    <w:rsid w:val="00D63B4A"/>
    <w:rsid w:val="00D64C4A"/>
    <w:rsid w:val="00D70EA7"/>
    <w:rsid w:val="00D9330B"/>
    <w:rsid w:val="00DA0E79"/>
    <w:rsid w:val="00DA6866"/>
    <w:rsid w:val="00DB192F"/>
    <w:rsid w:val="00DB3DC5"/>
    <w:rsid w:val="00DC44B7"/>
    <w:rsid w:val="00DC762F"/>
    <w:rsid w:val="00DD1635"/>
    <w:rsid w:val="00DD31CD"/>
    <w:rsid w:val="00DD43C1"/>
    <w:rsid w:val="00DD6501"/>
    <w:rsid w:val="00DD6E54"/>
    <w:rsid w:val="00DE0DD9"/>
    <w:rsid w:val="00DE515E"/>
    <w:rsid w:val="00DE774E"/>
    <w:rsid w:val="00DF130D"/>
    <w:rsid w:val="00DF6756"/>
    <w:rsid w:val="00E00F73"/>
    <w:rsid w:val="00E069F0"/>
    <w:rsid w:val="00E11A67"/>
    <w:rsid w:val="00E121F0"/>
    <w:rsid w:val="00E37517"/>
    <w:rsid w:val="00E4123F"/>
    <w:rsid w:val="00E42D60"/>
    <w:rsid w:val="00E43381"/>
    <w:rsid w:val="00E43F2E"/>
    <w:rsid w:val="00E44B73"/>
    <w:rsid w:val="00E45059"/>
    <w:rsid w:val="00E50BBE"/>
    <w:rsid w:val="00E5224D"/>
    <w:rsid w:val="00E54C0F"/>
    <w:rsid w:val="00E7243A"/>
    <w:rsid w:val="00E82CDE"/>
    <w:rsid w:val="00E83E45"/>
    <w:rsid w:val="00E93D31"/>
    <w:rsid w:val="00E948C5"/>
    <w:rsid w:val="00E95C1B"/>
    <w:rsid w:val="00EA0811"/>
    <w:rsid w:val="00EB2CA8"/>
    <w:rsid w:val="00EB4CD8"/>
    <w:rsid w:val="00EB5CA0"/>
    <w:rsid w:val="00EC2481"/>
    <w:rsid w:val="00EC2CC9"/>
    <w:rsid w:val="00EC669B"/>
    <w:rsid w:val="00EE0962"/>
    <w:rsid w:val="00EF036E"/>
    <w:rsid w:val="00EF2EA5"/>
    <w:rsid w:val="00EF4BD3"/>
    <w:rsid w:val="00EF71FD"/>
    <w:rsid w:val="00F002A4"/>
    <w:rsid w:val="00F1024D"/>
    <w:rsid w:val="00F15587"/>
    <w:rsid w:val="00F2130B"/>
    <w:rsid w:val="00F21FF5"/>
    <w:rsid w:val="00F228AE"/>
    <w:rsid w:val="00F305B2"/>
    <w:rsid w:val="00F30BE4"/>
    <w:rsid w:val="00F42787"/>
    <w:rsid w:val="00F44F75"/>
    <w:rsid w:val="00F477A0"/>
    <w:rsid w:val="00F47C8F"/>
    <w:rsid w:val="00F52AC5"/>
    <w:rsid w:val="00F61BFA"/>
    <w:rsid w:val="00F6373A"/>
    <w:rsid w:val="00F738FB"/>
    <w:rsid w:val="00F74671"/>
    <w:rsid w:val="00F83B25"/>
    <w:rsid w:val="00F92D5E"/>
    <w:rsid w:val="00FA59EF"/>
    <w:rsid w:val="00FA67A5"/>
    <w:rsid w:val="00FA7F19"/>
    <w:rsid w:val="00FB6EA4"/>
    <w:rsid w:val="00FB798A"/>
    <w:rsid w:val="00FB7DF3"/>
    <w:rsid w:val="00FC72F4"/>
    <w:rsid w:val="00FD0D95"/>
    <w:rsid w:val="00FD60ED"/>
    <w:rsid w:val="00FE0224"/>
    <w:rsid w:val="00FE3638"/>
    <w:rsid w:val="00FE494C"/>
    <w:rsid w:val="00FE5A8D"/>
    <w:rsid w:val="00FF14DB"/>
    <w:rsid w:val="00FF6310"/>
    <w:rsid w:val="00FF691E"/>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2769"/>
    <o:shapelayout v:ext="edit">
      <o:idmap v:ext="edit" data="1"/>
    </o:shapelayout>
  </w:shapeDefaults>
  <w:decimalSymbol w:val=","/>
  <w:listSeparator w:val=";"/>
  <w14:docId w14:val="2656F529"/>
  <w15:docId w15:val="{F7D07570-7CA9-40DE-B46A-8A6BEC0E6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83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7DF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7DF3"/>
    <w:rPr>
      <w:rFonts w:ascii="Segoe UI" w:hAnsi="Segoe UI" w:cs="Segoe UI"/>
      <w:sz w:val="18"/>
      <w:szCs w:val="18"/>
    </w:rPr>
  </w:style>
  <w:style w:type="character" w:styleId="a5">
    <w:name w:val="Hyperlink"/>
    <w:uiPriority w:val="99"/>
    <w:qFormat/>
    <w:rsid w:val="004956BC"/>
    <w:rPr>
      <w:color w:val="0000FF"/>
      <w:u w:val="single"/>
    </w:rPr>
  </w:style>
  <w:style w:type="paragraph" w:styleId="a6">
    <w:name w:val="header"/>
    <w:basedOn w:val="a"/>
    <w:link w:val="a7"/>
    <w:uiPriority w:val="99"/>
    <w:unhideWhenUsed/>
    <w:rsid w:val="00EF71F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71FD"/>
  </w:style>
  <w:style w:type="paragraph" w:styleId="a8">
    <w:name w:val="footer"/>
    <w:basedOn w:val="a"/>
    <w:link w:val="a9"/>
    <w:uiPriority w:val="99"/>
    <w:unhideWhenUsed/>
    <w:rsid w:val="00EF71F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71FD"/>
  </w:style>
  <w:style w:type="table" w:styleId="aa">
    <w:name w:val="Table Grid"/>
    <w:basedOn w:val="a1"/>
    <w:uiPriority w:val="39"/>
    <w:rsid w:val="006633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footnote reference"/>
    <w:uiPriority w:val="99"/>
    <w:rsid w:val="00723311"/>
    <w:rPr>
      <w:vertAlign w:val="superscript"/>
    </w:rPr>
  </w:style>
  <w:style w:type="paragraph" w:styleId="ac">
    <w:name w:val="footnote text"/>
    <w:aliases w:val="Car"/>
    <w:basedOn w:val="a"/>
    <w:link w:val="ad"/>
    <w:uiPriority w:val="99"/>
    <w:qFormat/>
    <w:rsid w:val="00723311"/>
    <w:pPr>
      <w:spacing w:after="0" w:line="240" w:lineRule="auto"/>
      <w:jc w:val="both"/>
    </w:pPr>
    <w:rPr>
      <w:rFonts w:ascii="Times New Roman" w:eastAsia="Times New Roman" w:hAnsi="Times New Roman" w:cs="Times New Roman"/>
      <w:sz w:val="20"/>
      <w:szCs w:val="20"/>
      <w:lang w:eastAsia="ru-RU"/>
    </w:rPr>
  </w:style>
  <w:style w:type="character" w:customStyle="1" w:styleId="ad">
    <w:name w:val="Текст сноски Знак"/>
    <w:aliases w:val="Car Знак"/>
    <w:basedOn w:val="a0"/>
    <w:link w:val="ac"/>
    <w:uiPriority w:val="99"/>
    <w:rsid w:val="00723311"/>
    <w:rPr>
      <w:rFonts w:ascii="Times New Roman" w:eastAsia="Times New Roman" w:hAnsi="Times New Roman" w:cs="Times New Roman"/>
      <w:sz w:val="20"/>
      <w:szCs w:val="20"/>
      <w:lang w:eastAsia="ru-RU"/>
    </w:rPr>
  </w:style>
  <w:style w:type="paragraph" w:styleId="ae">
    <w:name w:val="List Paragraph"/>
    <w:aliases w:val="Заголовок_3,Bullet_IRAO,Мой Список,AC List 01,Подпись рисунка,Table-Normal,RSHB_Table-Normal,List Paragraph1,List Paragraph,нумерация,ПКФ Список,Абзац списка5,lp1,Bullet List,FooterText,numbered,Paragraphe de liste1,Num Bullet 1,# Список 1"/>
    <w:basedOn w:val="a"/>
    <w:link w:val="af"/>
    <w:uiPriority w:val="34"/>
    <w:qFormat/>
    <w:rsid w:val="00723311"/>
    <w:pPr>
      <w:spacing w:after="0" w:line="240" w:lineRule="auto"/>
      <w:ind w:left="720"/>
      <w:jc w:val="both"/>
    </w:pPr>
    <w:rPr>
      <w:rFonts w:ascii="Times New Roman" w:eastAsia="Times New Roman" w:hAnsi="Times New Roman" w:cs="Times New Roman"/>
      <w:sz w:val="24"/>
      <w:szCs w:val="20"/>
      <w:lang w:eastAsia="ru-RU"/>
    </w:rPr>
  </w:style>
  <w:style w:type="character" w:customStyle="1" w:styleId="af">
    <w:name w:val="Абзац списка Знак"/>
    <w:aliases w:val="Заголовок_3 Знак,Bullet_IRAO Знак,Мой Список Знак,AC List 01 Знак,Подпись рисунка Знак,Table-Normal Знак,RSHB_Table-Normal Знак,List Paragraph1 Знак,List Paragraph Знак,нумерация Знак,ПКФ Список Знак,Абзац списка5 Знак,lp1 Знак"/>
    <w:link w:val="ae"/>
    <w:uiPriority w:val="34"/>
    <w:qFormat/>
    <w:locked/>
    <w:rsid w:val="00723311"/>
    <w:rPr>
      <w:rFonts w:ascii="Times New Roman" w:eastAsia="Times New Roman" w:hAnsi="Times New Roman" w:cs="Times New Roman"/>
      <w:sz w:val="24"/>
      <w:szCs w:val="20"/>
      <w:lang w:eastAsia="ru-RU"/>
    </w:rPr>
  </w:style>
  <w:style w:type="paragraph" w:styleId="af0">
    <w:name w:val="No Spacing"/>
    <w:uiPriority w:val="1"/>
    <w:qFormat/>
    <w:rsid w:val="0074448F"/>
    <w:pPr>
      <w:spacing w:after="0" w:line="240" w:lineRule="auto"/>
    </w:pPr>
    <w:rPr>
      <w:rFonts w:ascii="Times New Roman" w:hAnsi="Times New Roman" w:cs="Times New Roman"/>
    </w:rPr>
  </w:style>
  <w:style w:type="character" w:customStyle="1" w:styleId="lscontrol--valign">
    <w:name w:val="lscontrol--valign"/>
    <w:basedOn w:val="a0"/>
    <w:rsid w:val="00BC4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9299818">
      <w:bodyDiv w:val="1"/>
      <w:marLeft w:val="0"/>
      <w:marRight w:val="0"/>
      <w:marTop w:val="0"/>
      <w:marBottom w:val="0"/>
      <w:divBdr>
        <w:top w:val="none" w:sz="0" w:space="0" w:color="auto"/>
        <w:left w:val="none" w:sz="0" w:space="0" w:color="auto"/>
        <w:bottom w:val="none" w:sz="0" w:space="0" w:color="auto"/>
        <w:right w:val="none" w:sz="0" w:space="0" w:color="auto"/>
      </w:divBdr>
    </w:div>
    <w:div w:id="471679287">
      <w:bodyDiv w:val="1"/>
      <w:marLeft w:val="0"/>
      <w:marRight w:val="0"/>
      <w:marTop w:val="0"/>
      <w:marBottom w:val="0"/>
      <w:divBdr>
        <w:top w:val="none" w:sz="0" w:space="0" w:color="auto"/>
        <w:left w:val="none" w:sz="0" w:space="0" w:color="auto"/>
        <w:bottom w:val="none" w:sz="0" w:space="0" w:color="auto"/>
        <w:right w:val="none" w:sz="0" w:space="0" w:color="auto"/>
      </w:divBdr>
    </w:div>
    <w:div w:id="1556433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olagmk.ru/suppliers/how-to-become-a-supplier/" TargetMode="External"/><Relationship Id="rId13" Type="http://schemas.openxmlformats.org/officeDocument/2006/relationships/hyperlink" Target="https://srm.nornik.ru"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hyperlink" Target="https://www.nornickel.ru/suppliers/personal-account/"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s://www.nornickel.ru/suppliers/register-dishonest-counterpartie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contractual-documentatio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kolagmk.ru/suppliers/contractual-documentation/" TargetMode="External"/><Relationship Id="rId23" Type="http://schemas.openxmlformats.org/officeDocument/2006/relationships/fontTable" Target="fontTable.xml"/><Relationship Id="rId10" Type="http://schemas.openxmlformats.org/officeDocument/2006/relationships/hyperlink" Target="https://www.nornickel.ru/suppliers/contractual-documentation/"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kolagmk.ru/suppliers/how-to-become-a-supplier/" TargetMode="External"/><Relationship Id="rId14" Type="http://schemas.openxmlformats.org/officeDocument/2006/relationships/hyperlink" Target="https://srm.nornik.ru" TargetMode="External"/><Relationship Id="rId22"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3FC26B-5822-4957-A369-CA691858A7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546</TotalTime>
  <Pages>4</Pages>
  <Words>1527</Words>
  <Characters>8706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ОАО "ГМК "Норильский никель"</Company>
  <LinksUpToDate>false</LinksUpToDate>
  <CharactersWithSpaces>10213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Соничев Александр Юрьевич</dc:creator>
  <cp:keywords/>
  <dc:description/>
  <cp:lastModifiedBy>Гурина Елена Викторовна</cp:lastModifiedBy>
  <cp:revision>262</cp:revision>
  <cp:lastPrinted>2017-12-05T13:43:00Z</cp:lastPrinted>
  <dcterms:created xsi:type="dcterms:W3CDTF">2017-02-22T08:31:00Z</dcterms:created>
  <dcterms:modified xsi:type="dcterms:W3CDTF">2025-05-30T08:00:00Z</dcterms:modified>
</cp:coreProperties>
</file>